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6FF70" w14:textId="3D0C9D2F" w:rsidR="00816216" w:rsidRPr="00820DDB" w:rsidRDefault="00DE374B" w:rsidP="00C92B68">
      <w:pPr>
        <w:pStyle w:val="a5"/>
        <w:jc w:val="center"/>
        <w:rPr>
          <w:rFonts w:ascii="나눔스퀘어" w:eastAsia="나눔스퀘어" w:hAnsi="나눔스퀘어"/>
          <w:b/>
          <w:bCs/>
          <w:color w:val="0070C0"/>
          <w:sz w:val="44"/>
          <w:szCs w:val="44"/>
        </w:rPr>
      </w:pPr>
      <w:r w:rsidRPr="00820DDB">
        <w:rPr>
          <w:rFonts w:ascii="나눔스퀘어" w:eastAsia="나눔스퀘어" w:hAnsi="나눔스퀘어" w:hint="eastAsia"/>
          <w:b/>
          <w:bCs/>
          <w:color w:val="0070C0"/>
          <w:sz w:val="44"/>
          <w:szCs w:val="44"/>
        </w:rPr>
        <w:t>2</w:t>
      </w:r>
      <w:r w:rsidRPr="00820DDB">
        <w:rPr>
          <w:rFonts w:ascii="나눔스퀘어" w:eastAsia="나눔스퀘어" w:hAnsi="나눔스퀘어"/>
          <w:b/>
          <w:bCs/>
          <w:color w:val="0070C0"/>
          <w:sz w:val="44"/>
          <w:szCs w:val="44"/>
        </w:rPr>
        <w:t>02</w:t>
      </w:r>
      <w:r w:rsidR="00682DD5">
        <w:rPr>
          <w:rFonts w:ascii="나눔스퀘어" w:eastAsia="나눔스퀘어" w:hAnsi="나눔스퀘어"/>
          <w:b/>
          <w:bCs/>
          <w:color w:val="0070C0"/>
          <w:sz w:val="44"/>
          <w:szCs w:val="44"/>
        </w:rPr>
        <w:t>4</w:t>
      </w:r>
      <w:r w:rsidRPr="00820DDB">
        <w:rPr>
          <w:rFonts w:ascii="나눔스퀘어" w:eastAsia="나눔스퀘어" w:hAnsi="나눔스퀘어" w:hint="eastAsia"/>
          <w:b/>
          <w:bCs/>
          <w:color w:val="0070C0"/>
          <w:sz w:val="44"/>
          <w:szCs w:val="44"/>
        </w:rPr>
        <w:t xml:space="preserve">년도 </w:t>
      </w:r>
      <w:r w:rsidRPr="00820DDB">
        <w:rPr>
          <w:rFonts w:eastAsia="나눔스퀘어" w:hAnsi="나눔스퀘어"/>
          <w:b/>
          <w:bCs/>
          <w:color w:val="0070C0"/>
          <w:sz w:val="46"/>
          <w:szCs w:val="46"/>
        </w:rPr>
        <w:t>『</w:t>
      </w:r>
      <w:proofErr w:type="spellStart"/>
      <w:r w:rsidRPr="00820DDB">
        <w:rPr>
          <w:rFonts w:ascii="나눔스퀘어" w:eastAsia="나눔스퀘어" w:hAnsi="나눔스퀘어" w:hint="eastAsia"/>
          <w:b/>
          <w:bCs/>
          <w:color w:val="0070C0"/>
          <w:sz w:val="44"/>
          <w:szCs w:val="44"/>
        </w:rPr>
        <w:t>월곡주얼리</w:t>
      </w:r>
      <w:r w:rsidR="005A0EAE" w:rsidRPr="00820DDB">
        <w:rPr>
          <w:rFonts w:ascii="나눔스퀘어" w:eastAsia="나눔스퀘어" w:hAnsi="나눔스퀘어" w:hint="eastAsia"/>
          <w:b/>
          <w:bCs/>
          <w:color w:val="0070C0"/>
          <w:sz w:val="44"/>
          <w:szCs w:val="44"/>
        </w:rPr>
        <w:t>장학생</w:t>
      </w:r>
      <w:proofErr w:type="spellEnd"/>
      <w:r w:rsidRPr="00820DDB">
        <w:rPr>
          <w:rFonts w:eastAsia="나눔스퀘어" w:hAnsi="나눔스퀘어"/>
          <w:b/>
          <w:bCs/>
          <w:color w:val="0070C0"/>
          <w:sz w:val="46"/>
          <w:szCs w:val="46"/>
        </w:rPr>
        <w:t>』</w:t>
      </w:r>
      <w:r w:rsidRPr="00820DDB">
        <w:rPr>
          <w:rFonts w:ascii="나눔스퀘어" w:eastAsia="나눔스퀘어" w:hAnsi="나눔스퀘어" w:hint="eastAsia"/>
          <w:b/>
          <w:bCs/>
          <w:color w:val="0070C0"/>
          <w:sz w:val="44"/>
          <w:szCs w:val="44"/>
        </w:rPr>
        <w:t xml:space="preserve"> 선발 안내</w:t>
      </w:r>
    </w:p>
    <w:p w14:paraId="7FAFE450" w14:textId="156A6192" w:rsidR="00011162" w:rsidRPr="00820DDB" w:rsidRDefault="005A0EAE" w:rsidP="00011162">
      <w:pPr>
        <w:pStyle w:val="1"/>
        <w:spacing w:after="96"/>
        <w:rPr>
          <w:rFonts w:ascii="나눔스퀘어" w:eastAsia="나눔스퀘어" w:hAnsi="나눔스퀘어"/>
          <w:color w:val="0070C0"/>
          <w:sz w:val="24"/>
          <w:szCs w:val="24"/>
        </w:rPr>
      </w:pPr>
      <w:r w:rsidRPr="00820DDB">
        <w:rPr>
          <w:rFonts w:ascii="나눔스퀘어" w:eastAsia="나눔스퀘어" w:hAnsi="나눔스퀘어" w:hint="eastAsia"/>
          <w:color w:val="0070C0"/>
          <w:sz w:val="24"/>
          <w:szCs w:val="24"/>
        </w:rPr>
        <w:t xml:space="preserve">보석처럼 빛나는 예비 </w:t>
      </w:r>
      <w:proofErr w:type="spellStart"/>
      <w:r w:rsidRPr="00820DDB">
        <w:rPr>
          <w:rFonts w:ascii="나눔스퀘어" w:eastAsia="나눔스퀘어" w:hAnsi="나눔스퀘어" w:hint="eastAsia"/>
          <w:color w:val="0070C0"/>
          <w:sz w:val="24"/>
          <w:szCs w:val="24"/>
        </w:rPr>
        <w:t>주얼러의</w:t>
      </w:r>
      <w:proofErr w:type="spellEnd"/>
      <w:r w:rsidRPr="00820DDB">
        <w:rPr>
          <w:rFonts w:ascii="나눔스퀘어" w:eastAsia="나눔스퀘어" w:hAnsi="나눔스퀘어" w:hint="eastAsia"/>
          <w:color w:val="0070C0"/>
          <w:sz w:val="24"/>
          <w:szCs w:val="24"/>
        </w:rPr>
        <w:t xml:space="preserve"> 꿈을 응원합니다.</w:t>
      </w:r>
    </w:p>
    <w:p w14:paraId="13E22456" w14:textId="42F4C18C" w:rsidR="00141A4C" w:rsidRDefault="00011162" w:rsidP="00011162">
      <w:pPr>
        <w:rPr>
          <w:rFonts w:ascii="나눔스퀘어" w:eastAsia="나눔스퀘어" w:hAnsi="나눔스퀘어"/>
        </w:rPr>
      </w:pPr>
      <w:proofErr w:type="spellStart"/>
      <w:r>
        <w:rPr>
          <w:rFonts w:ascii="나눔스퀘어" w:eastAsia="나눔스퀘어" w:hAnsi="나눔스퀘어" w:hint="eastAsia"/>
        </w:rPr>
        <w:t>주얼리</w:t>
      </w:r>
      <w:proofErr w:type="spellEnd"/>
      <w:r>
        <w:rPr>
          <w:rFonts w:ascii="나눔스퀘어" w:eastAsia="나눔스퀘어" w:hAnsi="나눔스퀘어" w:hint="eastAsia"/>
        </w:rPr>
        <w:t xml:space="preserve"> 분야로</w:t>
      </w:r>
      <w:r w:rsidR="005A0EAE">
        <w:rPr>
          <w:rFonts w:ascii="나눔스퀘어" w:eastAsia="나눔스퀘어" w:hAnsi="나눔스퀘어" w:hint="eastAsia"/>
        </w:rPr>
        <w:t xml:space="preserve"> 진로나 취업,</w:t>
      </w:r>
      <w:r w:rsidR="005A0EAE">
        <w:rPr>
          <w:rFonts w:ascii="나눔스퀘어" w:eastAsia="나눔스퀘어" w:hAnsi="나눔스퀘어"/>
        </w:rPr>
        <w:t xml:space="preserve"> </w:t>
      </w:r>
      <w:r w:rsidR="005A0EAE">
        <w:rPr>
          <w:rFonts w:ascii="나눔스퀘어" w:eastAsia="나눔스퀘어" w:hAnsi="나눔스퀘어" w:hint="eastAsia"/>
        </w:rPr>
        <w:t>창업 등의 꿈을 가진 청소년과 청년에게 성장과 경험의 기회를 제공하고,</w:t>
      </w:r>
      <w:r w:rsidR="005A0EAE">
        <w:rPr>
          <w:rFonts w:ascii="나눔스퀘어" w:eastAsia="나눔스퀘어" w:hAnsi="나눔스퀘어"/>
        </w:rPr>
        <w:t xml:space="preserve"> </w:t>
      </w:r>
      <w:r w:rsidR="005A0EAE">
        <w:rPr>
          <w:rFonts w:ascii="나눔스퀘어" w:eastAsia="나눔스퀘어" w:hAnsi="나눔스퀘어" w:hint="eastAsia"/>
        </w:rPr>
        <w:t xml:space="preserve">꿈에 투자하는 환경을 조성하기 위해 </w:t>
      </w:r>
      <w:r w:rsidR="005A0EAE">
        <w:rPr>
          <w:rFonts w:ascii="나눔스퀘어" w:eastAsia="나눔스퀘어" w:hAnsi="나눔스퀘어"/>
        </w:rPr>
        <w:t>&lt;</w:t>
      </w:r>
      <w:proofErr w:type="spellStart"/>
      <w:r w:rsidR="005A0EAE">
        <w:rPr>
          <w:rFonts w:ascii="나눔스퀘어" w:eastAsia="나눔스퀘어" w:hAnsi="나눔스퀘어" w:hint="eastAsia"/>
        </w:rPr>
        <w:t>월곡주얼리장학생</w:t>
      </w:r>
      <w:proofErr w:type="spellEnd"/>
      <w:r w:rsidR="005A0EAE">
        <w:rPr>
          <w:rFonts w:ascii="나눔스퀘어" w:eastAsia="나눔스퀘어" w:hAnsi="나눔스퀘어" w:hint="eastAsia"/>
        </w:rPr>
        <w:t>&gt;을 선발합니다.</w:t>
      </w:r>
      <w:r w:rsidR="005A0EAE">
        <w:rPr>
          <w:rFonts w:ascii="나눔스퀘어" w:eastAsia="나눔스퀘어" w:hAnsi="나눔스퀘어"/>
        </w:rPr>
        <w:t xml:space="preserve"> </w:t>
      </w:r>
      <w:r>
        <w:rPr>
          <w:rFonts w:ascii="나눔스퀘어" w:eastAsia="나눔스퀘어" w:hAnsi="나눔스퀘어"/>
        </w:rPr>
        <w:t>(</w:t>
      </w:r>
      <w:r>
        <w:rPr>
          <w:rFonts w:ascii="나눔스퀘어" w:eastAsia="나눔스퀘어" w:hAnsi="나눔스퀘어" w:hint="eastAsia"/>
        </w:rPr>
        <w:t>재)</w:t>
      </w:r>
      <w:proofErr w:type="spellStart"/>
      <w:r>
        <w:rPr>
          <w:rFonts w:ascii="나눔스퀘어" w:eastAsia="나눔스퀘어" w:hAnsi="나눔스퀘어" w:hint="eastAsia"/>
        </w:rPr>
        <w:t>월곡주얼리산업진흥재단</w:t>
      </w:r>
      <w:r w:rsidR="005A0EAE">
        <w:rPr>
          <w:rFonts w:ascii="나눔스퀘어" w:eastAsia="나눔스퀘어" w:hAnsi="나눔스퀘어" w:hint="eastAsia"/>
        </w:rPr>
        <w:t>과</w:t>
      </w:r>
      <w:proofErr w:type="spellEnd"/>
      <w:r w:rsidR="005A0EAE">
        <w:rPr>
          <w:rFonts w:ascii="나눔스퀘어" w:eastAsia="나눔스퀘어" w:hAnsi="나눔스퀘어" w:hint="eastAsia"/>
        </w:rPr>
        <w:t xml:space="preserve"> 함께 미래를 꿈꾸며 도전하는 인재들의 많은 지원 바랍니다.</w:t>
      </w:r>
    </w:p>
    <w:p w14:paraId="7FBD4B57" w14:textId="77777777" w:rsidR="00011162" w:rsidRPr="00605DE8" w:rsidRDefault="00011162" w:rsidP="00EB0D0C">
      <w:pPr>
        <w:rPr>
          <w:rFonts w:ascii="나눔스퀘어" w:eastAsia="나눔스퀘어" w:hAnsi="나눔스퀘어"/>
          <w:sz w:val="12"/>
          <w:szCs w:val="12"/>
        </w:rPr>
      </w:pPr>
    </w:p>
    <w:p w14:paraId="6598B701" w14:textId="3F6A50B3" w:rsidR="006270A9" w:rsidRPr="00820DDB" w:rsidRDefault="00DE374B" w:rsidP="00141A4C">
      <w:pPr>
        <w:pStyle w:val="1"/>
        <w:spacing w:after="96"/>
        <w:rPr>
          <w:rFonts w:ascii="나눔스퀘어" w:eastAsia="나눔스퀘어" w:hAnsi="나눔스퀘어"/>
          <w:color w:val="0070C0"/>
          <w:sz w:val="24"/>
          <w:szCs w:val="24"/>
        </w:rPr>
      </w:pPr>
      <w:r w:rsidRPr="00820DDB">
        <w:rPr>
          <w:rFonts w:ascii="나눔스퀘어" w:eastAsia="나눔스퀘어" w:hAnsi="나눔스퀘어" w:hint="eastAsia"/>
          <w:color w:val="0070C0"/>
          <w:sz w:val="24"/>
          <w:szCs w:val="24"/>
        </w:rPr>
        <w:t>지원 대상</w:t>
      </w:r>
    </w:p>
    <w:p w14:paraId="6D204569" w14:textId="21DF5824" w:rsidR="006270A9" w:rsidRPr="00605DE8" w:rsidRDefault="00DE374B" w:rsidP="00DE374B">
      <w:pPr>
        <w:rPr>
          <w:rFonts w:ascii="나눔스퀘어" w:eastAsia="나눔스퀘어" w:hAnsi="나눔스퀘어"/>
          <w:sz w:val="12"/>
          <w:szCs w:val="12"/>
        </w:rPr>
      </w:pPr>
      <w:proofErr w:type="spellStart"/>
      <w:r>
        <w:rPr>
          <w:rFonts w:ascii="나눔스퀘어" w:eastAsia="나눔스퀘어" w:hAnsi="나눔스퀘어" w:hint="eastAsia"/>
        </w:rPr>
        <w:t>주얼리</w:t>
      </w:r>
      <w:proofErr w:type="spellEnd"/>
      <w:r>
        <w:rPr>
          <w:rFonts w:ascii="나눔스퀘어" w:eastAsia="나눔스퀘어" w:hAnsi="나눔스퀘어" w:hint="eastAsia"/>
        </w:rPr>
        <w:t xml:space="preserve"> 분야로 뚜렷하고 명확</w:t>
      </w:r>
      <w:r w:rsidR="005A0EAE">
        <w:rPr>
          <w:rFonts w:ascii="나눔스퀘어" w:eastAsia="나눔스퀘어" w:hAnsi="나눔스퀘어" w:hint="eastAsia"/>
        </w:rPr>
        <w:t>한 꿈을 가지고 있으며,</w:t>
      </w:r>
      <w:r w:rsidR="005A0EAE">
        <w:rPr>
          <w:rFonts w:ascii="나눔스퀘어" w:eastAsia="나눔스퀘어" w:hAnsi="나눔스퀘어"/>
        </w:rPr>
        <w:t xml:space="preserve"> </w:t>
      </w:r>
      <w:r w:rsidR="005A0EAE">
        <w:rPr>
          <w:rFonts w:ascii="나눔스퀘어" w:eastAsia="나눔스퀘어" w:hAnsi="나눔스퀘어" w:hint="eastAsia"/>
        </w:rPr>
        <w:t>그 꿈을 이루기 위한</w:t>
      </w:r>
      <w:r w:rsidR="005A0EAE">
        <w:rPr>
          <w:rFonts w:ascii="나눔스퀘어" w:eastAsia="나눔스퀘어" w:hAnsi="나눔스퀘어"/>
        </w:rPr>
        <w:t xml:space="preserve"> </w:t>
      </w:r>
      <w:r w:rsidR="005A0EAE">
        <w:rPr>
          <w:rFonts w:ascii="나눔스퀘어" w:eastAsia="나눔스퀘어" w:hAnsi="나눔스퀘어" w:hint="eastAsia"/>
        </w:rPr>
        <w:t>계획과 준비 그리고 역량과 잠재력이 있는 고등학생,</w:t>
      </w:r>
      <w:r w:rsidR="005A0EAE">
        <w:rPr>
          <w:rFonts w:ascii="나눔스퀘어" w:eastAsia="나눔스퀘어" w:hAnsi="나눔스퀘어"/>
        </w:rPr>
        <w:t xml:space="preserve"> </w:t>
      </w:r>
      <w:r w:rsidR="005A0EAE">
        <w:rPr>
          <w:rFonts w:ascii="나눔스퀘어" w:eastAsia="나눔스퀘어" w:hAnsi="나눔스퀘어" w:hint="eastAsia"/>
        </w:rPr>
        <w:t>대학생</w:t>
      </w:r>
      <w:r w:rsidR="00605DE8">
        <w:rPr>
          <w:rFonts w:ascii="나눔스퀘어" w:eastAsia="나눔스퀘어" w:hAnsi="나눔스퀘어"/>
        </w:rPr>
        <w:br/>
      </w:r>
    </w:p>
    <w:p w14:paraId="1E9421C0" w14:textId="0850E43F" w:rsidR="00125D24" w:rsidRPr="00820DDB" w:rsidRDefault="005A0EAE" w:rsidP="00125D24">
      <w:pPr>
        <w:pStyle w:val="1"/>
        <w:spacing w:after="96"/>
        <w:rPr>
          <w:rFonts w:ascii="나눔스퀘어" w:eastAsia="나눔스퀘어" w:hAnsi="나눔스퀘어"/>
          <w:color w:val="0070C0"/>
          <w:sz w:val="24"/>
          <w:szCs w:val="24"/>
        </w:rPr>
      </w:pPr>
      <w:r w:rsidRPr="00820DDB">
        <w:rPr>
          <w:rFonts w:ascii="나눔스퀘어" w:eastAsia="나눔스퀘어" w:hAnsi="나눔스퀘어" w:hint="eastAsia"/>
          <w:color w:val="0070C0"/>
          <w:sz w:val="24"/>
          <w:szCs w:val="24"/>
        </w:rPr>
        <w:t>지원내용</w:t>
      </w:r>
    </w:p>
    <w:p w14:paraId="482A9D8E" w14:textId="597F40DC" w:rsidR="005A0EAE" w:rsidRPr="00DE374B" w:rsidRDefault="00F85BC9" w:rsidP="005A0EAE">
      <w:pPr>
        <w:pStyle w:val="a"/>
        <w:rPr>
          <w:rFonts w:ascii="나눔스퀘어" w:eastAsia="나눔스퀘어" w:hAnsi="나눔스퀘어"/>
        </w:rPr>
      </w:pPr>
      <w:r>
        <w:rPr>
          <w:rFonts w:ascii="나눔스퀘어" w:eastAsia="나눔스퀘어" w:hAnsi="나눔스퀘어" w:cs="맑은 고딕" w:hint="eastAsia"/>
        </w:rPr>
        <w:t>가.</w:t>
      </w:r>
      <w:r w:rsidR="00125D24" w:rsidRPr="005A0EAE">
        <w:rPr>
          <w:rFonts w:ascii="나눔스퀘어" w:eastAsia="나눔스퀘어" w:hAnsi="나눔스퀘어" w:cs="맑은 고딕"/>
        </w:rPr>
        <w:t xml:space="preserve"> </w:t>
      </w:r>
      <w:r w:rsidR="005A0EAE">
        <w:rPr>
          <w:rFonts w:ascii="나눔스퀘어" w:eastAsia="나눔스퀘어" w:hAnsi="나눔스퀘어" w:cs="맑은 고딕" w:hint="eastAsia"/>
        </w:rPr>
        <w:t xml:space="preserve">선발된 장학생에게 </w:t>
      </w:r>
      <w:r w:rsidR="005A0EAE">
        <w:rPr>
          <w:rFonts w:ascii="나눔스퀘어" w:eastAsia="나눔스퀘어" w:hAnsi="나눔스퀘어" w:cs="맑은 고딕"/>
        </w:rPr>
        <w:t>1</w:t>
      </w:r>
      <w:r w:rsidR="005A0EAE">
        <w:rPr>
          <w:rFonts w:ascii="나눔스퀘어" w:eastAsia="나눔스퀘어" w:hAnsi="나눔스퀘어" w:cs="맑은 고딕" w:hint="eastAsia"/>
        </w:rPr>
        <w:t>년 간(</w:t>
      </w:r>
      <w:r w:rsidR="005A0EAE">
        <w:rPr>
          <w:rFonts w:ascii="나눔스퀘어" w:eastAsia="나눔스퀘어" w:hAnsi="나눔스퀘어" w:cs="맑은 고딕"/>
        </w:rPr>
        <w:t>12</w:t>
      </w:r>
      <w:r w:rsidR="005A0EAE">
        <w:rPr>
          <w:rFonts w:ascii="나눔스퀘어" w:eastAsia="나눔스퀘어" w:hAnsi="나눔스퀘어" w:cs="맑은 고딕" w:hint="eastAsia"/>
        </w:rPr>
        <w:t>개월)</w:t>
      </w:r>
      <w:r w:rsidR="005A0EAE">
        <w:rPr>
          <w:rFonts w:ascii="나눔스퀘어" w:eastAsia="나눔스퀘어" w:hAnsi="나눔스퀘어" w:cs="맑은 고딕"/>
        </w:rPr>
        <w:t xml:space="preserve"> </w:t>
      </w:r>
      <w:r w:rsidR="005A0EAE">
        <w:rPr>
          <w:rFonts w:ascii="나눔스퀘어" w:eastAsia="나눔스퀘어" w:hAnsi="나눔스퀘어" w:cs="맑은 고딕" w:hint="eastAsia"/>
        </w:rPr>
        <w:t>매월 장학금 지급</w:t>
      </w:r>
      <w:r w:rsidR="006C2912">
        <w:rPr>
          <w:rFonts w:ascii="나눔스퀘어" w:eastAsia="나눔스퀘어" w:hAnsi="나눔스퀘어" w:cs="맑은 고딕" w:hint="eastAsia"/>
        </w:rPr>
        <w:t xml:space="preserve"> </w:t>
      </w:r>
      <w:r w:rsidR="006C2912">
        <w:rPr>
          <w:rFonts w:ascii="나눔스퀘어" w:eastAsia="나눔스퀘어" w:hAnsi="나눔스퀘어" w:cs="맑은 고딕"/>
        </w:rPr>
        <w:t>(</w:t>
      </w:r>
      <w:r w:rsidR="006C2912">
        <w:rPr>
          <w:rFonts w:ascii="나눔스퀘어" w:eastAsia="나눔스퀘어" w:hAnsi="나눔스퀘어" w:cs="맑은 고딕" w:hint="eastAsia"/>
        </w:rPr>
        <w:t>생활비 장학금)</w:t>
      </w:r>
    </w:p>
    <w:p w14:paraId="6CF3C194" w14:textId="11B7C004" w:rsidR="005A0EAE" w:rsidRPr="005A0EAE" w:rsidRDefault="005A0EAE" w:rsidP="005A0EAE">
      <w:pPr>
        <w:pStyle w:val="a"/>
        <w:numPr>
          <w:ilvl w:val="1"/>
          <w:numId w:val="21"/>
        </w:numPr>
        <w:rPr>
          <w:rFonts w:ascii="나눔스퀘어" w:eastAsia="나눔스퀘어" w:hAnsi="나눔스퀘어"/>
        </w:rPr>
      </w:pPr>
      <w:r>
        <w:rPr>
          <w:rFonts w:ascii="나눔스퀘어" w:eastAsia="나눔스퀘어" w:hAnsi="나눔스퀘어" w:cs="맑은 고딕" w:hint="eastAsia"/>
        </w:rPr>
        <w:t>고등학생:</w:t>
      </w:r>
      <w:r>
        <w:rPr>
          <w:rFonts w:ascii="나눔스퀘어" w:eastAsia="나눔스퀘어" w:hAnsi="나눔스퀘어" w:cs="맑은 고딕"/>
        </w:rPr>
        <w:t xml:space="preserve"> </w:t>
      </w:r>
      <w:r w:rsidR="00682DD5">
        <w:rPr>
          <w:rFonts w:ascii="나눔스퀘어" w:eastAsia="나눔스퀘어" w:hAnsi="나눔스퀘어" w:cs="맑은 고딕"/>
        </w:rPr>
        <w:t>24</w:t>
      </w:r>
      <w:r>
        <w:rPr>
          <w:rFonts w:ascii="나눔스퀘어" w:eastAsia="나눔스퀘어" w:hAnsi="나눔스퀘어" w:cs="맑은 고딕"/>
        </w:rPr>
        <w:t>0</w:t>
      </w:r>
      <w:r>
        <w:rPr>
          <w:rFonts w:ascii="나눔스퀘어" w:eastAsia="나눔스퀘어" w:hAnsi="나눔스퀘어" w:cs="맑은 고딕" w:hint="eastAsia"/>
        </w:rPr>
        <w:t xml:space="preserve">만원(월 </w:t>
      </w:r>
      <w:r w:rsidR="00682DD5">
        <w:rPr>
          <w:rFonts w:ascii="나눔스퀘어" w:eastAsia="나눔스퀘어" w:hAnsi="나눔스퀘어" w:cs="맑은 고딕"/>
        </w:rPr>
        <w:t>20</w:t>
      </w:r>
      <w:r>
        <w:rPr>
          <w:rFonts w:ascii="나눔스퀘어" w:eastAsia="나눔스퀘어" w:hAnsi="나눔스퀘어" w:cs="맑은 고딕" w:hint="eastAsia"/>
        </w:rPr>
        <w:t>만원)</w:t>
      </w:r>
    </w:p>
    <w:p w14:paraId="59B26B37" w14:textId="2169A19B" w:rsidR="00125D24" w:rsidRPr="005A0EAE" w:rsidRDefault="005A0EAE" w:rsidP="005A0EAE">
      <w:pPr>
        <w:pStyle w:val="a"/>
        <w:numPr>
          <w:ilvl w:val="1"/>
          <w:numId w:val="21"/>
        </w:numPr>
        <w:rPr>
          <w:rFonts w:ascii="나눔스퀘어" w:eastAsia="나눔스퀘어" w:hAnsi="나눔스퀘어"/>
        </w:rPr>
      </w:pPr>
      <w:proofErr w:type="gramStart"/>
      <w:r>
        <w:rPr>
          <w:rFonts w:ascii="나눔스퀘어" w:eastAsia="나눔스퀘어" w:hAnsi="나눔스퀘어" w:cs="맑은 고딕" w:hint="eastAsia"/>
        </w:rPr>
        <w:t>대</w:t>
      </w:r>
      <w:r w:rsidR="00682DD5">
        <w:rPr>
          <w:rFonts w:ascii="나눔스퀘어" w:eastAsia="나눔스퀘어" w:hAnsi="나눔스퀘어" w:cs="맑은 고딕" w:hint="eastAsia"/>
        </w:rPr>
        <w:t xml:space="preserve"> </w:t>
      </w:r>
      <w:r w:rsidR="00682DD5">
        <w:rPr>
          <w:rFonts w:ascii="나눔스퀘어" w:eastAsia="나눔스퀘어" w:hAnsi="나눔스퀘어" w:cs="맑은 고딕"/>
        </w:rPr>
        <w:t xml:space="preserve"> </w:t>
      </w:r>
      <w:r>
        <w:rPr>
          <w:rFonts w:ascii="나눔스퀘어" w:eastAsia="나눔스퀘어" w:hAnsi="나눔스퀘어" w:cs="맑은 고딕" w:hint="eastAsia"/>
        </w:rPr>
        <w:t>학</w:t>
      </w:r>
      <w:proofErr w:type="gramEnd"/>
      <w:r w:rsidR="00682DD5">
        <w:rPr>
          <w:rFonts w:ascii="나눔스퀘어" w:eastAsia="나눔스퀘어" w:hAnsi="나눔스퀘어" w:cs="맑은 고딕" w:hint="eastAsia"/>
        </w:rPr>
        <w:t xml:space="preserve">  </w:t>
      </w:r>
      <w:r>
        <w:rPr>
          <w:rFonts w:ascii="나눔스퀘어" w:eastAsia="나눔스퀘어" w:hAnsi="나눔스퀘어" w:cs="맑은 고딕" w:hint="eastAsia"/>
        </w:rPr>
        <w:t>생:</w:t>
      </w:r>
      <w:r>
        <w:rPr>
          <w:rFonts w:ascii="나눔스퀘어" w:eastAsia="나눔스퀘어" w:hAnsi="나눔스퀘어" w:cs="맑은 고딕"/>
        </w:rPr>
        <w:t xml:space="preserve"> </w:t>
      </w:r>
      <w:r w:rsidR="00682DD5">
        <w:rPr>
          <w:rFonts w:ascii="나눔스퀘어" w:eastAsia="나눔스퀘어" w:hAnsi="나눔스퀘어" w:cs="맑은 고딕"/>
        </w:rPr>
        <w:t>30</w:t>
      </w:r>
      <w:r>
        <w:rPr>
          <w:rFonts w:ascii="나눔스퀘어" w:eastAsia="나눔스퀘어" w:hAnsi="나눔스퀘어" w:cs="맑은 고딕"/>
        </w:rPr>
        <w:t>0</w:t>
      </w:r>
      <w:r>
        <w:rPr>
          <w:rFonts w:ascii="나눔스퀘어" w:eastAsia="나눔스퀘어" w:hAnsi="나눔스퀘어" w:cs="맑은 고딕" w:hint="eastAsia"/>
        </w:rPr>
        <w:t xml:space="preserve">만원(월 </w:t>
      </w:r>
      <w:r>
        <w:rPr>
          <w:rFonts w:ascii="나눔스퀘어" w:eastAsia="나눔스퀘어" w:hAnsi="나눔스퀘어" w:cs="맑은 고딕"/>
        </w:rPr>
        <w:t>2</w:t>
      </w:r>
      <w:r w:rsidR="00682DD5">
        <w:rPr>
          <w:rFonts w:ascii="나눔스퀘어" w:eastAsia="나눔스퀘어" w:hAnsi="나눔스퀘어" w:cs="맑은 고딕"/>
        </w:rPr>
        <w:t>5</w:t>
      </w:r>
      <w:r>
        <w:rPr>
          <w:rFonts w:ascii="나눔스퀘어" w:eastAsia="나눔스퀘어" w:hAnsi="나눔스퀘어" w:cs="맑은 고딕" w:hint="eastAsia"/>
        </w:rPr>
        <w:t>만원)</w:t>
      </w:r>
    </w:p>
    <w:p w14:paraId="6383A679" w14:textId="027F0BB1" w:rsidR="005A0EAE" w:rsidRDefault="00F85BC9" w:rsidP="00125D24">
      <w:pPr>
        <w:pStyle w:val="a"/>
        <w:numPr>
          <w:ilvl w:val="0"/>
          <w:numId w:val="0"/>
        </w:numPr>
        <w:ind w:left="215"/>
        <w:rPr>
          <w:rFonts w:ascii="나눔스퀘어" w:eastAsia="나눔스퀘어" w:hAnsi="나눔스퀘어" w:cs="맑은 고딕"/>
        </w:rPr>
      </w:pPr>
      <w:r>
        <w:rPr>
          <w:rFonts w:ascii="나눔스퀘어" w:eastAsia="나눔스퀘어" w:hAnsi="나눔스퀘어" w:cs="맑은 고딕" w:hint="eastAsia"/>
        </w:rPr>
        <w:t>나</w:t>
      </w:r>
      <w:r w:rsidR="00125D24" w:rsidRPr="005A0EAE">
        <w:rPr>
          <w:rFonts w:ascii="나눔스퀘어" w:eastAsia="나눔스퀘어" w:hAnsi="나눔스퀘어" w:cs="맑은 고딕"/>
        </w:rPr>
        <w:t xml:space="preserve">. </w:t>
      </w:r>
      <w:r>
        <w:rPr>
          <w:rFonts w:ascii="나눔스퀘어" w:eastAsia="나눔스퀘어" w:hAnsi="나눔스퀘어" w:cs="맑은 고딕" w:hint="eastAsia"/>
        </w:rPr>
        <w:t xml:space="preserve">선발된 장학생은 </w:t>
      </w:r>
      <w:r w:rsidR="005A0EAE">
        <w:rPr>
          <w:rFonts w:ascii="나눔스퀘어" w:eastAsia="나눔스퀘어" w:hAnsi="나눔스퀘어" w:cs="맑은 고딕" w:hint="eastAsia"/>
        </w:rPr>
        <w:t xml:space="preserve">매월 </w:t>
      </w:r>
      <w:r w:rsidR="005A0EAE">
        <w:rPr>
          <w:rFonts w:ascii="나눔스퀘어" w:eastAsia="나눔스퀘어" w:hAnsi="나눔스퀘어" w:cs="맑은 고딕"/>
        </w:rPr>
        <w:t>‘</w:t>
      </w:r>
      <w:r w:rsidR="005A0EAE">
        <w:rPr>
          <w:rFonts w:ascii="나눔스퀘어" w:eastAsia="나눔스퀘어" w:hAnsi="나눔스퀘어" w:cs="맑은 고딕" w:hint="eastAsia"/>
        </w:rPr>
        <w:t>드림스토리(꿈을 위한 성장일기)</w:t>
      </w:r>
      <w:r w:rsidR="005A0EAE">
        <w:rPr>
          <w:rFonts w:ascii="나눔스퀘어" w:eastAsia="나눔스퀘어" w:hAnsi="나눔스퀘어" w:cs="맑은 고딕"/>
        </w:rPr>
        <w:t>’</w:t>
      </w:r>
      <w:r w:rsidR="005A0EAE">
        <w:rPr>
          <w:rFonts w:ascii="나눔스퀘어" w:eastAsia="나눔스퀘어" w:hAnsi="나눔스퀘어" w:cs="맑은 고딕" w:hint="eastAsia"/>
        </w:rPr>
        <w:t>를 제출하고,</w:t>
      </w:r>
      <w:r w:rsidR="005A0EAE">
        <w:rPr>
          <w:rFonts w:ascii="나눔스퀘어" w:eastAsia="나눔스퀘어" w:hAnsi="나눔스퀘어" w:cs="맑은 고딕"/>
        </w:rPr>
        <w:t xml:space="preserve"> </w:t>
      </w:r>
      <w:r w:rsidR="005A0EAE">
        <w:rPr>
          <w:rFonts w:ascii="나눔스퀘어" w:eastAsia="나눔스퀘어" w:hAnsi="나눔스퀘어" w:cs="맑은 고딕" w:hint="eastAsia"/>
        </w:rPr>
        <w:t>꿈을 찾는 여정을 재단과 나눔.</w:t>
      </w:r>
    </w:p>
    <w:p w14:paraId="48B46799" w14:textId="552D2613" w:rsidR="00F85BC9" w:rsidRDefault="00F85BC9" w:rsidP="00125D24">
      <w:pPr>
        <w:pStyle w:val="a"/>
        <w:numPr>
          <w:ilvl w:val="0"/>
          <w:numId w:val="0"/>
        </w:numPr>
        <w:ind w:left="215"/>
        <w:rPr>
          <w:rFonts w:ascii="나눔스퀘어" w:eastAsia="나눔스퀘어" w:hAnsi="나눔스퀘어" w:cs="맑은 고딕"/>
        </w:rPr>
      </w:pPr>
      <w:r>
        <w:rPr>
          <w:rFonts w:ascii="나눔스퀘어" w:eastAsia="나눔스퀘어" w:hAnsi="나눔스퀘어" w:cs="맑은 고딕" w:hint="eastAsia"/>
        </w:rPr>
        <w:t>다.</w:t>
      </w:r>
      <w:r>
        <w:rPr>
          <w:rFonts w:ascii="나눔스퀘어" w:eastAsia="나눔스퀘어" w:hAnsi="나눔스퀘어" w:cs="맑은 고딕"/>
        </w:rPr>
        <w:t xml:space="preserve"> </w:t>
      </w:r>
      <w:r>
        <w:rPr>
          <w:rFonts w:ascii="나눔스퀘어" w:eastAsia="나눔스퀘어" w:hAnsi="나눔스퀘어" w:cs="맑은 고딕" w:hint="eastAsia"/>
        </w:rPr>
        <w:t xml:space="preserve">자신이 꿈꾸는 분야의 전문가와의 </w:t>
      </w:r>
      <w:r>
        <w:rPr>
          <w:rFonts w:ascii="나눔스퀘어" w:eastAsia="나눔스퀘어" w:hAnsi="나눔스퀘어" w:cs="맑은 고딕"/>
        </w:rPr>
        <w:t xml:space="preserve">1:1 </w:t>
      </w:r>
      <w:r>
        <w:rPr>
          <w:rFonts w:ascii="나눔스퀘어" w:eastAsia="나눔스퀘어" w:hAnsi="나눔스퀘어" w:cs="맑은 고딕" w:hint="eastAsia"/>
        </w:rPr>
        <w:t>멘토링</w:t>
      </w:r>
      <w:r w:rsidR="003D2DC4">
        <w:rPr>
          <w:rFonts w:ascii="나눔스퀘어" w:eastAsia="나눔스퀘어" w:hAnsi="나눔스퀘어" w:cs="맑은 고딕" w:hint="eastAsia"/>
        </w:rPr>
        <w:t xml:space="preserve"> 매칭</w:t>
      </w:r>
      <w:r w:rsidR="0089369F">
        <w:rPr>
          <w:rFonts w:ascii="나눔스퀘어" w:eastAsia="나눔스퀘어" w:hAnsi="나눔스퀘어" w:cs="맑은 고딕" w:hint="eastAsia"/>
        </w:rPr>
        <w:t xml:space="preserve"> </w:t>
      </w:r>
      <w:r w:rsidR="0089369F">
        <w:rPr>
          <w:rFonts w:ascii="나눔스퀘어" w:eastAsia="나눔스퀘어" w:hAnsi="나눔스퀘어" w:cs="맑은 고딕"/>
        </w:rPr>
        <w:t>(</w:t>
      </w:r>
      <w:r w:rsidR="0089369F">
        <w:rPr>
          <w:rFonts w:ascii="나눔스퀘어" w:eastAsia="나눔스퀘어" w:hAnsi="나눔스퀘어" w:cs="맑은 고딕" w:hint="eastAsia"/>
        </w:rPr>
        <w:t xml:space="preserve">연 </w:t>
      </w:r>
      <w:r w:rsidR="0089369F">
        <w:rPr>
          <w:rFonts w:ascii="나눔스퀘어" w:eastAsia="나눔스퀘어" w:hAnsi="나눔스퀘어" w:cs="맑은 고딕"/>
        </w:rPr>
        <w:t>2</w:t>
      </w:r>
      <w:r w:rsidR="0089369F">
        <w:rPr>
          <w:rFonts w:ascii="나눔스퀘어" w:eastAsia="나눔스퀘어" w:hAnsi="나눔스퀘어" w:cs="맑은 고딕" w:hint="eastAsia"/>
        </w:rPr>
        <w:t>회 이상)</w:t>
      </w:r>
    </w:p>
    <w:p w14:paraId="2CC7F3D3" w14:textId="10451B0C" w:rsidR="00125D24" w:rsidRPr="00605DE8" w:rsidRDefault="00F85BC9" w:rsidP="00125D24">
      <w:pPr>
        <w:pStyle w:val="a"/>
        <w:numPr>
          <w:ilvl w:val="0"/>
          <w:numId w:val="0"/>
        </w:numPr>
        <w:ind w:left="215"/>
        <w:rPr>
          <w:rFonts w:ascii="나눔스퀘어" w:eastAsia="나눔스퀘어" w:hAnsi="나눔스퀘어"/>
          <w:sz w:val="12"/>
          <w:szCs w:val="12"/>
        </w:rPr>
      </w:pPr>
      <w:r>
        <w:rPr>
          <w:rFonts w:ascii="나눔스퀘어" w:eastAsia="나눔스퀘어" w:hAnsi="나눔스퀘어" w:cs="맑은 고딕" w:hint="eastAsia"/>
        </w:rPr>
        <w:t>라.</w:t>
      </w:r>
      <w:r>
        <w:rPr>
          <w:rFonts w:ascii="나눔스퀘어" w:eastAsia="나눔스퀘어" w:hAnsi="나눔스퀘어" w:cs="맑은 고딕"/>
        </w:rPr>
        <w:t xml:space="preserve"> </w:t>
      </w:r>
      <w:r>
        <w:rPr>
          <w:rFonts w:ascii="나눔스퀘어" w:eastAsia="나눔스퀘어" w:hAnsi="나눔스퀘어" w:cs="맑은 고딕" w:hint="eastAsia"/>
        </w:rPr>
        <w:t>오픈클래스,</w:t>
      </w:r>
      <w:r>
        <w:rPr>
          <w:rFonts w:ascii="나눔스퀘어" w:eastAsia="나눔스퀘어" w:hAnsi="나눔스퀘어" w:cs="맑은 고딕"/>
        </w:rPr>
        <w:t xml:space="preserve"> </w:t>
      </w:r>
      <w:r>
        <w:rPr>
          <w:rFonts w:ascii="나눔스퀘어" w:eastAsia="나눔스퀘어" w:hAnsi="나눔스퀘어" w:cs="맑은 고딕" w:hint="eastAsia"/>
        </w:rPr>
        <w:t>워크샵 등 별도의 프로그램 제공</w:t>
      </w:r>
      <w:r w:rsidR="00605DE8">
        <w:rPr>
          <w:rFonts w:ascii="나눔스퀘어" w:eastAsia="나눔스퀘어" w:hAnsi="나눔스퀘어" w:cs="맑은 고딕"/>
        </w:rPr>
        <w:br/>
      </w:r>
    </w:p>
    <w:p w14:paraId="172483F8" w14:textId="05A20905" w:rsidR="00125D24" w:rsidRPr="00820DDB" w:rsidRDefault="00125D24" w:rsidP="00125D24">
      <w:pPr>
        <w:pStyle w:val="1"/>
        <w:spacing w:after="96"/>
        <w:rPr>
          <w:rFonts w:ascii="나눔스퀘어" w:eastAsia="나눔스퀘어" w:hAnsi="나눔스퀘어"/>
          <w:color w:val="0070C0"/>
          <w:sz w:val="24"/>
          <w:szCs w:val="24"/>
        </w:rPr>
      </w:pPr>
      <w:r w:rsidRPr="00820DDB">
        <w:rPr>
          <w:rFonts w:ascii="나눔스퀘어" w:eastAsia="나눔스퀘어" w:hAnsi="나눔스퀘어" w:hint="eastAsia"/>
          <w:color w:val="0070C0"/>
          <w:sz w:val="24"/>
          <w:szCs w:val="24"/>
        </w:rPr>
        <w:t>신청 방법</w:t>
      </w:r>
    </w:p>
    <w:p w14:paraId="017BB8A7" w14:textId="01E8264C" w:rsidR="002134D8" w:rsidRPr="00D5325E" w:rsidRDefault="00F85BC9" w:rsidP="002134D8">
      <w:pPr>
        <w:pStyle w:val="a"/>
        <w:rPr>
          <w:rFonts w:ascii="나눔스퀘어" w:eastAsia="나눔스퀘어" w:hAnsi="나눔스퀘어"/>
          <w:b/>
          <w:bCs/>
        </w:rPr>
      </w:pPr>
      <w:r w:rsidRPr="00D5325E">
        <w:rPr>
          <w:rFonts w:ascii="나눔스퀘어" w:eastAsia="나눔스퀘어" w:hAnsi="나눔스퀘어" w:cs="맑은 고딕" w:hint="eastAsia"/>
          <w:b/>
          <w:bCs/>
          <w:highlight w:val="yellow"/>
        </w:rPr>
        <w:t>&lt;</w:t>
      </w:r>
      <w:proofErr w:type="spellStart"/>
      <w:r w:rsidRPr="00D5325E">
        <w:rPr>
          <w:rFonts w:ascii="나눔스퀘어" w:eastAsia="나눔스퀘어" w:hAnsi="나눔스퀘어" w:cs="맑은 고딕" w:hint="eastAsia"/>
          <w:b/>
          <w:bCs/>
          <w:highlight w:val="yellow"/>
        </w:rPr>
        <w:t>월곡주얼리장학생</w:t>
      </w:r>
      <w:proofErr w:type="spellEnd"/>
      <w:r w:rsidRPr="00D5325E">
        <w:rPr>
          <w:rFonts w:ascii="나눔스퀘어" w:eastAsia="나눔스퀘어" w:hAnsi="나눔스퀘어" w:cs="맑은 고딕" w:hint="eastAsia"/>
          <w:b/>
          <w:bCs/>
          <w:highlight w:val="yellow"/>
        </w:rPr>
        <w:t xml:space="preserve"> 꿈 계획서&gt;와 관련</w:t>
      </w:r>
      <w:r w:rsidR="006C2912">
        <w:rPr>
          <w:rFonts w:ascii="나눔스퀘어" w:eastAsia="나눔스퀘어" w:hAnsi="나눔스퀘어" w:cs="맑은 고딕" w:hint="eastAsia"/>
          <w:b/>
          <w:bCs/>
          <w:highlight w:val="yellow"/>
        </w:rPr>
        <w:t xml:space="preserve"> </w:t>
      </w:r>
      <w:r w:rsidRPr="00D5325E">
        <w:rPr>
          <w:rFonts w:ascii="나눔스퀘어" w:eastAsia="나눔스퀘어" w:hAnsi="나눔스퀘어" w:cs="맑은 고딕" w:hint="eastAsia"/>
          <w:b/>
          <w:bCs/>
          <w:highlight w:val="yellow"/>
        </w:rPr>
        <w:t>증빙서류를 홈페이지에서 신청</w:t>
      </w:r>
    </w:p>
    <w:p w14:paraId="49E44B04" w14:textId="0773291E" w:rsidR="002134D8" w:rsidRPr="002134D8" w:rsidRDefault="002134D8" w:rsidP="002134D8">
      <w:pPr>
        <w:pStyle w:val="a"/>
        <w:numPr>
          <w:ilvl w:val="1"/>
          <w:numId w:val="21"/>
        </w:numPr>
        <w:rPr>
          <w:rFonts w:ascii="나눔스퀘어" w:eastAsia="나눔스퀘어" w:hAnsi="나눔스퀘어"/>
        </w:rPr>
      </w:pPr>
      <w:r>
        <w:rPr>
          <w:rFonts w:ascii="나눔스퀘어" w:eastAsia="나눔스퀘어" w:hAnsi="나눔스퀘어" w:cs="맑은 고딕" w:hint="eastAsia"/>
        </w:rPr>
        <w:t>가.</w:t>
      </w:r>
      <w:r>
        <w:rPr>
          <w:rFonts w:ascii="나눔스퀘어" w:eastAsia="나눔스퀘어" w:hAnsi="나눔스퀘어" w:cs="맑은 고딕"/>
        </w:rPr>
        <w:t xml:space="preserve"> [</w:t>
      </w:r>
      <w:r>
        <w:rPr>
          <w:rFonts w:ascii="나눔스퀘어" w:eastAsia="나눔스퀘어" w:hAnsi="나눔스퀘어" w:cs="맑은 고딕" w:hint="eastAsia"/>
        </w:rPr>
        <w:t>서식1</w:t>
      </w:r>
      <w:r>
        <w:rPr>
          <w:rFonts w:ascii="나눔스퀘어" w:eastAsia="나눔스퀘어" w:hAnsi="나눔스퀘어" w:cs="맑은 고딕"/>
        </w:rPr>
        <w:t xml:space="preserve">] </w:t>
      </w:r>
      <w:proofErr w:type="spellStart"/>
      <w:r>
        <w:rPr>
          <w:rFonts w:ascii="나눔스퀘어" w:eastAsia="나눔스퀘어" w:hAnsi="나눔스퀘어" w:cs="맑은 고딕" w:hint="eastAsia"/>
        </w:rPr>
        <w:t>월곡주얼리</w:t>
      </w:r>
      <w:r w:rsidR="00F85BC9">
        <w:rPr>
          <w:rFonts w:ascii="나눔스퀘어" w:eastAsia="나눔스퀘어" w:hAnsi="나눔스퀘어" w:cs="맑은 고딕" w:hint="eastAsia"/>
        </w:rPr>
        <w:t>장학생</w:t>
      </w:r>
      <w:proofErr w:type="spellEnd"/>
      <w:r w:rsidR="00F85BC9">
        <w:rPr>
          <w:rFonts w:ascii="나눔스퀘어" w:eastAsia="나눔스퀘어" w:hAnsi="나눔스퀘어" w:cs="맑은 고딕" w:hint="eastAsia"/>
        </w:rPr>
        <w:t xml:space="preserve"> 꿈 계획서</w:t>
      </w:r>
      <w:r>
        <w:rPr>
          <w:rFonts w:ascii="나눔스퀘어" w:eastAsia="나눔스퀘어" w:hAnsi="나눔스퀘어" w:cs="맑은 고딕" w:hint="eastAsia"/>
        </w:rPr>
        <w:t>(소정양식)</w:t>
      </w:r>
      <w:r>
        <w:rPr>
          <w:rFonts w:ascii="나눔스퀘어" w:eastAsia="나눔스퀘어" w:hAnsi="나눔스퀘어" w:cs="맑은 고딕"/>
        </w:rPr>
        <w:t xml:space="preserve"> 1</w:t>
      </w:r>
      <w:r>
        <w:rPr>
          <w:rFonts w:ascii="나눔스퀘어" w:eastAsia="나눔스퀘어" w:hAnsi="나눔스퀘어" w:cs="맑은 고딕" w:hint="eastAsia"/>
        </w:rPr>
        <w:t>부</w:t>
      </w:r>
    </w:p>
    <w:p w14:paraId="4D8E00FF" w14:textId="67FD1918" w:rsidR="002134D8" w:rsidRPr="00F85BC9" w:rsidRDefault="002134D8" w:rsidP="002134D8">
      <w:pPr>
        <w:pStyle w:val="a"/>
        <w:numPr>
          <w:ilvl w:val="1"/>
          <w:numId w:val="21"/>
        </w:numPr>
        <w:rPr>
          <w:rFonts w:ascii="나눔스퀘어" w:eastAsia="나눔스퀘어" w:hAnsi="나눔스퀘어"/>
        </w:rPr>
      </w:pPr>
      <w:r>
        <w:rPr>
          <w:rFonts w:ascii="나눔스퀘어" w:eastAsia="나눔스퀘어" w:hAnsi="나눔스퀘어" w:cs="맑은 고딕" w:hint="eastAsia"/>
        </w:rPr>
        <w:t>나.</w:t>
      </w:r>
      <w:r>
        <w:rPr>
          <w:rFonts w:ascii="나눔스퀘어" w:eastAsia="나눔스퀘어" w:hAnsi="나눔스퀘어" w:cs="맑은 고딕"/>
        </w:rPr>
        <w:t xml:space="preserve"> </w:t>
      </w:r>
      <w:r>
        <w:rPr>
          <w:rFonts w:ascii="나눔스퀘어" w:eastAsia="나눔스퀘어" w:hAnsi="나눔스퀘어" w:cs="맑은 고딕" w:hint="eastAsia"/>
        </w:rPr>
        <w:t xml:space="preserve">재학증명서 </w:t>
      </w:r>
      <w:r>
        <w:rPr>
          <w:rFonts w:ascii="나눔스퀘어" w:eastAsia="나눔스퀘어" w:hAnsi="나눔스퀘어" w:cs="맑은 고딕"/>
        </w:rPr>
        <w:t>1</w:t>
      </w:r>
      <w:r>
        <w:rPr>
          <w:rFonts w:ascii="나눔스퀘어" w:eastAsia="나눔스퀘어" w:hAnsi="나눔스퀘어" w:cs="맑은 고딕" w:hint="eastAsia"/>
        </w:rPr>
        <w:t>부</w:t>
      </w:r>
    </w:p>
    <w:p w14:paraId="73B8AC92" w14:textId="71CE6F40" w:rsidR="00F85BC9" w:rsidRPr="00F85BC9" w:rsidRDefault="00F85BC9" w:rsidP="002134D8">
      <w:pPr>
        <w:pStyle w:val="a"/>
        <w:numPr>
          <w:ilvl w:val="1"/>
          <w:numId w:val="21"/>
        </w:numPr>
        <w:rPr>
          <w:rFonts w:ascii="나눔스퀘어" w:eastAsia="나눔스퀘어" w:hAnsi="나눔스퀘어"/>
        </w:rPr>
      </w:pPr>
      <w:r>
        <w:rPr>
          <w:rFonts w:ascii="나눔스퀘어" w:eastAsia="나눔스퀘어" w:hAnsi="나눔스퀘어" w:cs="맑은 고딕" w:hint="eastAsia"/>
        </w:rPr>
        <w:t>다.</w:t>
      </w:r>
      <w:r>
        <w:rPr>
          <w:rFonts w:ascii="나눔스퀘어" w:eastAsia="나눔스퀘어" w:hAnsi="나눔스퀘어" w:cs="맑은 고딕"/>
        </w:rPr>
        <w:t xml:space="preserve"> </w:t>
      </w:r>
      <w:r>
        <w:rPr>
          <w:rFonts w:ascii="나눔스퀘어" w:eastAsia="나눔스퀘어" w:hAnsi="나눔스퀘어" w:cs="맑은 고딕" w:hint="eastAsia"/>
        </w:rPr>
        <w:t>생활기록부(고등학생에 한함)</w:t>
      </w:r>
      <w:r>
        <w:rPr>
          <w:rFonts w:ascii="나눔스퀘어" w:eastAsia="나눔스퀘어" w:hAnsi="나눔스퀘어" w:cs="맑은 고딕"/>
        </w:rPr>
        <w:t xml:space="preserve"> 1</w:t>
      </w:r>
      <w:r>
        <w:rPr>
          <w:rFonts w:ascii="나눔스퀘어" w:eastAsia="나눔스퀘어" w:hAnsi="나눔스퀘어" w:cs="맑은 고딕" w:hint="eastAsia"/>
        </w:rPr>
        <w:t>부</w:t>
      </w:r>
    </w:p>
    <w:p w14:paraId="178EE1D7" w14:textId="08F892CE" w:rsidR="00F85BC9" w:rsidRPr="002134D8" w:rsidRDefault="00F85BC9" w:rsidP="002134D8">
      <w:pPr>
        <w:pStyle w:val="a"/>
        <w:numPr>
          <w:ilvl w:val="1"/>
          <w:numId w:val="21"/>
        </w:numPr>
        <w:rPr>
          <w:rFonts w:ascii="나눔스퀘어" w:eastAsia="나눔스퀘어" w:hAnsi="나눔스퀘어"/>
        </w:rPr>
      </w:pPr>
      <w:r>
        <w:rPr>
          <w:rFonts w:ascii="나눔스퀘어" w:eastAsia="나눔스퀘어" w:hAnsi="나눔스퀘어" w:cs="맑은 고딕" w:hint="eastAsia"/>
        </w:rPr>
        <w:t>라.</w:t>
      </w:r>
      <w:r>
        <w:rPr>
          <w:rFonts w:ascii="나눔스퀘어" w:eastAsia="나눔스퀘어" w:hAnsi="나눔스퀘어" w:cs="맑은 고딕"/>
        </w:rPr>
        <w:t xml:space="preserve"> [</w:t>
      </w:r>
      <w:r>
        <w:rPr>
          <w:rFonts w:ascii="나눔스퀘어" w:eastAsia="나눔스퀘어" w:hAnsi="나눔스퀘어" w:cs="맑은 고딕" w:hint="eastAsia"/>
        </w:rPr>
        <w:t>서식2</w:t>
      </w:r>
      <w:r>
        <w:rPr>
          <w:rFonts w:ascii="나눔스퀘어" w:eastAsia="나눔스퀘어" w:hAnsi="나눔스퀘어" w:cs="맑은 고딕"/>
        </w:rPr>
        <w:t xml:space="preserve">] </w:t>
      </w:r>
      <w:proofErr w:type="spellStart"/>
      <w:r>
        <w:rPr>
          <w:rFonts w:ascii="나눔스퀘어" w:eastAsia="나눔스퀘어" w:hAnsi="나눔스퀘어" w:cs="맑은 고딕" w:hint="eastAsia"/>
        </w:rPr>
        <w:t>드림서포터</w:t>
      </w:r>
      <w:proofErr w:type="spellEnd"/>
      <w:r>
        <w:rPr>
          <w:rFonts w:ascii="나눔스퀘어" w:eastAsia="나눔스퀘어" w:hAnsi="나눔스퀘어" w:cs="맑은 고딕" w:hint="eastAsia"/>
        </w:rPr>
        <w:t xml:space="preserve"> 추천서(</w:t>
      </w:r>
      <w:r w:rsidR="006C2912">
        <w:rPr>
          <w:rFonts w:ascii="나눔스퀘어" w:eastAsia="나눔스퀘어" w:hAnsi="나눔스퀘어" w:cs="맑은 고딕" w:hint="eastAsia"/>
        </w:rPr>
        <w:t>소정양식,</w:t>
      </w:r>
      <w:r w:rsidR="006C2912">
        <w:rPr>
          <w:rFonts w:ascii="나눔스퀘어" w:eastAsia="나눔스퀘어" w:hAnsi="나눔스퀘어" w:cs="맑은 고딕"/>
        </w:rPr>
        <w:t xml:space="preserve"> </w:t>
      </w:r>
      <w:r>
        <w:rPr>
          <w:rFonts w:ascii="나눔스퀘어" w:eastAsia="나눔스퀘어" w:hAnsi="나눔스퀘어" w:cs="맑은 고딕" w:hint="eastAsia"/>
        </w:rPr>
        <w:t>선택사항)</w:t>
      </w:r>
      <w:r>
        <w:rPr>
          <w:rFonts w:ascii="나눔스퀘어" w:eastAsia="나눔스퀘어" w:hAnsi="나눔스퀘어" w:cs="맑은 고딕"/>
        </w:rPr>
        <w:t xml:space="preserve"> 1</w:t>
      </w:r>
      <w:r>
        <w:rPr>
          <w:rFonts w:ascii="나눔스퀘어" w:eastAsia="나눔스퀘어" w:hAnsi="나눔스퀘어" w:cs="맑은 고딕" w:hint="eastAsia"/>
        </w:rPr>
        <w:t>부</w:t>
      </w:r>
      <w:r>
        <w:rPr>
          <w:rFonts w:ascii="나눔스퀘어" w:eastAsia="나눔스퀘어" w:hAnsi="나눔스퀘어" w:cs="맑은 고딕"/>
        </w:rPr>
        <w:t xml:space="preserve"> </w:t>
      </w:r>
    </w:p>
    <w:p w14:paraId="25D4B7B7" w14:textId="23C9DDA9" w:rsidR="002134D8" w:rsidRDefault="002134D8" w:rsidP="002134D8">
      <w:pPr>
        <w:pStyle w:val="a"/>
        <w:numPr>
          <w:ilvl w:val="0"/>
          <w:numId w:val="0"/>
        </w:numPr>
        <w:ind w:left="215"/>
        <w:rPr>
          <w:rFonts w:ascii="나눔스퀘어" w:eastAsia="나눔스퀘어" w:hAnsi="나눔스퀘어"/>
        </w:rPr>
      </w:pPr>
      <w:r>
        <w:rPr>
          <w:rFonts w:ascii="나눔스퀘어" w:eastAsia="나눔스퀘어" w:hAnsi="나눔스퀘어" w:hint="eastAsia"/>
        </w:rPr>
        <w:t>*신청서 양식은 홈페이지(</w:t>
      </w:r>
      <w:r>
        <w:rPr>
          <w:rFonts w:ascii="나눔스퀘어" w:eastAsia="나눔스퀘어" w:hAnsi="나눔스퀘어"/>
        </w:rPr>
        <w:t>w-jewel.or.kr)에</w:t>
      </w:r>
      <w:r>
        <w:rPr>
          <w:rFonts w:ascii="나눔스퀘어" w:eastAsia="나눔스퀘어" w:hAnsi="나눔스퀘어" w:hint="eastAsia"/>
        </w:rPr>
        <w:t>서 다운로드 하고,</w:t>
      </w:r>
      <w:r>
        <w:rPr>
          <w:rFonts w:ascii="나눔스퀘어" w:eastAsia="나눔스퀘어" w:hAnsi="나눔스퀘어"/>
        </w:rPr>
        <w:t xml:space="preserve"> </w:t>
      </w:r>
      <w:r w:rsidRPr="002A2CDA">
        <w:rPr>
          <w:rFonts w:ascii="나눔스퀘어" w:eastAsia="나눔스퀘어" w:hAnsi="나눔스퀘어" w:hint="eastAsia"/>
          <w:color w:val="FF0000"/>
        </w:rPr>
        <w:t xml:space="preserve">반드시 </w:t>
      </w:r>
      <w:r w:rsidRPr="002A2CDA">
        <w:rPr>
          <w:rFonts w:ascii="나눔스퀘어" w:eastAsia="나눔스퀘어" w:hAnsi="나눔스퀘어"/>
          <w:color w:val="FF0000"/>
        </w:rPr>
        <w:t>PDF</w:t>
      </w:r>
      <w:r w:rsidRPr="002A2CDA">
        <w:rPr>
          <w:rFonts w:ascii="나눔스퀘어" w:eastAsia="나눔스퀘어" w:hAnsi="나눔스퀘어" w:hint="eastAsia"/>
          <w:color w:val="FF0000"/>
        </w:rPr>
        <w:t>로 변환해 신청하세요</w:t>
      </w:r>
      <w:r>
        <w:rPr>
          <w:rFonts w:ascii="나눔스퀘어" w:eastAsia="나눔스퀘어" w:hAnsi="나눔스퀘어" w:hint="eastAsia"/>
        </w:rPr>
        <w:t>.</w:t>
      </w:r>
    </w:p>
    <w:p w14:paraId="12495472" w14:textId="462B5727" w:rsidR="002134D8" w:rsidRPr="00605DE8" w:rsidRDefault="002134D8" w:rsidP="002134D8">
      <w:pPr>
        <w:pStyle w:val="a"/>
        <w:numPr>
          <w:ilvl w:val="0"/>
          <w:numId w:val="0"/>
        </w:numPr>
        <w:ind w:left="215"/>
        <w:rPr>
          <w:rFonts w:ascii="나눔스퀘어" w:eastAsia="나눔스퀘어" w:hAnsi="나눔스퀘어"/>
          <w:sz w:val="12"/>
          <w:szCs w:val="12"/>
        </w:rPr>
      </w:pPr>
      <w:r>
        <w:rPr>
          <w:rFonts w:ascii="나눔스퀘어" w:eastAsia="나눔스퀘어" w:hAnsi="나눔스퀘어" w:hint="eastAsia"/>
        </w:rPr>
        <w:t>*접수가 완료되면 개별 문자 안내 드리며,</w:t>
      </w:r>
      <w:r>
        <w:rPr>
          <w:rFonts w:ascii="나눔스퀘어" w:eastAsia="나눔스퀘어" w:hAnsi="나눔스퀘어"/>
        </w:rPr>
        <w:t xml:space="preserve"> </w:t>
      </w:r>
      <w:r>
        <w:rPr>
          <w:rFonts w:ascii="나눔스퀘어" w:eastAsia="나눔스퀘어" w:hAnsi="나눔스퀘어" w:hint="eastAsia"/>
        </w:rPr>
        <w:t>제출된 서류는 일체 반환하지 않습니다.</w:t>
      </w:r>
      <w:r w:rsidR="00605DE8">
        <w:rPr>
          <w:rFonts w:ascii="나눔스퀘어" w:eastAsia="나눔스퀘어" w:hAnsi="나눔스퀘어"/>
        </w:rPr>
        <w:br/>
      </w:r>
    </w:p>
    <w:p w14:paraId="5394C7BA" w14:textId="468D7E22" w:rsidR="004C5F67" w:rsidRPr="00820DDB" w:rsidRDefault="004C5F67" w:rsidP="004C5F67">
      <w:pPr>
        <w:pStyle w:val="1"/>
        <w:spacing w:after="96"/>
        <w:rPr>
          <w:rFonts w:ascii="나눔스퀘어" w:eastAsia="나눔스퀘어" w:hAnsi="나눔스퀘어"/>
          <w:color w:val="0070C0"/>
          <w:sz w:val="24"/>
          <w:szCs w:val="24"/>
        </w:rPr>
      </w:pPr>
      <w:r w:rsidRPr="00820DDB">
        <w:rPr>
          <w:rFonts w:ascii="나눔스퀘어" w:eastAsia="나눔스퀘어" w:hAnsi="나눔스퀘어" w:hint="eastAsia"/>
          <w:color w:val="0070C0"/>
          <w:sz w:val="24"/>
          <w:szCs w:val="24"/>
        </w:rPr>
        <w:t>전형 방법</w:t>
      </w:r>
    </w:p>
    <w:p w14:paraId="4425FA10" w14:textId="7D4C26FF" w:rsidR="004C5F67" w:rsidRPr="00F85BC9" w:rsidRDefault="004C5F67" w:rsidP="004C5F67">
      <w:pPr>
        <w:pStyle w:val="a"/>
        <w:rPr>
          <w:rFonts w:ascii="나눔스퀘어" w:eastAsia="나눔스퀘어" w:hAnsi="나눔스퀘어"/>
        </w:rPr>
      </w:pPr>
      <w:r>
        <w:rPr>
          <w:rFonts w:ascii="나눔스퀘어" w:eastAsia="나눔스퀘어" w:hAnsi="나눔스퀘어" w:cs="맑은 고딕"/>
        </w:rPr>
        <w:t>1</w:t>
      </w:r>
      <w:r>
        <w:rPr>
          <w:rFonts w:ascii="나눔스퀘어" w:eastAsia="나눔스퀘어" w:hAnsi="나눔스퀘어" w:cs="맑은 고딕" w:hint="eastAsia"/>
        </w:rPr>
        <w:t xml:space="preserve">차 서류심사와 </w:t>
      </w:r>
      <w:r>
        <w:rPr>
          <w:rFonts w:ascii="나눔스퀘어" w:eastAsia="나눔스퀘어" w:hAnsi="나눔스퀘어" w:cs="맑은 고딕"/>
        </w:rPr>
        <w:t>2</w:t>
      </w:r>
      <w:r>
        <w:rPr>
          <w:rFonts w:ascii="나눔스퀘어" w:eastAsia="나눔스퀘어" w:hAnsi="나눔스퀘어" w:cs="맑은 고딕" w:hint="eastAsia"/>
        </w:rPr>
        <w:t>차 인터뷰를 통해 최종 선발</w:t>
      </w:r>
    </w:p>
    <w:p w14:paraId="6D80FED8" w14:textId="68305488" w:rsidR="00F85BC9" w:rsidRDefault="00F85BC9" w:rsidP="004C5F67">
      <w:pPr>
        <w:pStyle w:val="a"/>
        <w:rPr>
          <w:rFonts w:ascii="나눔스퀘어" w:eastAsia="나눔스퀘어" w:hAnsi="나눔스퀘어"/>
        </w:rPr>
      </w:pPr>
      <w:r>
        <w:rPr>
          <w:rFonts w:ascii="나눔스퀘어" w:eastAsia="나눔스퀘어" w:hAnsi="나눔스퀘어" w:cs="맑은 고딕" w:hint="eastAsia"/>
        </w:rPr>
        <w:t xml:space="preserve">자신의 꿈을 지지해 줄 </w:t>
      </w:r>
      <w:proofErr w:type="spellStart"/>
      <w:r>
        <w:rPr>
          <w:rFonts w:ascii="나눔스퀘어" w:eastAsia="나눔스퀘어" w:hAnsi="나눔스퀘어" w:cs="맑은 고딕" w:hint="eastAsia"/>
        </w:rPr>
        <w:t>드림서포터</w:t>
      </w:r>
      <w:proofErr w:type="spellEnd"/>
      <w:r>
        <w:rPr>
          <w:rFonts w:ascii="나눔스퀘어" w:eastAsia="나눔스퀘어" w:hAnsi="나눔스퀘어" w:cs="맑은 고딕" w:hint="eastAsia"/>
        </w:rPr>
        <w:t>(담임교사,</w:t>
      </w:r>
      <w:r>
        <w:rPr>
          <w:rFonts w:ascii="나눔스퀘어" w:eastAsia="나눔스퀘어" w:hAnsi="나눔스퀘어" w:cs="맑은 고딕"/>
        </w:rPr>
        <w:t xml:space="preserve"> </w:t>
      </w:r>
      <w:r>
        <w:rPr>
          <w:rFonts w:ascii="나눔스퀘어" w:eastAsia="나눔스퀘어" w:hAnsi="나눔스퀘어" w:cs="맑은 고딕" w:hint="eastAsia"/>
        </w:rPr>
        <w:t>지도교수,</w:t>
      </w:r>
      <w:r>
        <w:rPr>
          <w:rFonts w:ascii="나눔스퀘어" w:eastAsia="나눔스퀘어" w:hAnsi="나눔스퀘어" w:cs="맑은 고딕"/>
        </w:rPr>
        <w:t xml:space="preserve"> </w:t>
      </w:r>
      <w:r>
        <w:rPr>
          <w:rFonts w:ascii="나눔스퀘어" w:eastAsia="나눔스퀘어" w:hAnsi="나눔스퀘어" w:cs="맑은 고딕" w:hint="eastAsia"/>
        </w:rPr>
        <w:t>멘토</w:t>
      </w:r>
      <w:r w:rsidR="003D2DC4">
        <w:rPr>
          <w:rFonts w:ascii="나눔스퀘어" w:eastAsia="나눔스퀘어" w:hAnsi="나눔스퀘어" w:cs="맑은 고딕" w:hint="eastAsia"/>
        </w:rPr>
        <w:t xml:space="preserve"> 등</w:t>
      </w:r>
      <w:r>
        <w:rPr>
          <w:rFonts w:ascii="나눔스퀘어" w:eastAsia="나눔스퀘어" w:hAnsi="나눔스퀘어" w:cs="맑은 고딕" w:hint="eastAsia"/>
        </w:rPr>
        <w:t>)의 추천서 제출 시 가산점 부여</w:t>
      </w:r>
    </w:p>
    <w:p w14:paraId="03ED34F9" w14:textId="513F7CB9" w:rsidR="004C5F67" w:rsidRDefault="004C5F67" w:rsidP="004C5F67">
      <w:pPr>
        <w:pStyle w:val="a"/>
        <w:numPr>
          <w:ilvl w:val="0"/>
          <w:numId w:val="0"/>
        </w:numPr>
        <w:ind w:left="215"/>
        <w:rPr>
          <w:rFonts w:ascii="나눔스퀘어" w:eastAsia="나눔스퀘어" w:hAnsi="나눔스퀘어"/>
        </w:rPr>
      </w:pPr>
      <w:r>
        <w:rPr>
          <w:rFonts w:ascii="나눔스퀘어" w:eastAsia="나눔스퀘어" w:hAnsi="나눔스퀘어" w:hint="eastAsia"/>
        </w:rPr>
        <w:t>*</w:t>
      </w:r>
      <w:r w:rsidR="00F85BC9">
        <w:rPr>
          <w:rFonts w:ascii="나눔스퀘어" w:eastAsia="나눔스퀘어" w:hAnsi="나눔스퀘어" w:hint="eastAsia"/>
        </w:rPr>
        <w:t>꿈 계획서</w:t>
      </w:r>
      <w:r>
        <w:rPr>
          <w:rFonts w:ascii="나눔스퀘어" w:eastAsia="나눔스퀘어" w:hAnsi="나눔스퀘어" w:hint="eastAsia"/>
        </w:rPr>
        <w:t xml:space="preserve">로 </w:t>
      </w:r>
      <w:r w:rsidR="006C2912">
        <w:rPr>
          <w:rFonts w:ascii="나눔스퀘어" w:eastAsia="나눔스퀘어" w:hAnsi="나눔스퀘어" w:hint="eastAsia"/>
        </w:rPr>
        <w:t>서류</w:t>
      </w:r>
      <w:r w:rsidR="00ED25F4">
        <w:rPr>
          <w:rFonts w:ascii="나눔스퀘어" w:eastAsia="나눔스퀘어" w:hAnsi="나눔스퀘어" w:hint="eastAsia"/>
        </w:rPr>
        <w:t xml:space="preserve"> </w:t>
      </w:r>
      <w:r w:rsidR="006C2912">
        <w:rPr>
          <w:rFonts w:ascii="나눔스퀘어" w:eastAsia="나눔스퀘어" w:hAnsi="나눔스퀘어" w:hint="eastAsia"/>
        </w:rPr>
        <w:t>심사</w:t>
      </w:r>
      <w:r>
        <w:rPr>
          <w:rFonts w:ascii="나눔스퀘어" w:eastAsia="나눔스퀘어" w:hAnsi="나눔스퀘어" w:hint="eastAsia"/>
        </w:rPr>
        <w:t>하며,</w:t>
      </w:r>
      <w:r>
        <w:rPr>
          <w:rFonts w:ascii="나눔스퀘어" w:eastAsia="나눔스퀘어" w:hAnsi="나눔스퀘어"/>
        </w:rPr>
        <w:t xml:space="preserve"> </w:t>
      </w:r>
      <w:r>
        <w:rPr>
          <w:rFonts w:ascii="나눔스퀘어" w:eastAsia="나눔스퀘어" w:hAnsi="나눔스퀘어" w:hint="eastAsia"/>
        </w:rPr>
        <w:t xml:space="preserve">각 </w:t>
      </w:r>
      <w:proofErr w:type="spellStart"/>
      <w:r>
        <w:rPr>
          <w:rFonts w:ascii="나눔스퀘어" w:eastAsia="나눔스퀘어" w:hAnsi="나눔스퀘어" w:hint="eastAsia"/>
        </w:rPr>
        <w:t>전형별</w:t>
      </w:r>
      <w:proofErr w:type="spellEnd"/>
      <w:r>
        <w:rPr>
          <w:rFonts w:ascii="나눔스퀘어" w:eastAsia="나눔스퀘어" w:hAnsi="나눔스퀘어" w:hint="eastAsia"/>
        </w:rPr>
        <w:t xml:space="preserve"> 합격자는 개별 공지합니다.</w:t>
      </w:r>
    </w:p>
    <w:p w14:paraId="613BE381" w14:textId="24A40C92" w:rsidR="004C5F67" w:rsidRDefault="004C5F67" w:rsidP="004C5F67">
      <w:pPr>
        <w:pStyle w:val="a"/>
        <w:numPr>
          <w:ilvl w:val="0"/>
          <w:numId w:val="0"/>
        </w:numPr>
        <w:ind w:left="215"/>
        <w:rPr>
          <w:rFonts w:ascii="나눔스퀘어" w:eastAsia="나눔스퀘어" w:hAnsi="나눔스퀘어"/>
        </w:rPr>
      </w:pPr>
      <w:r>
        <w:rPr>
          <w:rFonts w:ascii="나눔스퀘어" w:eastAsia="나눔스퀘어" w:hAnsi="나눔스퀘어" w:hint="eastAsia"/>
        </w:rPr>
        <w:t>*</w:t>
      </w:r>
      <w:r w:rsidR="000A6E3A">
        <w:rPr>
          <w:rFonts w:ascii="나눔스퀘어" w:eastAsia="나눔스퀘어" w:hAnsi="나눔스퀘어" w:hint="eastAsia"/>
        </w:rPr>
        <w:t>서류가 미비</w:t>
      </w:r>
      <w:r w:rsidR="006C2912">
        <w:rPr>
          <w:rFonts w:ascii="나눔스퀘어" w:eastAsia="나눔스퀘어" w:hAnsi="나눔스퀘어" w:hint="eastAsia"/>
        </w:rPr>
        <w:t>하거나 사실과 다를</w:t>
      </w:r>
      <w:r w:rsidR="000A6E3A">
        <w:rPr>
          <w:rFonts w:ascii="나눔스퀘어" w:eastAsia="나눔스퀘어" w:hAnsi="나눔스퀘어" w:hint="eastAsia"/>
        </w:rPr>
        <w:t xml:space="preserve"> 경우,</w:t>
      </w:r>
      <w:r w:rsidR="000A6E3A">
        <w:rPr>
          <w:rFonts w:ascii="나눔스퀘어" w:eastAsia="나눔스퀘어" w:hAnsi="나눔스퀘어"/>
        </w:rPr>
        <w:t xml:space="preserve"> </w:t>
      </w:r>
      <w:r w:rsidR="000A6E3A">
        <w:rPr>
          <w:rFonts w:ascii="나눔스퀘어" w:eastAsia="나눔스퀘어" w:hAnsi="나눔스퀘어" w:hint="eastAsia"/>
        </w:rPr>
        <w:t>선발</w:t>
      </w:r>
      <w:r w:rsidR="006C2912">
        <w:rPr>
          <w:rFonts w:ascii="나눔스퀘어" w:eastAsia="나눔스퀘어" w:hAnsi="나눔스퀘어" w:hint="eastAsia"/>
        </w:rPr>
        <w:t xml:space="preserve"> 제외 및 취소</w:t>
      </w:r>
      <w:r w:rsidR="000A6E3A">
        <w:rPr>
          <w:rFonts w:ascii="나눔스퀘어" w:eastAsia="나눔스퀘어" w:hAnsi="나눔스퀘어" w:hint="eastAsia"/>
        </w:rPr>
        <w:t>될 수 있습니다.</w:t>
      </w:r>
    </w:p>
    <w:p w14:paraId="3C2D04F3" w14:textId="07BB4B10" w:rsidR="00F85BC9" w:rsidRPr="00605DE8" w:rsidRDefault="00F85BC9" w:rsidP="004C5F67">
      <w:pPr>
        <w:pStyle w:val="a"/>
        <w:numPr>
          <w:ilvl w:val="0"/>
          <w:numId w:val="0"/>
        </w:numPr>
        <w:ind w:left="215"/>
        <w:rPr>
          <w:rFonts w:ascii="나눔스퀘어" w:eastAsia="나눔스퀘어" w:hAnsi="나눔스퀘어"/>
          <w:sz w:val="12"/>
          <w:szCs w:val="12"/>
        </w:rPr>
      </w:pPr>
      <w:r>
        <w:rPr>
          <w:rFonts w:ascii="나눔스퀘어" w:eastAsia="나눔스퀘어" w:hAnsi="나눔스퀘어" w:hint="eastAsia"/>
        </w:rPr>
        <w:t>*</w:t>
      </w:r>
      <w:proofErr w:type="spellStart"/>
      <w:r>
        <w:rPr>
          <w:rFonts w:ascii="나눔스퀘어" w:eastAsia="나눔스퀘어" w:hAnsi="나눔스퀘어" w:hint="eastAsia"/>
        </w:rPr>
        <w:t>드림서포터는</w:t>
      </w:r>
      <w:proofErr w:type="spellEnd"/>
      <w:r>
        <w:rPr>
          <w:rFonts w:ascii="나눔스퀘어" w:eastAsia="나눔스퀘어" w:hAnsi="나눔스퀘어" w:hint="eastAsia"/>
        </w:rPr>
        <w:t xml:space="preserve"> 부모,</w:t>
      </w:r>
      <w:r>
        <w:rPr>
          <w:rFonts w:ascii="나눔스퀘어" w:eastAsia="나눔스퀘어" w:hAnsi="나눔스퀘어"/>
        </w:rPr>
        <w:t xml:space="preserve"> </w:t>
      </w:r>
      <w:r>
        <w:rPr>
          <w:rFonts w:ascii="나눔스퀘어" w:eastAsia="나눔스퀘어" w:hAnsi="나눔스퀘어" w:hint="eastAsia"/>
        </w:rPr>
        <w:t>형제 등 친인척 제외</w:t>
      </w:r>
      <w:r w:rsidR="00605DE8">
        <w:rPr>
          <w:rFonts w:ascii="나눔스퀘어" w:eastAsia="나눔스퀘어" w:hAnsi="나눔스퀘어"/>
        </w:rPr>
        <w:br/>
      </w:r>
    </w:p>
    <w:p w14:paraId="64C93FD2" w14:textId="749812B9" w:rsidR="000A6E3A" w:rsidRPr="00820DDB" w:rsidRDefault="000A6E3A" w:rsidP="000A6E3A">
      <w:pPr>
        <w:pStyle w:val="1"/>
        <w:spacing w:after="96"/>
        <w:rPr>
          <w:rFonts w:ascii="나눔스퀘어" w:eastAsia="나눔스퀘어" w:hAnsi="나눔스퀘어"/>
          <w:color w:val="0070C0"/>
          <w:sz w:val="24"/>
          <w:szCs w:val="24"/>
        </w:rPr>
      </w:pPr>
      <w:r w:rsidRPr="00820DDB">
        <w:rPr>
          <w:rFonts w:ascii="나눔스퀘어" w:eastAsia="나눔스퀘어" w:hAnsi="나눔스퀘어" w:hint="eastAsia"/>
          <w:color w:val="0070C0"/>
          <w:sz w:val="24"/>
          <w:szCs w:val="24"/>
        </w:rPr>
        <w:t>신청 기간</w:t>
      </w:r>
    </w:p>
    <w:p w14:paraId="67C620A2" w14:textId="696BC448" w:rsidR="004C5F67" w:rsidRPr="00605DE8" w:rsidRDefault="000A6E3A" w:rsidP="000A6E3A">
      <w:pPr>
        <w:pStyle w:val="a"/>
        <w:numPr>
          <w:ilvl w:val="0"/>
          <w:numId w:val="0"/>
        </w:numPr>
        <w:ind w:left="215"/>
        <w:rPr>
          <w:rFonts w:ascii="나눔스퀘어" w:eastAsia="나눔스퀘어" w:hAnsi="나눔스퀘어"/>
          <w:sz w:val="12"/>
          <w:szCs w:val="12"/>
        </w:rPr>
      </w:pPr>
      <w:r w:rsidRPr="00D5325E">
        <w:rPr>
          <w:rFonts w:ascii="나눔스퀘어" w:eastAsia="나눔스퀘어" w:hAnsi="나눔스퀘어" w:hint="eastAsia"/>
          <w:b/>
          <w:bCs/>
          <w:highlight w:val="yellow"/>
        </w:rPr>
        <w:t>2</w:t>
      </w:r>
      <w:r w:rsidRPr="00D5325E">
        <w:rPr>
          <w:rFonts w:ascii="나눔스퀘어" w:eastAsia="나눔스퀘어" w:hAnsi="나눔스퀘어"/>
          <w:b/>
          <w:bCs/>
          <w:highlight w:val="yellow"/>
        </w:rPr>
        <w:t>02</w:t>
      </w:r>
      <w:r w:rsidR="00682DD5">
        <w:rPr>
          <w:rFonts w:ascii="나눔스퀘어" w:eastAsia="나눔스퀘어" w:hAnsi="나눔스퀘어"/>
          <w:b/>
          <w:bCs/>
          <w:highlight w:val="yellow"/>
        </w:rPr>
        <w:t>4</w:t>
      </w:r>
      <w:r w:rsidRPr="00D5325E">
        <w:rPr>
          <w:rFonts w:ascii="나눔스퀘어" w:eastAsia="나눔스퀘어" w:hAnsi="나눔스퀘어"/>
          <w:b/>
          <w:bCs/>
          <w:highlight w:val="yellow"/>
        </w:rPr>
        <w:t xml:space="preserve">. </w:t>
      </w:r>
      <w:r w:rsidR="00D5325E" w:rsidRPr="00D5325E">
        <w:rPr>
          <w:rFonts w:ascii="나눔스퀘어" w:eastAsia="나눔스퀘어" w:hAnsi="나눔스퀘어"/>
          <w:b/>
          <w:bCs/>
          <w:highlight w:val="yellow"/>
        </w:rPr>
        <w:t>03</w:t>
      </w:r>
      <w:r w:rsidRPr="00D5325E">
        <w:rPr>
          <w:rFonts w:ascii="나눔스퀘어" w:eastAsia="나눔스퀘어" w:hAnsi="나눔스퀘어"/>
          <w:b/>
          <w:bCs/>
          <w:highlight w:val="yellow"/>
        </w:rPr>
        <w:t xml:space="preserve">. </w:t>
      </w:r>
      <w:r w:rsidR="00D5325E" w:rsidRPr="00D5325E">
        <w:rPr>
          <w:rFonts w:ascii="나눔스퀘어" w:eastAsia="나눔스퀘어" w:hAnsi="나눔스퀘어"/>
          <w:b/>
          <w:bCs/>
          <w:highlight w:val="yellow"/>
        </w:rPr>
        <w:t>31</w:t>
      </w:r>
      <w:r w:rsidRPr="00D5325E">
        <w:rPr>
          <w:rFonts w:ascii="나눔스퀘어" w:eastAsia="나눔스퀘어" w:hAnsi="나눔스퀘어"/>
          <w:b/>
          <w:bCs/>
          <w:highlight w:val="yellow"/>
        </w:rPr>
        <w:t>(</w:t>
      </w:r>
      <w:r w:rsidR="00682DD5">
        <w:rPr>
          <w:rFonts w:ascii="나눔스퀘어" w:eastAsia="나눔스퀘어" w:hAnsi="나눔스퀘어" w:hint="eastAsia"/>
          <w:b/>
          <w:bCs/>
          <w:highlight w:val="yellow"/>
        </w:rPr>
        <w:t>일</w:t>
      </w:r>
      <w:r w:rsidRPr="00D5325E">
        <w:rPr>
          <w:rFonts w:ascii="나눔스퀘어" w:eastAsia="나눔스퀘어" w:hAnsi="나눔스퀘어" w:hint="eastAsia"/>
          <w:b/>
          <w:bCs/>
          <w:highlight w:val="yellow"/>
        </w:rPr>
        <w:t>)</w:t>
      </w:r>
      <w:r w:rsidRPr="00D5325E">
        <w:rPr>
          <w:rFonts w:ascii="나눔스퀘어" w:eastAsia="나눔스퀘어" w:hAnsi="나눔스퀘어"/>
          <w:b/>
          <w:bCs/>
          <w:highlight w:val="yellow"/>
        </w:rPr>
        <w:t xml:space="preserve"> </w:t>
      </w:r>
      <w:r w:rsidRPr="00D5325E">
        <w:rPr>
          <w:rFonts w:ascii="나눔스퀘어" w:eastAsia="나눔스퀘어" w:hAnsi="나눔스퀘어" w:hint="eastAsia"/>
          <w:b/>
          <w:bCs/>
          <w:highlight w:val="yellow"/>
        </w:rPr>
        <w:t xml:space="preserve">오후 </w:t>
      </w:r>
      <w:r w:rsidRPr="00D5325E">
        <w:rPr>
          <w:rFonts w:ascii="나눔스퀘어" w:eastAsia="나눔스퀘어" w:hAnsi="나눔스퀘어"/>
          <w:b/>
          <w:bCs/>
          <w:highlight w:val="yellow"/>
        </w:rPr>
        <w:t>6</w:t>
      </w:r>
      <w:r w:rsidRPr="00D5325E">
        <w:rPr>
          <w:rFonts w:ascii="나눔스퀘어" w:eastAsia="나눔스퀘어" w:hAnsi="나눔스퀘어" w:hint="eastAsia"/>
          <w:b/>
          <w:bCs/>
          <w:highlight w:val="yellow"/>
        </w:rPr>
        <w:t>시까지</w:t>
      </w:r>
      <w:r w:rsidR="00605DE8">
        <w:rPr>
          <w:rFonts w:ascii="나눔스퀘어" w:eastAsia="나눔스퀘어" w:hAnsi="나눔스퀘어"/>
          <w:b/>
          <w:bCs/>
        </w:rPr>
        <w:br/>
      </w:r>
    </w:p>
    <w:p w14:paraId="25C96F8B" w14:textId="4732B3AC" w:rsidR="000A6E3A" w:rsidRPr="00820DDB" w:rsidRDefault="000A6E3A" w:rsidP="000A6E3A">
      <w:pPr>
        <w:pStyle w:val="1"/>
        <w:spacing w:after="96"/>
        <w:rPr>
          <w:rFonts w:ascii="나눔스퀘어" w:eastAsia="나눔스퀘어" w:hAnsi="나눔스퀘어"/>
          <w:color w:val="0070C0"/>
          <w:sz w:val="24"/>
          <w:szCs w:val="24"/>
        </w:rPr>
      </w:pPr>
      <w:r w:rsidRPr="00820DDB">
        <w:rPr>
          <w:rFonts w:ascii="나눔스퀘어" w:eastAsia="나눔스퀘어" w:hAnsi="나눔스퀘어" w:hint="eastAsia"/>
          <w:color w:val="0070C0"/>
          <w:sz w:val="24"/>
          <w:szCs w:val="24"/>
        </w:rPr>
        <w:t>문의</w:t>
      </w:r>
    </w:p>
    <w:p w14:paraId="38D07A73" w14:textId="77777777" w:rsidR="00011162" w:rsidRDefault="00000000" w:rsidP="00011162">
      <w:pPr>
        <w:pStyle w:val="a"/>
        <w:rPr>
          <w:rFonts w:ascii="나눔스퀘어" w:eastAsia="나눔스퀘어" w:hAnsi="나눔스퀘어"/>
        </w:rPr>
      </w:pPr>
      <w:hyperlink r:id="rId10" w:history="1">
        <w:r w:rsidR="000A6E3A" w:rsidRPr="00C502BF">
          <w:rPr>
            <w:rStyle w:val="ad"/>
            <w:rFonts w:ascii="나눔스퀘어" w:eastAsia="나눔스퀘어" w:hAnsi="나눔스퀘어" w:cs="맑은 고딕" w:hint="eastAsia"/>
          </w:rPr>
          <w:t>w</w:t>
        </w:r>
        <w:r w:rsidR="000A6E3A" w:rsidRPr="00C502BF">
          <w:rPr>
            <w:rStyle w:val="ad"/>
            <w:rFonts w:ascii="나눔스퀘어" w:eastAsia="나눔스퀘어" w:hAnsi="나눔스퀘어" w:cs="맑은 고딕"/>
          </w:rPr>
          <w:t>jf.</w:t>
        </w:r>
        <w:r w:rsidR="000A6E3A" w:rsidRPr="00C502BF">
          <w:rPr>
            <w:rStyle w:val="ad"/>
            <w:rFonts w:ascii="나눔스퀘어" w:eastAsia="나눔스퀘어" w:hAnsi="나눔스퀘어" w:cs="맑은 고딕" w:hint="eastAsia"/>
          </w:rPr>
          <w:t>contact@</w:t>
        </w:r>
        <w:r w:rsidR="000A6E3A" w:rsidRPr="00C502BF">
          <w:rPr>
            <w:rStyle w:val="ad"/>
            <w:rFonts w:ascii="나눔스퀘어" w:eastAsia="나눔스퀘어" w:hAnsi="나눔스퀘어" w:cs="맑은 고딕"/>
          </w:rPr>
          <w:t>gmail.com</w:t>
        </w:r>
      </w:hyperlink>
    </w:p>
    <w:p w14:paraId="26036076" w14:textId="68BF39DA" w:rsidR="001B29CF" w:rsidRPr="00605DE8" w:rsidRDefault="000A6E3A" w:rsidP="00011162">
      <w:pPr>
        <w:pStyle w:val="a"/>
        <w:rPr>
          <w:rFonts w:ascii="나눔스퀘어" w:eastAsia="나눔스퀘어" w:hAnsi="나눔스퀘어"/>
        </w:rPr>
      </w:pPr>
      <w:r w:rsidRPr="00011162">
        <w:rPr>
          <w:rFonts w:ascii="나눔스퀘어" w:eastAsia="나눔스퀘어" w:hAnsi="나눔스퀘어" w:cs="맑은 고딕"/>
        </w:rPr>
        <w:t>02-747-1859</w:t>
      </w:r>
    </w:p>
    <w:p w14:paraId="0B1B5264" w14:textId="323472E9" w:rsidR="00605DE8" w:rsidRDefault="00605DE8" w:rsidP="00605DE8">
      <w:pPr>
        <w:pStyle w:val="a"/>
        <w:numPr>
          <w:ilvl w:val="0"/>
          <w:numId w:val="0"/>
        </w:numPr>
        <w:rPr>
          <w:rFonts w:ascii="나눔스퀘어" w:eastAsia="나눔스퀘어" w:hAnsi="나눔스퀘어" w:cs="맑은 고딕"/>
          <w:sz w:val="12"/>
          <w:szCs w:val="12"/>
        </w:rPr>
      </w:pPr>
    </w:p>
    <w:p w14:paraId="21293168" w14:textId="77777777" w:rsidR="00605DE8" w:rsidRPr="00605DE8" w:rsidRDefault="00605DE8" w:rsidP="00605DE8">
      <w:pPr>
        <w:pStyle w:val="a"/>
        <w:numPr>
          <w:ilvl w:val="0"/>
          <w:numId w:val="0"/>
        </w:numPr>
        <w:rPr>
          <w:rFonts w:ascii="나눔스퀘어" w:eastAsia="나눔스퀘어" w:hAnsi="나눔스퀘어"/>
          <w:sz w:val="12"/>
          <w:szCs w:val="12"/>
        </w:rPr>
      </w:pPr>
    </w:p>
    <w:p w14:paraId="7DE59343" w14:textId="11CCE5AF" w:rsidR="00011162" w:rsidRDefault="00011162" w:rsidP="00011162">
      <w:pPr>
        <w:pStyle w:val="a"/>
        <w:numPr>
          <w:ilvl w:val="0"/>
          <w:numId w:val="0"/>
        </w:numPr>
        <w:ind w:left="215" w:hanging="215"/>
        <w:jc w:val="center"/>
        <w:rPr>
          <w:rFonts w:ascii="나눔스퀘어" w:eastAsia="나눔스퀘어" w:hAnsi="나눔스퀘어" w:cs="맑은 고딕"/>
          <w:b/>
          <w:bCs/>
          <w:sz w:val="28"/>
          <w:szCs w:val="28"/>
        </w:rPr>
      </w:pPr>
      <w:r w:rsidRPr="00011162">
        <w:rPr>
          <w:rFonts w:ascii="나눔스퀘어" w:eastAsia="나눔스퀘어" w:hAnsi="나눔스퀘어" w:cs="맑은 고딕" w:hint="eastAsia"/>
          <w:b/>
          <w:bCs/>
          <w:sz w:val="28"/>
          <w:szCs w:val="28"/>
        </w:rPr>
        <w:t>(재)</w:t>
      </w:r>
      <w:proofErr w:type="spellStart"/>
      <w:r w:rsidRPr="00011162">
        <w:rPr>
          <w:rFonts w:ascii="나눔스퀘어" w:eastAsia="나눔스퀘어" w:hAnsi="나눔스퀘어" w:cs="맑은 고딕" w:hint="eastAsia"/>
          <w:b/>
          <w:bCs/>
          <w:sz w:val="28"/>
          <w:szCs w:val="28"/>
        </w:rPr>
        <w:t>월곡주얼리산업진흥재단</w:t>
      </w:r>
      <w:proofErr w:type="spellEnd"/>
    </w:p>
    <w:p w14:paraId="083F55A9" w14:textId="55740746" w:rsidR="003B6B1F" w:rsidRPr="003B6B1F" w:rsidRDefault="003B6B1F" w:rsidP="003B6B1F">
      <w:pPr>
        <w:pStyle w:val="a"/>
        <w:numPr>
          <w:ilvl w:val="0"/>
          <w:numId w:val="0"/>
        </w:numPr>
        <w:ind w:left="215" w:hanging="215"/>
        <w:rPr>
          <w:rFonts w:ascii="나눔스퀘어" w:eastAsia="나눔스퀘어" w:hAnsi="나눔스퀘어"/>
          <w:b/>
          <w:bCs/>
        </w:rPr>
      </w:pPr>
      <w:r w:rsidRPr="003B6B1F">
        <w:rPr>
          <w:rFonts w:ascii="나눔스퀘어" w:eastAsia="나눔스퀘어" w:hAnsi="나눔스퀘어" w:hint="eastAsia"/>
          <w:b/>
          <w:bCs/>
        </w:rPr>
        <w:lastRenderedPageBreak/>
        <w:t>[서식1</w:t>
      </w:r>
      <w:r w:rsidRPr="003B6B1F">
        <w:rPr>
          <w:rFonts w:ascii="나눔스퀘어" w:eastAsia="나눔스퀘어" w:hAnsi="나눔스퀘어"/>
          <w:b/>
          <w:bCs/>
        </w:rPr>
        <w:t>]</w:t>
      </w:r>
    </w:p>
    <w:p w14:paraId="5BA7BD46" w14:textId="6BE251C7" w:rsidR="0007299F" w:rsidRDefault="0007299F" w:rsidP="00011162">
      <w:pPr>
        <w:pStyle w:val="a"/>
        <w:numPr>
          <w:ilvl w:val="0"/>
          <w:numId w:val="0"/>
        </w:numPr>
        <w:ind w:left="215" w:hanging="215"/>
        <w:jc w:val="center"/>
        <w:rPr>
          <w:rFonts w:ascii="나눔스퀘어" w:eastAsia="나눔스퀘어" w:hAnsi="나눔스퀘어"/>
          <w:b/>
          <w:bCs/>
          <w:sz w:val="28"/>
          <w:szCs w:val="28"/>
        </w:rPr>
      </w:pPr>
      <w:proofErr w:type="spellStart"/>
      <w:r>
        <w:rPr>
          <w:rFonts w:ascii="나눔스퀘어" w:eastAsia="나눔스퀘어" w:hAnsi="나눔스퀘어" w:hint="eastAsia"/>
          <w:b/>
          <w:bCs/>
          <w:sz w:val="28"/>
          <w:szCs w:val="28"/>
        </w:rPr>
        <w:t>월곡주얼리</w:t>
      </w:r>
      <w:r w:rsidR="00D5325E">
        <w:rPr>
          <w:rFonts w:ascii="나눔스퀘어" w:eastAsia="나눔스퀘어" w:hAnsi="나눔스퀘어" w:hint="eastAsia"/>
          <w:b/>
          <w:bCs/>
          <w:sz w:val="28"/>
          <w:szCs w:val="28"/>
        </w:rPr>
        <w:t>장학생</w:t>
      </w:r>
      <w:proofErr w:type="spellEnd"/>
      <w:r w:rsidR="00D5325E">
        <w:rPr>
          <w:rFonts w:ascii="나눔스퀘어" w:eastAsia="나눔스퀘어" w:hAnsi="나눔스퀘어" w:hint="eastAsia"/>
          <w:b/>
          <w:bCs/>
          <w:sz w:val="28"/>
          <w:szCs w:val="28"/>
        </w:rPr>
        <w:t xml:space="preserve"> 꿈 계획서 </w:t>
      </w:r>
      <w:r w:rsidR="00D5325E">
        <w:rPr>
          <w:rFonts w:ascii="나눔스퀘어" w:eastAsia="나눔스퀘어" w:hAnsi="나눔스퀘어"/>
          <w:b/>
          <w:bCs/>
          <w:sz w:val="28"/>
          <w:szCs w:val="28"/>
        </w:rPr>
        <w:t>(</w:t>
      </w:r>
      <w:r w:rsidR="00D5325E">
        <w:rPr>
          <w:rFonts w:ascii="나눔스퀘어" w:eastAsia="나눔스퀘어" w:hAnsi="나눔스퀘어" w:hint="eastAsia"/>
          <w:b/>
          <w:bCs/>
          <w:sz w:val="28"/>
          <w:szCs w:val="28"/>
        </w:rPr>
        <w:t>학생 작성)</w:t>
      </w:r>
    </w:p>
    <w:p w14:paraId="1065953B" w14:textId="54F46BC2" w:rsidR="0007299F" w:rsidRDefault="0007299F" w:rsidP="00011162">
      <w:pPr>
        <w:pStyle w:val="a"/>
        <w:numPr>
          <w:ilvl w:val="0"/>
          <w:numId w:val="0"/>
        </w:numPr>
        <w:ind w:left="215" w:hanging="215"/>
        <w:jc w:val="center"/>
        <w:rPr>
          <w:rFonts w:ascii="나눔스퀘어" w:eastAsia="나눔스퀘어" w:hAnsi="나눔스퀘어"/>
          <w:b/>
          <w:bCs/>
          <w:sz w:val="28"/>
          <w:szCs w:val="28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45"/>
        <w:gridCol w:w="1970"/>
        <w:gridCol w:w="391"/>
        <w:gridCol w:w="1399"/>
        <w:gridCol w:w="180"/>
        <w:gridCol w:w="1955"/>
        <w:gridCol w:w="15"/>
        <w:gridCol w:w="1970"/>
      </w:tblGrid>
      <w:tr w:rsidR="00D23803" w:rsidRPr="00D23803" w14:paraId="19F401E3" w14:textId="77777777" w:rsidTr="00D23803">
        <w:trPr>
          <w:trHeight w:val="597"/>
        </w:trPr>
        <w:tc>
          <w:tcPr>
            <w:tcW w:w="1645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85F2255" w14:textId="77777777" w:rsidR="00D23803" w:rsidRPr="00D23803" w:rsidRDefault="00D23803" w:rsidP="00D23803">
            <w:pPr>
              <w:widowControl w:val="0"/>
              <w:autoSpaceDE w:val="0"/>
              <w:autoSpaceDN w:val="0"/>
              <w:snapToGrid w:val="0"/>
              <w:spacing w:after="0" w:line="276" w:lineRule="auto"/>
              <w:jc w:val="center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  <w:r w:rsidRPr="00D23803">
              <w:rPr>
                <w:rFonts w:ascii="나눔스퀘어" w:eastAsia="나눔스퀘어" w:hAnsi="나눔스퀘어" w:cs="굴림"/>
                <w:color w:val="000000"/>
                <w:spacing w:val="-10"/>
                <w:sz w:val="24"/>
                <w:szCs w:val="24"/>
              </w:rPr>
              <w:t>성명</w:t>
            </w:r>
          </w:p>
        </w:tc>
        <w:tc>
          <w:tcPr>
            <w:tcW w:w="5895" w:type="dxa"/>
            <w:gridSpan w:val="5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4B50373" w14:textId="77777777" w:rsidR="00D23803" w:rsidRPr="00D23803" w:rsidRDefault="00D23803" w:rsidP="00D23803">
            <w:pPr>
              <w:widowControl w:val="0"/>
              <w:autoSpaceDE w:val="0"/>
              <w:autoSpaceDN w:val="0"/>
              <w:snapToGrid w:val="0"/>
              <w:spacing w:after="0" w:line="276" w:lineRule="auto"/>
              <w:jc w:val="center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F52342F" w14:textId="77777777" w:rsidR="00D23803" w:rsidRPr="00D23803" w:rsidRDefault="00D23803" w:rsidP="00D23803">
            <w:pPr>
              <w:widowControl w:val="0"/>
              <w:autoSpaceDE w:val="0"/>
              <w:autoSpaceDN w:val="0"/>
              <w:snapToGrid w:val="0"/>
              <w:spacing w:after="0" w:line="276" w:lineRule="auto"/>
              <w:jc w:val="center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  <w:r w:rsidRPr="00D23803">
              <w:rPr>
                <w:rFonts w:ascii="나눔스퀘어" w:eastAsia="나눔스퀘어" w:hAnsi="나눔스퀘어" w:cs="굴림"/>
                <w:color w:val="000000"/>
                <w:sz w:val="24"/>
                <w:szCs w:val="24"/>
              </w:rPr>
              <w:t>사 진</w:t>
            </w:r>
          </w:p>
          <w:p w14:paraId="4FA8CE02" w14:textId="77777777" w:rsidR="00D23803" w:rsidRPr="00D23803" w:rsidRDefault="00D23803" w:rsidP="00D23803">
            <w:pPr>
              <w:widowControl w:val="0"/>
              <w:autoSpaceDE w:val="0"/>
              <w:autoSpaceDN w:val="0"/>
              <w:snapToGrid w:val="0"/>
              <w:spacing w:after="0" w:line="276" w:lineRule="auto"/>
              <w:jc w:val="center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  <w:r w:rsidRPr="00D23803">
              <w:rPr>
                <w:rFonts w:ascii="나눔스퀘어" w:eastAsia="나눔스퀘어" w:hAnsi="나눔스퀘어" w:cs="굴림"/>
                <w:color w:val="000000"/>
                <w:spacing w:val="-10"/>
                <w:sz w:val="18"/>
                <w:szCs w:val="18"/>
              </w:rPr>
              <w:t>※ 실물과 차이가 없는 사진을 사용하세요</w:t>
            </w:r>
          </w:p>
        </w:tc>
      </w:tr>
      <w:tr w:rsidR="00D23803" w:rsidRPr="00D23803" w14:paraId="57F2CD5F" w14:textId="77777777" w:rsidTr="00D23803">
        <w:trPr>
          <w:trHeight w:val="597"/>
        </w:trPr>
        <w:tc>
          <w:tcPr>
            <w:tcW w:w="164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0F92F2A" w14:textId="77777777" w:rsidR="00D23803" w:rsidRPr="00D23803" w:rsidRDefault="00D23803" w:rsidP="00D23803">
            <w:pPr>
              <w:widowControl w:val="0"/>
              <w:autoSpaceDE w:val="0"/>
              <w:autoSpaceDN w:val="0"/>
              <w:snapToGrid w:val="0"/>
              <w:spacing w:after="0" w:line="276" w:lineRule="auto"/>
              <w:jc w:val="center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  <w:r w:rsidRPr="00D23803">
              <w:rPr>
                <w:rFonts w:ascii="나눔스퀘어" w:eastAsia="나눔스퀘어" w:hAnsi="나눔스퀘어" w:cs="굴림"/>
                <w:color w:val="000000"/>
                <w:spacing w:val="-10"/>
                <w:sz w:val="24"/>
                <w:szCs w:val="24"/>
              </w:rPr>
              <w:t>생년월일</w:t>
            </w:r>
          </w:p>
        </w:tc>
        <w:tc>
          <w:tcPr>
            <w:tcW w:w="23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29345F6" w14:textId="77777777" w:rsidR="00D23803" w:rsidRPr="00D23803" w:rsidRDefault="00D23803" w:rsidP="00D23803">
            <w:pPr>
              <w:widowControl w:val="0"/>
              <w:autoSpaceDE w:val="0"/>
              <w:autoSpaceDN w:val="0"/>
              <w:snapToGrid w:val="0"/>
              <w:spacing w:after="0" w:line="276" w:lineRule="auto"/>
              <w:jc w:val="center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</w:p>
        </w:tc>
        <w:tc>
          <w:tcPr>
            <w:tcW w:w="1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6EFB0D4" w14:textId="77777777" w:rsidR="00D23803" w:rsidRPr="00D23803" w:rsidRDefault="00D23803" w:rsidP="00D23803">
            <w:pPr>
              <w:widowControl w:val="0"/>
              <w:autoSpaceDE w:val="0"/>
              <w:autoSpaceDN w:val="0"/>
              <w:snapToGrid w:val="0"/>
              <w:spacing w:after="0" w:line="276" w:lineRule="auto"/>
              <w:jc w:val="center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  <w:r w:rsidRPr="00D23803">
              <w:rPr>
                <w:rFonts w:ascii="나눔스퀘어" w:eastAsia="나눔스퀘어" w:hAnsi="나눔스퀘어" w:cs="굴림"/>
                <w:color w:val="000000"/>
                <w:spacing w:val="-10"/>
                <w:sz w:val="24"/>
                <w:szCs w:val="24"/>
              </w:rPr>
              <w:t>성별</w:t>
            </w:r>
          </w:p>
        </w:tc>
        <w:tc>
          <w:tcPr>
            <w:tcW w:w="2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45F9347" w14:textId="77777777" w:rsidR="00D23803" w:rsidRPr="00D23803" w:rsidRDefault="00D23803" w:rsidP="00D23803">
            <w:pPr>
              <w:widowControl w:val="0"/>
              <w:autoSpaceDE w:val="0"/>
              <w:autoSpaceDN w:val="0"/>
              <w:snapToGrid w:val="0"/>
              <w:spacing w:after="0" w:line="276" w:lineRule="auto"/>
              <w:jc w:val="center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  <w:proofErr w:type="gramStart"/>
            <w:r w:rsidRPr="00D23803">
              <w:rPr>
                <w:rFonts w:ascii="나눔스퀘어" w:eastAsia="나눔스퀘어" w:hAnsi="나눔스퀘어" w:cs="굴림"/>
                <w:color w:val="000000"/>
                <w:spacing w:val="-10"/>
                <w:sz w:val="24"/>
                <w:szCs w:val="24"/>
              </w:rPr>
              <w:t xml:space="preserve">남 </w:t>
            </w:r>
            <w:r w:rsidRPr="00D23803">
              <w:rPr>
                <w:rFonts w:ascii="나눔스퀘어" w:eastAsia="나눔스퀘어" w:hAnsi="나눔스퀘어" w:cs="굴림" w:hint="eastAsia"/>
                <w:color w:val="000000"/>
                <w:spacing w:val="-10"/>
                <w:sz w:val="24"/>
                <w:szCs w:val="24"/>
              </w:rPr>
              <w:t>/</w:t>
            </w:r>
            <w:proofErr w:type="gramEnd"/>
            <w:r w:rsidRPr="00D23803">
              <w:rPr>
                <w:rFonts w:ascii="나눔스퀘어" w:eastAsia="나눔스퀘어" w:hAnsi="나눔스퀘어" w:cs="굴림" w:hint="eastAsia"/>
                <w:color w:val="000000"/>
                <w:spacing w:val="-10"/>
                <w:sz w:val="24"/>
                <w:szCs w:val="24"/>
              </w:rPr>
              <w:t xml:space="preserve"> </w:t>
            </w:r>
            <w:r w:rsidRPr="00D23803">
              <w:rPr>
                <w:rFonts w:ascii="나눔스퀘어" w:eastAsia="나눔스퀘어" w:hAnsi="나눔스퀘어" w:cs="굴림"/>
                <w:color w:val="000000"/>
                <w:spacing w:val="-10"/>
                <w:sz w:val="24"/>
                <w:szCs w:val="24"/>
              </w:rPr>
              <w:t>여</w:t>
            </w:r>
          </w:p>
        </w:tc>
        <w:tc>
          <w:tcPr>
            <w:tcW w:w="0" w:type="auto"/>
            <w:gridSpan w:val="2"/>
            <w:vMerge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14:paraId="21A1D19A" w14:textId="77777777" w:rsidR="00D23803" w:rsidRPr="00D23803" w:rsidRDefault="00D23803" w:rsidP="00D23803">
            <w:pPr>
              <w:spacing w:after="0" w:line="276" w:lineRule="auto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</w:p>
        </w:tc>
      </w:tr>
      <w:tr w:rsidR="00D23803" w:rsidRPr="00D23803" w14:paraId="16C934C0" w14:textId="77777777" w:rsidTr="00D23803">
        <w:trPr>
          <w:trHeight w:val="597"/>
        </w:trPr>
        <w:tc>
          <w:tcPr>
            <w:tcW w:w="164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8BD99D8" w14:textId="14B6D370" w:rsidR="00D23803" w:rsidRPr="00D23803" w:rsidRDefault="00D23803" w:rsidP="00D23803">
            <w:pPr>
              <w:widowControl w:val="0"/>
              <w:autoSpaceDE w:val="0"/>
              <w:autoSpaceDN w:val="0"/>
              <w:snapToGrid w:val="0"/>
              <w:spacing w:after="0" w:line="276" w:lineRule="auto"/>
              <w:jc w:val="center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  <w:r w:rsidRPr="00D23803">
              <w:rPr>
                <w:rFonts w:ascii="나눔스퀘어" w:eastAsia="나눔스퀘어" w:hAnsi="나눔스퀘어" w:cs="굴림"/>
                <w:color w:val="000000"/>
                <w:spacing w:val="-10"/>
                <w:sz w:val="24"/>
                <w:szCs w:val="24"/>
              </w:rPr>
              <w:t>학교명</w:t>
            </w:r>
            <w:r>
              <w:rPr>
                <w:rFonts w:ascii="나눔스퀘어" w:eastAsia="나눔스퀘어" w:hAnsi="나눔스퀘어" w:cs="굴림" w:hint="eastAsia"/>
                <w:color w:val="000000"/>
                <w:spacing w:val="-10"/>
                <w:sz w:val="24"/>
                <w:szCs w:val="24"/>
              </w:rPr>
              <w:t>/</w:t>
            </w:r>
            <w:proofErr w:type="spellStart"/>
            <w:r>
              <w:rPr>
                <w:rFonts w:ascii="나눔스퀘어" w:eastAsia="나눔스퀘어" w:hAnsi="나눔스퀘어" w:cs="굴림" w:hint="eastAsia"/>
                <w:color w:val="000000"/>
                <w:spacing w:val="-10"/>
                <w:sz w:val="24"/>
                <w:szCs w:val="24"/>
              </w:rPr>
              <w:t>학과명</w:t>
            </w:r>
            <w:proofErr w:type="spellEnd"/>
          </w:p>
        </w:tc>
        <w:tc>
          <w:tcPr>
            <w:tcW w:w="589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CC3AF43" w14:textId="44DA2616" w:rsidR="00D23803" w:rsidRPr="00D23803" w:rsidRDefault="00D23803" w:rsidP="00D23803">
            <w:pPr>
              <w:widowControl w:val="0"/>
              <w:autoSpaceDE w:val="0"/>
              <w:autoSpaceDN w:val="0"/>
              <w:snapToGrid w:val="0"/>
              <w:spacing w:after="0" w:line="276" w:lineRule="auto"/>
              <w:jc w:val="center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  <w:r>
              <w:rPr>
                <w:rFonts w:ascii="나눔스퀘어" w:eastAsia="나눔스퀘어" w:hAnsi="나눔스퀘어" w:cs="굴림"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0" w:type="auto"/>
            <w:gridSpan w:val="2"/>
            <w:vMerge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14:paraId="3A27753B" w14:textId="77777777" w:rsidR="00D23803" w:rsidRPr="00D23803" w:rsidRDefault="00D23803" w:rsidP="00D23803">
            <w:pPr>
              <w:spacing w:after="0" w:line="276" w:lineRule="auto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</w:p>
        </w:tc>
      </w:tr>
      <w:tr w:rsidR="00D23803" w:rsidRPr="00D23803" w14:paraId="225C962E" w14:textId="77777777" w:rsidTr="00D23803">
        <w:trPr>
          <w:trHeight w:val="597"/>
        </w:trPr>
        <w:tc>
          <w:tcPr>
            <w:tcW w:w="164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FF954D6" w14:textId="77777777" w:rsidR="00D23803" w:rsidRPr="00D23803" w:rsidRDefault="00D23803" w:rsidP="00D23803">
            <w:pPr>
              <w:widowControl w:val="0"/>
              <w:autoSpaceDE w:val="0"/>
              <w:autoSpaceDN w:val="0"/>
              <w:snapToGrid w:val="0"/>
              <w:spacing w:after="0" w:line="276" w:lineRule="auto"/>
              <w:jc w:val="center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  <w:r w:rsidRPr="00D23803">
              <w:rPr>
                <w:rFonts w:ascii="나눔스퀘어" w:eastAsia="나눔스퀘어" w:hAnsi="나눔스퀘어" w:cs="굴림"/>
                <w:color w:val="000000"/>
                <w:spacing w:val="-10"/>
                <w:sz w:val="24"/>
                <w:szCs w:val="24"/>
              </w:rPr>
              <w:t>전공</w:t>
            </w:r>
          </w:p>
        </w:tc>
        <w:tc>
          <w:tcPr>
            <w:tcW w:w="23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B385A3A" w14:textId="77777777" w:rsidR="00D23803" w:rsidRPr="00D23803" w:rsidRDefault="00D23803" w:rsidP="00D23803">
            <w:pPr>
              <w:widowControl w:val="0"/>
              <w:autoSpaceDE w:val="0"/>
              <w:autoSpaceDN w:val="0"/>
              <w:snapToGrid w:val="0"/>
              <w:spacing w:after="0" w:line="276" w:lineRule="auto"/>
              <w:jc w:val="center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</w:p>
        </w:tc>
        <w:tc>
          <w:tcPr>
            <w:tcW w:w="1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BEA3DA9" w14:textId="77777777" w:rsidR="00D23803" w:rsidRPr="00D23803" w:rsidRDefault="00D23803" w:rsidP="00D23803">
            <w:pPr>
              <w:widowControl w:val="0"/>
              <w:autoSpaceDE w:val="0"/>
              <w:autoSpaceDN w:val="0"/>
              <w:snapToGrid w:val="0"/>
              <w:spacing w:after="0" w:line="276" w:lineRule="auto"/>
              <w:jc w:val="center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  <w:r w:rsidRPr="00D23803">
              <w:rPr>
                <w:rFonts w:ascii="나눔스퀘어" w:eastAsia="나눔스퀘어" w:hAnsi="나눔스퀘어" w:cs="굴림"/>
                <w:color w:val="000000"/>
                <w:spacing w:val="-10"/>
                <w:sz w:val="24"/>
                <w:szCs w:val="24"/>
              </w:rPr>
              <w:t>학년</w:t>
            </w:r>
          </w:p>
        </w:tc>
        <w:tc>
          <w:tcPr>
            <w:tcW w:w="2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44C4707" w14:textId="77777777" w:rsidR="00D23803" w:rsidRPr="00D23803" w:rsidRDefault="00D23803" w:rsidP="00D23803">
            <w:pPr>
              <w:widowControl w:val="0"/>
              <w:autoSpaceDE w:val="0"/>
              <w:autoSpaceDN w:val="0"/>
              <w:snapToGrid w:val="0"/>
              <w:spacing w:after="0" w:line="276" w:lineRule="auto"/>
              <w:jc w:val="center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14:paraId="7D4D87B8" w14:textId="77777777" w:rsidR="00D23803" w:rsidRPr="00D23803" w:rsidRDefault="00D23803" w:rsidP="00D23803">
            <w:pPr>
              <w:spacing w:after="0" w:line="276" w:lineRule="auto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</w:p>
        </w:tc>
      </w:tr>
      <w:tr w:rsidR="00D23803" w:rsidRPr="00D23803" w14:paraId="27A87528" w14:textId="77777777" w:rsidTr="00D23803">
        <w:trPr>
          <w:trHeight w:val="1017"/>
        </w:trPr>
        <w:tc>
          <w:tcPr>
            <w:tcW w:w="164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4FA31C2" w14:textId="77777777" w:rsidR="00D23803" w:rsidRPr="00D23803" w:rsidRDefault="00D23803" w:rsidP="00D23803">
            <w:pPr>
              <w:widowControl w:val="0"/>
              <w:autoSpaceDE w:val="0"/>
              <w:autoSpaceDN w:val="0"/>
              <w:snapToGrid w:val="0"/>
              <w:spacing w:after="0" w:line="276" w:lineRule="auto"/>
              <w:jc w:val="center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  <w:r w:rsidRPr="00D23803">
              <w:rPr>
                <w:rFonts w:ascii="나눔스퀘어" w:eastAsia="나눔스퀘어" w:hAnsi="나눔스퀘어" w:cs="굴림"/>
                <w:color w:val="000000"/>
                <w:sz w:val="24"/>
                <w:szCs w:val="24"/>
              </w:rPr>
              <w:t xml:space="preserve">거주지 </w:t>
            </w:r>
          </w:p>
          <w:p w14:paraId="1D53D185" w14:textId="77777777" w:rsidR="00D23803" w:rsidRPr="00D23803" w:rsidRDefault="00D23803" w:rsidP="00D23803">
            <w:pPr>
              <w:widowControl w:val="0"/>
              <w:autoSpaceDE w:val="0"/>
              <w:autoSpaceDN w:val="0"/>
              <w:snapToGrid w:val="0"/>
              <w:spacing w:after="0" w:line="276" w:lineRule="auto"/>
              <w:jc w:val="center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  <w:r w:rsidRPr="00D23803">
              <w:rPr>
                <w:rFonts w:ascii="나눔스퀘어" w:eastAsia="나눔스퀘어" w:hAnsi="나눔스퀘어" w:cs="굴림"/>
                <w:color w:val="000000"/>
                <w:sz w:val="24"/>
                <w:szCs w:val="24"/>
              </w:rPr>
              <w:t>주소</w:t>
            </w:r>
          </w:p>
        </w:tc>
        <w:tc>
          <w:tcPr>
            <w:tcW w:w="788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64090B6" w14:textId="77777777" w:rsidR="00D23803" w:rsidRDefault="00D23803" w:rsidP="00D23803">
            <w:pPr>
              <w:widowControl w:val="0"/>
              <w:wordWrap w:val="0"/>
              <w:autoSpaceDE w:val="0"/>
              <w:autoSpaceDN w:val="0"/>
              <w:snapToGrid w:val="0"/>
              <w:spacing w:after="0" w:line="276" w:lineRule="auto"/>
              <w:jc w:val="both"/>
              <w:textAlignment w:val="baseline"/>
              <w:rPr>
                <w:rFonts w:ascii="나눔스퀘어" w:eastAsia="나눔스퀘어" w:hAnsi="나눔스퀘어" w:cs="굴림"/>
                <w:color w:val="000000"/>
                <w:sz w:val="24"/>
                <w:szCs w:val="24"/>
              </w:rPr>
            </w:pPr>
            <w:r w:rsidRPr="00D23803">
              <w:rPr>
                <w:rFonts w:ascii="나눔스퀘어" w:eastAsia="나눔스퀘어" w:hAnsi="나눔스퀘어" w:cs="굴림" w:hint="eastAsia"/>
                <w:color w:val="000000"/>
                <w:sz w:val="24"/>
                <w:szCs w:val="24"/>
              </w:rPr>
              <w:t>(</w:t>
            </w:r>
            <w:proofErr w:type="gramStart"/>
            <w:r w:rsidRPr="00D23803">
              <w:rPr>
                <w:rFonts w:ascii="나눔스퀘어" w:eastAsia="나눔스퀘어" w:hAnsi="나눔스퀘어" w:cs="굴림"/>
                <w:color w:val="000000"/>
                <w:sz w:val="24"/>
                <w:szCs w:val="24"/>
              </w:rPr>
              <w:t xml:space="preserve">우편번호 </w:t>
            </w:r>
            <w:r w:rsidRPr="00D23803">
              <w:rPr>
                <w:rFonts w:ascii="나눔스퀘어" w:eastAsia="나눔스퀘어" w:hAnsi="나눔스퀘어" w:cs="굴림" w:hint="eastAsia"/>
                <w:color w:val="000000"/>
                <w:sz w:val="24"/>
                <w:szCs w:val="24"/>
              </w:rPr>
              <w:t>:</w:t>
            </w:r>
            <w:proofErr w:type="gramEnd"/>
            <w:r w:rsidRPr="00D23803">
              <w:rPr>
                <w:rFonts w:ascii="나눔스퀘어" w:eastAsia="나눔스퀘어" w:hAnsi="나눔스퀘어" w:cs="굴림"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나눔스퀘어" w:eastAsia="나눔스퀘어" w:hAnsi="나눔스퀘어" w:cs="굴림"/>
                <w:color w:val="000000"/>
                <w:sz w:val="24"/>
                <w:szCs w:val="24"/>
              </w:rPr>
              <w:t xml:space="preserve">                   </w:t>
            </w:r>
            <w:r w:rsidRPr="00D23803">
              <w:rPr>
                <w:rFonts w:ascii="나눔스퀘어" w:eastAsia="나눔스퀘어" w:hAnsi="나눔스퀘어" w:cs="굴림" w:hint="eastAsia"/>
                <w:color w:val="000000"/>
                <w:sz w:val="24"/>
                <w:szCs w:val="24"/>
              </w:rPr>
              <w:t xml:space="preserve"> )</w:t>
            </w:r>
          </w:p>
          <w:p w14:paraId="3399A054" w14:textId="37F89388" w:rsidR="00D23803" w:rsidRPr="00D23803" w:rsidRDefault="00D23803" w:rsidP="00D23803">
            <w:pPr>
              <w:widowControl w:val="0"/>
              <w:wordWrap w:val="0"/>
              <w:autoSpaceDE w:val="0"/>
              <w:autoSpaceDN w:val="0"/>
              <w:snapToGrid w:val="0"/>
              <w:spacing w:after="0" w:line="276" w:lineRule="auto"/>
              <w:jc w:val="both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</w:p>
        </w:tc>
      </w:tr>
      <w:tr w:rsidR="00D23803" w:rsidRPr="00D23803" w14:paraId="2DD5630C" w14:textId="77777777" w:rsidTr="00D23803">
        <w:trPr>
          <w:trHeight w:val="570"/>
        </w:trPr>
        <w:tc>
          <w:tcPr>
            <w:tcW w:w="164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4A353AE" w14:textId="77777777" w:rsidR="00D23803" w:rsidRPr="00D23803" w:rsidRDefault="00D23803" w:rsidP="00D23803">
            <w:pPr>
              <w:widowControl w:val="0"/>
              <w:autoSpaceDE w:val="0"/>
              <w:autoSpaceDN w:val="0"/>
              <w:snapToGrid w:val="0"/>
              <w:spacing w:after="0" w:line="276" w:lineRule="auto"/>
              <w:jc w:val="center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  <w:r w:rsidRPr="00D23803">
              <w:rPr>
                <w:rFonts w:ascii="나눔스퀘어" w:eastAsia="나눔스퀘어" w:hAnsi="나눔스퀘어" w:cs="굴림" w:hint="eastAsia"/>
                <w:color w:val="000000"/>
                <w:sz w:val="24"/>
                <w:szCs w:val="24"/>
              </w:rPr>
              <w:t>E-mail</w:t>
            </w:r>
          </w:p>
        </w:tc>
        <w:tc>
          <w:tcPr>
            <w:tcW w:w="788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8CDED04" w14:textId="77777777" w:rsidR="00D23803" w:rsidRPr="00D23803" w:rsidRDefault="00D23803" w:rsidP="00D23803">
            <w:pPr>
              <w:widowControl w:val="0"/>
              <w:wordWrap w:val="0"/>
              <w:autoSpaceDE w:val="0"/>
              <w:autoSpaceDN w:val="0"/>
              <w:snapToGrid w:val="0"/>
              <w:spacing w:after="0" w:line="276" w:lineRule="auto"/>
              <w:jc w:val="both"/>
              <w:textAlignment w:val="baseline"/>
              <w:rPr>
                <w:rFonts w:ascii="나눔스퀘어" w:eastAsia="나눔스퀘어" w:hAnsi="나눔스퀘어" w:cs="굴림"/>
                <w:color w:val="000000"/>
                <w:sz w:val="24"/>
                <w:szCs w:val="24"/>
              </w:rPr>
            </w:pPr>
          </w:p>
          <w:p w14:paraId="5F0A6BC6" w14:textId="77777777" w:rsidR="00D23803" w:rsidRPr="00D23803" w:rsidRDefault="00D23803" w:rsidP="00D23803">
            <w:pPr>
              <w:widowControl w:val="0"/>
              <w:autoSpaceDE w:val="0"/>
              <w:autoSpaceDN w:val="0"/>
              <w:snapToGrid w:val="0"/>
              <w:spacing w:after="0" w:line="276" w:lineRule="auto"/>
              <w:jc w:val="right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  <w:r w:rsidRPr="00D23803">
              <w:rPr>
                <w:rFonts w:ascii="나눔스퀘어" w:eastAsia="나눔스퀘어" w:hAnsi="나눔스퀘어" w:cs="굴림"/>
                <w:color w:val="000000"/>
                <w:spacing w:val="-10"/>
                <w:sz w:val="18"/>
                <w:szCs w:val="18"/>
              </w:rPr>
              <w:t>※ 이메일이 없는 경우</w:t>
            </w:r>
            <w:r w:rsidRPr="00D23803">
              <w:rPr>
                <w:rFonts w:ascii="나눔스퀘어" w:eastAsia="나눔스퀘어" w:hAnsi="나눔스퀘어" w:cs="굴림" w:hint="eastAsia"/>
                <w:color w:val="000000"/>
                <w:spacing w:val="-10"/>
                <w:sz w:val="18"/>
                <w:szCs w:val="18"/>
              </w:rPr>
              <w:t xml:space="preserve">, </w:t>
            </w:r>
            <w:r w:rsidRPr="00D23803">
              <w:rPr>
                <w:rFonts w:ascii="나눔스퀘어" w:eastAsia="나눔스퀘어" w:hAnsi="나눔스퀘어" w:cs="굴림"/>
                <w:color w:val="000000"/>
                <w:spacing w:val="-10"/>
                <w:sz w:val="18"/>
                <w:szCs w:val="18"/>
              </w:rPr>
              <w:t>개설 후 작성해주세요</w:t>
            </w:r>
            <w:r w:rsidRPr="00D23803">
              <w:rPr>
                <w:rFonts w:ascii="나눔스퀘어" w:eastAsia="나눔스퀘어" w:hAnsi="나눔스퀘어" w:cs="굴림" w:hint="eastAsia"/>
                <w:color w:val="000000"/>
                <w:spacing w:val="-10"/>
                <w:sz w:val="18"/>
                <w:szCs w:val="18"/>
              </w:rPr>
              <w:t>.</w:t>
            </w:r>
          </w:p>
        </w:tc>
      </w:tr>
      <w:tr w:rsidR="00D23803" w:rsidRPr="00D23803" w14:paraId="41C93CDC" w14:textId="77777777" w:rsidTr="00FF4A07">
        <w:trPr>
          <w:trHeight w:val="832"/>
        </w:trPr>
        <w:tc>
          <w:tcPr>
            <w:tcW w:w="164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E458E36" w14:textId="77777777" w:rsidR="00D23803" w:rsidRPr="00D23803" w:rsidRDefault="00D23803" w:rsidP="00D23803">
            <w:pPr>
              <w:widowControl w:val="0"/>
              <w:autoSpaceDE w:val="0"/>
              <w:autoSpaceDN w:val="0"/>
              <w:snapToGrid w:val="0"/>
              <w:spacing w:after="0" w:line="276" w:lineRule="auto"/>
              <w:jc w:val="center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  <w:r w:rsidRPr="00D23803">
              <w:rPr>
                <w:rFonts w:ascii="나눔스퀘어" w:eastAsia="나눔스퀘어" w:hAnsi="나눔스퀘어" w:cs="굴림"/>
                <w:color w:val="000000"/>
                <w:sz w:val="24"/>
                <w:szCs w:val="24"/>
              </w:rPr>
              <w:t xml:space="preserve">연 </w:t>
            </w:r>
            <w:proofErr w:type="spellStart"/>
            <w:r w:rsidRPr="00D23803">
              <w:rPr>
                <w:rFonts w:ascii="나눔스퀘어" w:eastAsia="나눔스퀘어" w:hAnsi="나눔스퀘어" w:cs="굴림"/>
                <w:color w:val="000000"/>
                <w:sz w:val="24"/>
                <w:szCs w:val="24"/>
              </w:rPr>
              <w:t>락</w:t>
            </w:r>
            <w:proofErr w:type="spellEnd"/>
            <w:r w:rsidRPr="00D23803">
              <w:rPr>
                <w:rFonts w:ascii="나눔스퀘어" w:eastAsia="나눔스퀘어" w:hAnsi="나눔스퀘어" w:cs="굴림"/>
                <w:color w:val="000000"/>
                <w:sz w:val="24"/>
                <w:szCs w:val="24"/>
              </w:rPr>
              <w:t xml:space="preserve"> 처</w:t>
            </w:r>
          </w:p>
        </w:tc>
        <w:tc>
          <w:tcPr>
            <w:tcW w:w="788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D6D9910" w14:textId="77777777" w:rsidR="00D23803" w:rsidRPr="00D23803" w:rsidRDefault="00D23803" w:rsidP="00D23803">
            <w:pPr>
              <w:widowControl w:val="0"/>
              <w:wordWrap w:val="0"/>
              <w:autoSpaceDE w:val="0"/>
              <w:autoSpaceDN w:val="0"/>
              <w:snapToGrid w:val="0"/>
              <w:spacing w:after="0" w:line="276" w:lineRule="auto"/>
              <w:jc w:val="both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  <w:r w:rsidRPr="00D23803">
              <w:rPr>
                <w:rFonts w:ascii="나눔스퀘어" w:eastAsia="나눔스퀘어" w:hAnsi="나눔스퀘어" w:cs="굴림"/>
                <w:color w:val="000000"/>
                <w:sz w:val="24"/>
                <w:szCs w:val="24"/>
              </w:rPr>
              <w:t>휴대폰</w:t>
            </w:r>
            <w:r w:rsidRPr="00D23803">
              <w:rPr>
                <w:rFonts w:ascii="나눔스퀘어" w:eastAsia="나눔스퀘어" w:hAnsi="나눔스퀘어" w:cs="굴림" w:hint="eastAsia"/>
                <w:color w:val="000000"/>
                <w:sz w:val="24"/>
                <w:szCs w:val="24"/>
              </w:rPr>
              <w:t>(</w:t>
            </w:r>
            <w:r w:rsidRPr="00D23803">
              <w:rPr>
                <w:rFonts w:ascii="나눔스퀘어" w:eastAsia="나눔스퀘어" w:hAnsi="나눔스퀘어" w:cs="굴림"/>
                <w:color w:val="000000"/>
                <w:sz w:val="24"/>
                <w:szCs w:val="24"/>
              </w:rPr>
              <w:t>학 생</w:t>
            </w:r>
            <w:proofErr w:type="gramStart"/>
            <w:r w:rsidRPr="00D23803">
              <w:rPr>
                <w:rFonts w:ascii="나눔스퀘어" w:eastAsia="나눔스퀘어" w:hAnsi="나눔스퀘어" w:cs="굴림" w:hint="eastAsia"/>
                <w:color w:val="000000"/>
                <w:sz w:val="24"/>
                <w:szCs w:val="24"/>
              </w:rPr>
              <w:t>) :</w:t>
            </w:r>
            <w:proofErr w:type="gramEnd"/>
            <w:r w:rsidRPr="00D23803">
              <w:rPr>
                <w:rFonts w:ascii="나눔스퀘어" w:eastAsia="나눔스퀘어" w:hAnsi="나눔스퀘어" w:cs="굴림" w:hint="eastAsia"/>
                <w:color w:val="000000"/>
                <w:sz w:val="24"/>
                <w:szCs w:val="24"/>
              </w:rPr>
              <w:t xml:space="preserve"> </w:t>
            </w:r>
          </w:p>
          <w:p w14:paraId="7095E6EE" w14:textId="77777777" w:rsidR="00D23803" w:rsidRPr="00D23803" w:rsidRDefault="00D23803" w:rsidP="00D23803">
            <w:pPr>
              <w:widowControl w:val="0"/>
              <w:autoSpaceDE w:val="0"/>
              <w:autoSpaceDN w:val="0"/>
              <w:snapToGrid w:val="0"/>
              <w:spacing w:after="0" w:line="276" w:lineRule="auto"/>
              <w:jc w:val="right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  <w:r w:rsidRPr="00D23803">
              <w:rPr>
                <w:rFonts w:ascii="나눔스퀘어" w:eastAsia="나눔스퀘어" w:hAnsi="나눔스퀘어" w:cs="굴림"/>
                <w:color w:val="000000"/>
                <w:spacing w:val="-10"/>
                <w:sz w:val="18"/>
                <w:szCs w:val="18"/>
              </w:rPr>
              <w:t>※ 직접 연락 받을 수 있는 학생 본인의 번호를 작성해주세요</w:t>
            </w:r>
            <w:r w:rsidRPr="00D23803">
              <w:rPr>
                <w:rFonts w:ascii="나눔스퀘어" w:eastAsia="나눔스퀘어" w:hAnsi="나눔스퀘어" w:cs="굴림" w:hint="eastAsia"/>
                <w:color w:val="000000"/>
                <w:spacing w:val="-10"/>
                <w:sz w:val="18"/>
                <w:szCs w:val="18"/>
              </w:rPr>
              <w:t>.</w:t>
            </w:r>
          </w:p>
        </w:tc>
      </w:tr>
      <w:tr w:rsidR="00FF4A07" w:rsidRPr="00D23803" w14:paraId="325D178F" w14:textId="77777777" w:rsidTr="00342A9A">
        <w:trPr>
          <w:trHeight w:val="47"/>
        </w:trPr>
        <w:tc>
          <w:tcPr>
            <w:tcW w:w="1645" w:type="dxa"/>
            <w:tcBorders>
              <w:top w:val="single" w:sz="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1A827F2" w14:textId="2C173CFE" w:rsidR="00FF4A07" w:rsidRPr="00D23803" w:rsidRDefault="00FF4A07" w:rsidP="00D23803">
            <w:pPr>
              <w:widowControl w:val="0"/>
              <w:autoSpaceDE w:val="0"/>
              <w:autoSpaceDN w:val="0"/>
              <w:snapToGrid w:val="0"/>
              <w:spacing w:after="0" w:line="276" w:lineRule="auto"/>
              <w:jc w:val="center"/>
              <w:textAlignment w:val="baseline"/>
              <w:rPr>
                <w:rFonts w:ascii="나눔스퀘어" w:eastAsia="나눔스퀘어" w:hAnsi="나눔스퀘어" w:cs="굴림"/>
                <w:color w:val="000000"/>
                <w:sz w:val="24"/>
                <w:szCs w:val="24"/>
              </w:rPr>
            </w:pPr>
            <w:r>
              <w:rPr>
                <w:rFonts w:ascii="나눔스퀘어" w:eastAsia="나눔스퀘어" w:hAnsi="나눔스퀘어" w:cs="굴림" w:hint="eastAsia"/>
                <w:color w:val="000000"/>
                <w:sz w:val="24"/>
                <w:szCs w:val="24"/>
              </w:rPr>
              <w:t>구분</w:t>
            </w:r>
          </w:p>
        </w:tc>
        <w:tc>
          <w:tcPr>
            <w:tcW w:w="197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34B031" w14:textId="01BD6131" w:rsidR="00FF4A07" w:rsidRPr="00D23803" w:rsidRDefault="00FF4A07" w:rsidP="00521F8F">
            <w:pPr>
              <w:widowControl w:val="0"/>
              <w:wordWrap w:val="0"/>
              <w:autoSpaceDE w:val="0"/>
              <w:autoSpaceDN w:val="0"/>
              <w:snapToGrid w:val="0"/>
              <w:spacing w:after="0" w:line="276" w:lineRule="auto"/>
              <w:jc w:val="center"/>
              <w:textAlignment w:val="baseline"/>
              <w:rPr>
                <w:rFonts w:ascii="나눔스퀘어" w:eastAsia="나눔스퀘어" w:hAnsi="나눔스퀘어" w:cs="굴림"/>
                <w:color w:val="000000"/>
                <w:sz w:val="24"/>
                <w:szCs w:val="24"/>
              </w:rPr>
            </w:pPr>
            <w:r>
              <w:rPr>
                <w:rFonts w:ascii="나눔스퀘어" w:eastAsia="나눔스퀘어" w:hAnsi="나눔스퀘어" w:cs="굴림" w:hint="eastAsia"/>
                <w:color w:val="000000"/>
                <w:sz w:val="24"/>
                <w:szCs w:val="24"/>
              </w:rPr>
              <w:t>성명</w:t>
            </w:r>
          </w:p>
        </w:tc>
        <w:tc>
          <w:tcPr>
            <w:tcW w:w="1970" w:type="dxa"/>
            <w:gridSpan w:val="3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6857FE92" w14:textId="4F57D29C" w:rsidR="00FF4A07" w:rsidRPr="00D23803" w:rsidRDefault="00FF4A07" w:rsidP="00521F8F">
            <w:pPr>
              <w:widowControl w:val="0"/>
              <w:wordWrap w:val="0"/>
              <w:autoSpaceDE w:val="0"/>
              <w:autoSpaceDN w:val="0"/>
              <w:snapToGrid w:val="0"/>
              <w:spacing w:after="0" w:line="276" w:lineRule="auto"/>
              <w:jc w:val="center"/>
              <w:textAlignment w:val="baseline"/>
              <w:rPr>
                <w:rFonts w:ascii="나눔스퀘어" w:eastAsia="나눔스퀘어" w:hAnsi="나눔스퀘어" w:cs="굴림"/>
                <w:color w:val="000000"/>
                <w:sz w:val="24"/>
                <w:szCs w:val="24"/>
              </w:rPr>
            </w:pPr>
            <w:r>
              <w:rPr>
                <w:rFonts w:ascii="나눔스퀘어" w:eastAsia="나눔스퀘어" w:hAnsi="나눔스퀘어" w:cs="굴림" w:hint="eastAsia"/>
                <w:color w:val="000000"/>
                <w:sz w:val="24"/>
                <w:szCs w:val="24"/>
              </w:rPr>
              <w:t>생년월일</w:t>
            </w:r>
          </w:p>
        </w:tc>
        <w:tc>
          <w:tcPr>
            <w:tcW w:w="1970" w:type="dxa"/>
            <w:gridSpan w:val="2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12CE1EC7" w14:textId="33695EBB" w:rsidR="00FF4A07" w:rsidRPr="00D23803" w:rsidRDefault="00FF4A07" w:rsidP="00521F8F">
            <w:pPr>
              <w:widowControl w:val="0"/>
              <w:wordWrap w:val="0"/>
              <w:autoSpaceDE w:val="0"/>
              <w:autoSpaceDN w:val="0"/>
              <w:snapToGrid w:val="0"/>
              <w:spacing w:after="0" w:line="276" w:lineRule="auto"/>
              <w:jc w:val="center"/>
              <w:textAlignment w:val="baseline"/>
              <w:rPr>
                <w:rFonts w:ascii="나눔스퀘어" w:eastAsia="나눔스퀘어" w:hAnsi="나눔스퀘어" w:cs="굴림"/>
                <w:color w:val="000000"/>
                <w:sz w:val="24"/>
                <w:szCs w:val="24"/>
              </w:rPr>
            </w:pPr>
            <w:r>
              <w:rPr>
                <w:rFonts w:ascii="나눔스퀘어" w:eastAsia="나눔스퀘어" w:hAnsi="나눔스퀘어" w:cs="굴림" w:hint="eastAsia"/>
                <w:color w:val="000000"/>
                <w:sz w:val="24"/>
                <w:szCs w:val="24"/>
              </w:rPr>
              <w:t>직업</w:t>
            </w:r>
          </w:p>
        </w:tc>
        <w:tc>
          <w:tcPr>
            <w:tcW w:w="197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0B115100" w14:textId="59FB94AA" w:rsidR="00FF4A07" w:rsidRPr="00D23803" w:rsidRDefault="00FF4A07" w:rsidP="00521F8F">
            <w:pPr>
              <w:widowControl w:val="0"/>
              <w:wordWrap w:val="0"/>
              <w:autoSpaceDE w:val="0"/>
              <w:autoSpaceDN w:val="0"/>
              <w:snapToGrid w:val="0"/>
              <w:spacing w:after="0" w:line="276" w:lineRule="auto"/>
              <w:jc w:val="center"/>
              <w:textAlignment w:val="baseline"/>
              <w:rPr>
                <w:rFonts w:ascii="나눔스퀘어" w:eastAsia="나눔스퀘어" w:hAnsi="나눔스퀘어" w:cs="굴림"/>
                <w:color w:val="000000"/>
                <w:sz w:val="24"/>
                <w:szCs w:val="24"/>
              </w:rPr>
            </w:pPr>
            <w:r>
              <w:rPr>
                <w:rFonts w:ascii="나눔스퀘어" w:eastAsia="나눔스퀘어" w:hAnsi="나눔스퀘어" w:cs="굴림" w:hint="eastAsia"/>
                <w:color w:val="000000"/>
                <w:sz w:val="24"/>
                <w:szCs w:val="24"/>
              </w:rPr>
              <w:t>연락처</w:t>
            </w:r>
          </w:p>
        </w:tc>
      </w:tr>
      <w:tr w:rsidR="00FF4A07" w:rsidRPr="00D23803" w14:paraId="129DCE8F" w14:textId="77777777" w:rsidTr="00342A9A">
        <w:trPr>
          <w:trHeight w:val="249"/>
        </w:trPr>
        <w:tc>
          <w:tcPr>
            <w:tcW w:w="164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8E46BD8" w14:textId="6F839AA3" w:rsidR="00FF4A07" w:rsidRPr="00D23803" w:rsidRDefault="00FF4A07" w:rsidP="00D23803">
            <w:pPr>
              <w:widowControl w:val="0"/>
              <w:autoSpaceDE w:val="0"/>
              <w:autoSpaceDN w:val="0"/>
              <w:snapToGrid w:val="0"/>
              <w:spacing w:after="0" w:line="276" w:lineRule="auto"/>
              <w:jc w:val="center"/>
              <w:textAlignment w:val="baseline"/>
              <w:rPr>
                <w:rFonts w:ascii="나눔스퀘어" w:eastAsia="나눔스퀘어" w:hAnsi="나눔스퀘어" w:cs="굴림"/>
                <w:color w:val="000000"/>
                <w:sz w:val="24"/>
                <w:szCs w:val="24"/>
              </w:rPr>
            </w:pPr>
            <w:r>
              <w:rPr>
                <w:rFonts w:ascii="나눔스퀘어" w:eastAsia="나눔스퀘어" w:hAnsi="나눔스퀘어" w:cs="굴림" w:hint="eastAsia"/>
                <w:color w:val="000000"/>
                <w:sz w:val="24"/>
                <w:szCs w:val="24"/>
              </w:rPr>
              <w:t>부</w:t>
            </w: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0A332E" w14:textId="77777777" w:rsidR="00FF4A07" w:rsidRPr="00D23803" w:rsidRDefault="00FF4A07" w:rsidP="00D23803">
            <w:pPr>
              <w:widowControl w:val="0"/>
              <w:wordWrap w:val="0"/>
              <w:autoSpaceDE w:val="0"/>
              <w:autoSpaceDN w:val="0"/>
              <w:snapToGrid w:val="0"/>
              <w:spacing w:after="0" w:line="276" w:lineRule="auto"/>
              <w:jc w:val="both"/>
              <w:textAlignment w:val="baseline"/>
              <w:rPr>
                <w:rFonts w:ascii="나눔스퀘어" w:eastAsia="나눔스퀘어" w:hAnsi="나눔스퀘어" w:cs="굴림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5A5357" w14:textId="77777777" w:rsidR="00FF4A07" w:rsidRPr="00D23803" w:rsidRDefault="00FF4A07" w:rsidP="00D23803">
            <w:pPr>
              <w:widowControl w:val="0"/>
              <w:wordWrap w:val="0"/>
              <w:autoSpaceDE w:val="0"/>
              <w:autoSpaceDN w:val="0"/>
              <w:snapToGrid w:val="0"/>
              <w:spacing w:after="0" w:line="276" w:lineRule="auto"/>
              <w:jc w:val="both"/>
              <w:textAlignment w:val="baseline"/>
              <w:rPr>
                <w:rFonts w:ascii="나눔스퀘어" w:eastAsia="나눔스퀘어" w:hAnsi="나눔스퀘어" w:cs="굴림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3BEC2C" w14:textId="77777777" w:rsidR="00FF4A07" w:rsidRPr="00D23803" w:rsidRDefault="00FF4A07" w:rsidP="00D23803">
            <w:pPr>
              <w:widowControl w:val="0"/>
              <w:wordWrap w:val="0"/>
              <w:autoSpaceDE w:val="0"/>
              <w:autoSpaceDN w:val="0"/>
              <w:snapToGrid w:val="0"/>
              <w:spacing w:after="0" w:line="276" w:lineRule="auto"/>
              <w:jc w:val="both"/>
              <w:textAlignment w:val="baseline"/>
              <w:rPr>
                <w:rFonts w:ascii="나눔스퀘어" w:eastAsia="나눔스퀘어" w:hAnsi="나눔스퀘어" w:cs="굴림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14:paraId="01E03D56" w14:textId="77777777" w:rsidR="00FF4A07" w:rsidRPr="00D23803" w:rsidRDefault="00FF4A07" w:rsidP="00D23803">
            <w:pPr>
              <w:widowControl w:val="0"/>
              <w:wordWrap w:val="0"/>
              <w:autoSpaceDE w:val="0"/>
              <w:autoSpaceDN w:val="0"/>
              <w:snapToGrid w:val="0"/>
              <w:spacing w:after="0" w:line="276" w:lineRule="auto"/>
              <w:jc w:val="both"/>
              <w:textAlignment w:val="baseline"/>
              <w:rPr>
                <w:rFonts w:ascii="나눔스퀘어" w:eastAsia="나눔스퀘어" w:hAnsi="나눔스퀘어" w:cs="굴림"/>
                <w:color w:val="000000"/>
                <w:sz w:val="24"/>
                <w:szCs w:val="24"/>
              </w:rPr>
            </w:pPr>
          </w:p>
        </w:tc>
      </w:tr>
      <w:tr w:rsidR="00342A9A" w:rsidRPr="00D23803" w14:paraId="500B3648" w14:textId="77777777" w:rsidTr="00342A9A">
        <w:trPr>
          <w:trHeight w:val="249"/>
        </w:trPr>
        <w:tc>
          <w:tcPr>
            <w:tcW w:w="164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53C662" w14:textId="0B0A2B1C" w:rsidR="00342A9A" w:rsidRDefault="00342A9A" w:rsidP="00D23803">
            <w:pPr>
              <w:widowControl w:val="0"/>
              <w:autoSpaceDE w:val="0"/>
              <w:autoSpaceDN w:val="0"/>
              <w:snapToGrid w:val="0"/>
              <w:spacing w:after="0" w:line="276" w:lineRule="auto"/>
              <w:jc w:val="center"/>
              <w:textAlignment w:val="baseline"/>
              <w:rPr>
                <w:rFonts w:ascii="나눔스퀘어" w:eastAsia="나눔스퀘어" w:hAnsi="나눔스퀘어" w:cs="굴림"/>
                <w:color w:val="000000"/>
                <w:sz w:val="24"/>
                <w:szCs w:val="24"/>
              </w:rPr>
            </w:pPr>
            <w:r>
              <w:rPr>
                <w:rFonts w:ascii="나눔스퀘어" w:eastAsia="나눔스퀘어" w:hAnsi="나눔스퀘어" w:cs="굴림" w:hint="eastAsia"/>
                <w:color w:val="000000"/>
                <w:sz w:val="24"/>
                <w:szCs w:val="24"/>
              </w:rPr>
              <w:t>모</w:t>
            </w: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EE4935" w14:textId="77777777" w:rsidR="00342A9A" w:rsidRPr="00D23803" w:rsidRDefault="00342A9A" w:rsidP="00D23803">
            <w:pPr>
              <w:widowControl w:val="0"/>
              <w:wordWrap w:val="0"/>
              <w:autoSpaceDE w:val="0"/>
              <w:autoSpaceDN w:val="0"/>
              <w:snapToGrid w:val="0"/>
              <w:spacing w:after="0" w:line="276" w:lineRule="auto"/>
              <w:jc w:val="both"/>
              <w:textAlignment w:val="baseline"/>
              <w:rPr>
                <w:rFonts w:ascii="나눔스퀘어" w:eastAsia="나눔스퀘어" w:hAnsi="나눔스퀘어" w:cs="굴림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7B6B85" w14:textId="77777777" w:rsidR="00342A9A" w:rsidRPr="00D23803" w:rsidRDefault="00342A9A" w:rsidP="00D23803">
            <w:pPr>
              <w:widowControl w:val="0"/>
              <w:wordWrap w:val="0"/>
              <w:autoSpaceDE w:val="0"/>
              <w:autoSpaceDN w:val="0"/>
              <w:snapToGrid w:val="0"/>
              <w:spacing w:after="0" w:line="276" w:lineRule="auto"/>
              <w:jc w:val="both"/>
              <w:textAlignment w:val="baseline"/>
              <w:rPr>
                <w:rFonts w:ascii="나눔스퀘어" w:eastAsia="나눔스퀘어" w:hAnsi="나눔스퀘어" w:cs="굴림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D88B0F" w14:textId="77777777" w:rsidR="00342A9A" w:rsidRPr="00D23803" w:rsidRDefault="00342A9A" w:rsidP="00D23803">
            <w:pPr>
              <w:widowControl w:val="0"/>
              <w:wordWrap w:val="0"/>
              <w:autoSpaceDE w:val="0"/>
              <w:autoSpaceDN w:val="0"/>
              <w:snapToGrid w:val="0"/>
              <w:spacing w:after="0" w:line="276" w:lineRule="auto"/>
              <w:jc w:val="both"/>
              <w:textAlignment w:val="baseline"/>
              <w:rPr>
                <w:rFonts w:ascii="나눔스퀘어" w:eastAsia="나눔스퀘어" w:hAnsi="나눔스퀘어" w:cs="굴림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14:paraId="215B8BB4" w14:textId="77777777" w:rsidR="00342A9A" w:rsidRPr="00D23803" w:rsidRDefault="00342A9A" w:rsidP="00D23803">
            <w:pPr>
              <w:widowControl w:val="0"/>
              <w:wordWrap w:val="0"/>
              <w:autoSpaceDE w:val="0"/>
              <w:autoSpaceDN w:val="0"/>
              <w:snapToGrid w:val="0"/>
              <w:spacing w:after="0" w:line="276" w:lineRule="auto"/>
              <w:jc w:val="both"/>
              <w:textAlignment w:val="baseline"/>
              <w:rPr>
                <w:rFonts w:ascii="나눔스퀘어" w:eastAsia="나눔스퀘어" w:hAnsi="나눔스퀘어" w:cs="굴림"/>
                <w:color w:val="000000"/>
                <w:sz w:val="24"/>
                <w:szCs w:val="24"/>
              </w:rPr>
            </w:pPr>
          </w:p>
        </w:tc>
      </w:tr>
      <w:tr w:rsidR="00FF4A07" w:rsidRPr="00D23803" w14:paraId="4DC942BD" w14:textId="77777777" w:rsidTr="00342A9A">
        <w:trPr>
          <w:trHeight w:val="434"/>
        </w:trPr>
        <w:tc>
          <w:tcPr>
            <w:tcW w:w="1645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CC1549" w14:textId="4FB384FF" w:rsidR="00FF4A07" w:rsidRPr="00D23803" w:rsidRDefault="00342A9A" w:rsidP="00D23803">
            <w:pPr>
              <w:widowControl w:val="0"/>
              <w:autoSpaceDE w:val="0"/>
              <w:autoSpaceDN w:val="0"/>
              <w:snapToGrid w:val="0"/>
              <w:spacing w:after="0" w:line="276" w:lineRule="auto"/>
              <w:jc w:val="center"/>
              <w:textAlignment w:val="baseline"/>
              <w:rPr>
                <w:rFonts w:ascii="나눔스퀘어" w:eastAsia="나눔스퀘어" w:hAnsi="나눔스퀘어" w:cs="굴림"/>
                <w:color w:val="000000"/>
                <w:sz w:val="24"/>
                <w:szCs w:val="24"/>
              </w:rPr>
            </w:pPr>
            <w:r>
              <w:rPr>
                <w:rFonts w:ascii="나눔스퀘어" w:eastAsia="나눔스퀘어" w:hAnsi="나눔스퀘어" w:cs="굴림" w:hint="eastAsia"/>
                <w:color w:val="000000"/>
                <w:sz w:val="24"/>
                <w:szCs w:val="24"/>
              </w:rPr>
              <w:t>부모 외 보호자</w:t>
            </w: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05943F3" w14:textId="77777777" w:rsidR="00FF4A07" w:rsidRPr="00D23803" w:rsidRDefault="00FF4A07" w:rsidP="00D23803">
            <w:pPr>
              <w:widowControl w:val="0"/>
              <w:wordWrap w:val="0"/>
              <w:autoSpaceDE w:val="0"/>
              <w:autoSpaceDN w:val="0"/>
              <w:snapToGrid w:val="0"/>
              <w:spacing w:after="0" w:line="276" w:lineRule="auto"/>
              <w:jc w:val="both"/>
              <w:textAlignment w:val="baseline"/>
              <w:rPr>
                <w:rFonts w:ascii="나눔스퀘어" w:eastAsia="나눔스퀘어" w:hAnsi="나눔스퀘어" w:cs="굴림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6B907E1E" w14:textId="77777777" w:rsidR="00FF4A07" w:rsidRPr="00D23803" w:rsidRDefault="00FF4A07" w:rsidP="00D23803">
            <w:pPr>
              <w:widowControl w:val="0"/>
              <w:wordWrap w:val="0"/>
              <w:autoSpaceDE w:val="0"/>
              <w:autoSpaceDN w:val="0"/>
              <w:snapToGrid w:val="0"/>
              <w:spacing w:after="0" w:line="276" w:lineRule="auto"/>
              <w:jc w:val="both"/>
              <w:textAlignment w:val="baseline"/>
              <w:rPr>
                <w:rFonts w:ascii="나눔스퀘어" w:eastAsia="나눔스퀘어" w:hAnsi="나눔스퀘어" w:cs="굴림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21433D20" w14:textId="77777777" w:rsidR="00FF4A07" w:rsidRPr="00D23803" w:rsidRDefault="00FF4A07" w:rsidP="00D23803">
            <w:pPr>
              <w:widowControl w:val="0"/>
              <w:wordWrap w:val="0"/>
              <w:autoSpaceDE w:val="0"/>
              <w:autoSpaceDN w:val="0"/>
              <w:snapToGrid w:val="0"/>
              <w:spacing w:after="0" w:line="276" w:lineRule="auto"/>
              <w:jc w:val="both"/>
              <w:textAlignment w:val="baseline"/>
              <w:rPr>
                <w:rFonts w:ascii="나눔스퀘어" w:eastAsia="나눔스퀘어" w:hAnsi="나눔스퀘어" w:cs="굴림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B8CA601" w14:textId="77777777" w:rsidR="00FF4A07" w:rsidRPr="00D23803" w:rsidRDefault="00FF4A07" w:rsidP="00D23803">
            <w:pPr>
              <w:widowControl w:val="0"/>
              <w:wordWrap w:val="0"/>
              <w:autoSpaceDE w:val="0"/>
              <w:autoSpaceDN w:val="0"/>
              <w:snapToGrid w:val="0"/>
              <w:spacing w:after="0" w:line="276" w:lineRule="auto"/>
              <w:jc w:val="both"/>
              <w:textAlignment w:val="baseline"/>
              <w:rPr>
                <w:rFonts w:ascii="나눔스퀘어" w:eastAsia="나눔스퀘어" w:hAnsi="나눔스퀘어" w:cs="굴림"/>
                <w:color w:val="000000"/>
                <w:sz w:val="24"/>
                <w:szCs w:val="24"/>
              </w:rPr>
            </w:pPr>
          </w:p>
        </w:tc>
      </w:tr>
      <w:tr w:rsidR="00D23803" w:rsidRPr="00D23803" w14:paraId="0B18F546" w14:textId="77777777" w:rsidTr="00342A9A">
        <w:trPr>
          <w:trHeight w:val="6016"/>
        </w:trPr>
        <w:tc>
          <w:tcPr>
            <w:tcW w:w="9525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3047C23" w14:textId="1B63CC1A" w:rsidR="00D23803" w:rsidRPr="00D23803" w:rsidRDefault="00D23803" w:rsidP="00D23803">
            <w:pPr>
              <w:widowControl w:val="0"/>
              <w:autoSpaceDE w:val="0"/>
              <w:autoSpaceDN w:val="0"/>
              <w:snapToGrid w:val="0"/>
              <w:spacing w:after="0" w:line="276" w:lineRule="auto"/>
              <w:jc w:val="center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  <w:r w:rsidRPr="00D23803">
              <w:rPr>
                <w:rFonts w:ascii="나눔스퀘어" w:eastAsia="나눔스퀘어" w:hAnsi="나눔스퀘어" w:cs="굴림"/>
                <w:color w:val="000000"/>
                <w:sz w:val="24"/>
                <w:szCs w:val="24"/>
              </w:rPr>
              <w:t xml:space="preserve">위 본인은 </w:t>
            </w:r>
            <w:r w:rsidRPr="00D23803">
              <w:rPr>
                <w:rFonts w:ascii="나눔스퀘어" w:eastAsia="나눔스퀘어" w:hAnsi="나눔스퀘어" w:cs="굴림" w:hint="eastAsia"/>
                <w:color w:val="000000"/>
                <w:sz w:val="24"/>
                <w:szCs w:val="24"/>
              </w:rPr>
              <w:t>(</w:t>
            </w:r>
            <w:r w:rsidRPr="00D23803">
              <w:rPr>
                <w:rFonts w:ascii="나눔스퀘어" w:eastAsia="나눔스퀘어" w:hAnsi="나눔스퀘어" w:cs="굴림"/>
                <w:color w:val="000000"/>
                <w:sz w:val="24"/>
                <w:szCs w:val="24"/>
              </w:rPr>
              <w:t>재</w:t>
            </w:r>
            <w:r w:rsidRPr="00D23803">
              <w:rPr>
                <w:rFonts w:ascii="나눔스퀘어" w:eastAsia="나눔스퀘어" w:hAnsi="나눔스퀘어" w:cs="굴림" w:hint="eastAsia"/>
                <w:color w:val="000000"/>
                <w:sz w:val="24"/>
                <w:szCs w:val="24"/>
              </w:rPr>
              <w:t>)</w:t>
            </w:r>
            <w:proofErr w:type="spellStart"/>
            <w:r w:rsidRPr="00D23803">
              <w:rPr>
                <w:rFonts w:ascii="나눔스퀘어" w:eastAsia="나눔스퀘어" w:hAnsi="나눔스퀘어" w:cs="굴림"/>
                <w:color w:val="000000"/>
                <w:sz w:val="24"/>
                <w:szCs w:val="24"/>
              </w:rPr>
              <w:t>월곡주얼리산업진흥재단</w:t>
            </w:r>
            <w:proofErr w:type="spellEnd"/>
            <w:r w:rsidRPr="00D23803">
              <w:rPr>
                <w:rFonts w:ascii="나눔스퀘어" w:eastAsia="나눔스퀘어" w:hAnsi="나눔스퀘어" w:cs="굴림"/>
                <w:color w:val="000000"/>
                <w:sz w:val="24"/>
                <w:szCs w:val="24"/>
              </w:rPr>
              <w:t xml:space="preserve"> 장학생으로 신청하고자 합니다</w:t>
            </w:r>
            <w:r w:rsidRPr="00D23803">
              <w:rPr>
                <w:rFonts w:ascii="나눔스퀘어" w:eastAsia="나눔스퀘어" w:hAnsi="나눔스퀘어" w:cs="굴림" w:hint="eastAsia"/>
                <w:color w:val="000000"/>
                <w:sz w:val="24"/>
                <w:szCs w:val="24"/>
              </w:rPr>
              <w:t>.</w:t>
            </w:r>
          </w:p>
          <w:p w14:paraId="2E1B010A" w14:textId="2B70FEE2" w:rsidR="00D23803" w:rsidRDefault="00D23803" w:rsidP="00D23803">
            <w:pPr>
              <w:widowControl w:val="0"/>
              <w:wordWrap w:val="0"/>
              <w:autoSpaceDE w:val="0"/>
              <w:autoSpaceDN w:val="0"/>
              <w:snapToGrid w:val="0"/>
              <w:spacing w:after="0" w:line="276" w:lineRule="auto"/>
              <w:jc w:val="both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</w:p>
          <w:p w14:paraId="28EEDFE5" w14:textId="77777777" w:rsidR="00EC32EC" w:rsidRPr="00D23803" w:rsidRDefault="00EC32EC" w:rsidP="00D23803">
            <w:pPr>
              <w:widowControl w:val="0"/>
              <w:wordWrap w:val="0"/>
              <w:autoSpaceDE w:val="0"/>
              <w:autoSpaceDN w:val="0"/>
              <w:snapToGrid w:val="0"/>
              <w:spacing w:after="0" w:line="276" w:lineRule="auto"/>
              <w:jc w:val="both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</w:p>
          <w:p w14:paraId="5D03AA8F" w14:textId="27A621F2" w:rsidR="00D23803" w:rsidRPr="00D23803" w:rsidRDefault="00D23803" w:rsidP="00EC32EC">
            <w:pPr>
              <w:widowControl w:val="0"/>
              <w:wordWrap w:val="0"/>
              <w:autoSpaceDE w:val="0"/>
              <w:autoSpaceDN w:val="0"/>
              <w:snapToGrid w:val="0"/>
              <w:spacing w:after="0" w:line="276" w:lineRule="auto"/>
              <w:jc w:val="center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  <w:r w:rsidRPr="00D23803">
              <w:rPr>
                <w:rFonts w:ascii="나눔스퀘어" w:eastAsia="나눔스퀘어" w:hAnsi="나눔스퀘어" w:cs="굴림"/>
                <w:color w:val="000000"/>
                <w:sz w:val="24"/>
                <w:szCs w:val="24"/>
              </w:rPr>
              <w:t xml:space="preserve">년 </w:t>
            </w:r>
            <w:r w:rsidR="00EC32EC">
              <w:rPr>
                <w:rFonts w:ascii="나눔스퀘어" w:eastAsia="나눔스퀘어" w:hAnsi="나눔스퀘어" w:cs="굴림"/>
                <w:color w:val="000000"/>
                <w:sz w:val="24"/>
                <w:szCs w:val="24"/>
              </w:rPr>
              <w:t xml:space="preserve">        </w:t>
            </w:r>
            <w:r w:rsidRPr="00D23803">
              <w:rPr>
                <w:rFonts w:ascii="나눔스퀘어" w:eastAsia="나눔스퀘어" w:hAnsi="나눔스퀘어" w:cs="굴림"/>
                <w:color w:val="000000"/>
                <w:sz w:val="24"/>
                <w:szCs w:val="24"/>
              </w:rPr>
              <w:t xml:space="preserve">월 </w:t>
            </w:r>
            <w:r w:rsidR="00EC32EC">
              <w:rPr>
                <w:rFonts w:ascii="나눔스퀘어" w:eastAsia="나눔스퀘어" w:hAnsi="나눔스퀘어" w:cs="굴림"/>
                <w:color w:val="000000"/>
                <w:sz w:val="24"/>
                <w:szCs w:val="24"/>
              </w:rPr>
              <w:t xml:space="preserve">        </w:t>
            </w:r>
            <w:r w:rsidRPr="00D23803">
              <w:rPr>
                <w:rFonts w:ascii="나눔스퀘어" w:eastAsia="나눔스퀘어" w:hAnsi="나눔스퀘어" w:cs="굴림"/>
                <w:color w:val="000000"/>
                <w:sz w:val="24"/>
                <w:szCs w:val="24"/>
              </w:rPr>
              <w:t>일</w:t>
            </w:r>
          </w:p>
          <w:p w14:paraId="70B30630" w14:textId="77777777" w:rsidR="00D23803" w:rsidRPr="00D23803" w:rsidRDefault="00D23803" w:rsidP="00D23803">
            <w:pPr>
              <w:widowControl w:val="0"/>
              <w:wordWrap w:val="0"/>
              <w:autoSpaceDE w:val="0"/>
              <w:autoSpaceDN w:val="0"/>
              <w:snapToGrid w:val="0"/>
              <w:spacing w:after="0" w:line="276" w:lineRule="auto"/>
              <w:jc w:val="both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</w:p>
          <w:p w14:paraId="1F016244" w14:textId="77777777" w:rsidR="00D23803" w:rsidRPr="00D23803" w:rsidRDefault="00D23803" w:rsidP="00D23803">
            <w:pPr>
              <w:widowControl w:val="0"/>
              <w:wordWrap w:val="0"/>
              <w:autoSpaceDE w:val="0"/>
              <w:autoSpaceDN w:val="0"/>
              <w:snapToGrid w:val="0"/>
              <w:spacing w:after="0" w:line="276" w:lineRule="auto"/>
              <w:jc w:val="both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</w:p>
          <w:p w14:paraId="132383E0" w14:textId="2CCF99E2" w:rsidR="00D23803" w:rsidRDefault="00EC32EC" w:rsidP="00EC32EC">
            <w:pPr>
              <w:widowControl w:val="0"/>
              <w:wordWrap w:val="0"/>
              <w:autoSpaceDE w:val="0"/>
              <w:autoSpaceDN w:val="0"/>
              <w:snapToGrid w:val="0"/>
              <w:spacing w:after="0" w:line="276" w:lineRule="auto"/>
              <w:jc w:val="center"/>
              <w:textAlignment w:val="baseline"/>
              <w:rPr>
                <w:rFonts w:ascii="나눔스퀘어" w:eastAsia="나눔스퀘어" w:hAnsi="나눔스퀘어" w:cs="굴림"/>
                <w:color w:val="000000"/>
                <w:sz w:val="24"/>
                <w:szCs w:val="24"/>
              </w:rPr>
            </w:pPr>
            <w:r>
              <w:rPr>
                <w:rFonts w:ascii="나눔스퀘어" w:eastAsia="나눔스퀘어" w:hAnsi="나눔스퀘어" w:cs="굴림"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나눔스퀘어" w:eastAsia="나눔스퀘어" w:hAnsi="나눔스퀘어" w:cs="굴림"/>
                <w:color w:val="000000"/>
                <w:sz w:val="24"/>
                <w:szCs w:val="24"/>
              </w:rPr>
              <w:t xml:space="preserve">                                                                             </w:t>
            </w:r>
            <w:r w:rsidR="00D23803" w:rsidRPr="00D23803">
              <w:rPr>
                <w:rFonts w:ascii="나눔스퀘어" w:eastAsia="나눔스퀘어" w:hAnsi="나눔스퀘어" w:cs="굴림"/>
                <w:color w:val="000000"/>
                <w:sz w:val="24"/>
                <w:szCs w:val="24"/>
              </w:rPr>
              <w:t>학생</w:t>
            </w:r>
            <w:r w:rsidR="00D23803" w:rsidRPr="00D23803">
              <w:rPr>
                <w:rFonts w:ascii="나눔스퀘어" w:eastAsia="나눔스퀘어" w:hAnsi="나눔스퀘어" w:cs="굴림" w:hint="eastAsia"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나눔스퀘어" w:eastAsia="나눔스퀘어" w:hAnsi="나눔스퀘어" w:cs="굴림"/>
                <w:color w:val="000000"/>
                <w:sz w:val="24"/>
                <w:szCs w:val="24"/>
              </w:rPr>
              <w:t xml:space="preserve">                              </w:t>
            </w:r>
            <w:r w:rsidR="00D23803" w:rsidRPr="00D23803">
              <w:rPr>
                <w:rFonts w:ascii="나눔스퀘어" w:eastAsia="나눔스퀘어" w:hAnsi="나눔스퀘어" w:cs="굴림" w:hint="eastAsia"/>
                <w:color w:val="000000"/>
                <w:sz w:val="24"/>
                <w:szCs w:val="24"/>
              </w:rPr>
              <w:t>(</w:t>
            </w:r>
            <w:r w:rsidR="007F3477">
              <w:rPr>
                <w:rFonts w:ascii="나눔스퀘어" w:eastAsia="나눔스퀘어" w:hAnsi="나눔스퀘어" w:cs="굴림" w:hint="eastAsia"/>
                <w:color w:val="000000"/>
                <w:sz w:val="24"/>
                <w:szCs w:val="24"/>
              </w:rPr>
              <w:t xml:space="preserve">서명 또는 </w:t>
            </w:r>
            <w:r w:rsidR="00D23803" w:rsidRPr="00D23803">
              <w:rPr>
                <w:rFonts w:ascii="나눔스퀘어" w:eastAsia="나눔스퀘어" w:hAnsi="나눔스퀘어" w:cs="굴림"/>
                <w:color w:val="000000"/>
                <w:sz w:val="24"/>
                <w:szCs w:val="24"/>
              </w:rPr>
              <w:t>인</w:t>
            </w:r>
            <w:r w:rsidR="00D23803" w:rsidRPr="00D23803">
              <w:rPr>
                <w:rFonts w:ascii="나눔스퀘어" w:eastAsia="나눔스퀘어" w:hAnsi="나눔스퀘어" w:cs="굴림" w:hint="eastAsia"/>
                <w:color w:val="000000"/>
                <w:sz w:val="24"/>
                <w:szCs w:val="24"/>
              </w:rPr>
              <w:t>)</w:t>
            </w:r>
          </w:p>
          <w:p w14:paraId="334F41B4" w14:textId="77777777" w:rsidR="00CB581E" w:rsidRDefault="00CB581E" w:rsidP="00EC32EC">
            <w:pPr>
              <w:widowControl w:val="0"/>
              <w:wordWrap w:val="0"/>
              <w:autoSpaceDE w:val="0"/>
              <w:autoSpaceDN w:val="0"/>
              <w:snapToGrid w:val="0"/>
              <w:spacing w:after="0" w:line="276" w:lineRule="auto"/>
              <w:jc w:val="center"/>
              <w:textAlignment w:val="baseline"/>
              <w:rPr>
                <w:rFonts w:ascii="나눔스퀘어" w:eastAsia="나눔스퀘어" w:hAnsi="나눔스퀘어" w:cs="굴림"/>
                <w:color w:val="000000"/>
                <w:sz w:val="24"/>
                <w:szCs w:val="24"/>
              </w:rPr>
            </w:pPr>
          </w:p>
          <w:p w14:paraId="4982361F" w14:textId="359781E8" w:rsidR="00342A9A" w:rsidRPr="00D23803" w:rsidRDefault="00342A9A" w:rsidP="00342A9A">
            <w:pPr>
              <w:widowControl w:val="0"/>
              <w:wordWrap w:val="0"/>
              <w:autoSpaceDE w:val="0"/>
              <w:autoSpaceDN w:val="0"/>
              <w:snapToGrid w:val="0"/>
              <w:spacing w:after="0" w:line="276" w:lineRule="auto"/>
              <w:jc w:val="center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  <w:r>
              <w:rPr>
                <w:rFonts w:ascii="나눔스퀘어" w:eastAsia="나눔스퀘어" w:hAnsi="나눔스퀘어" w:cs="굴림"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나눔스퀘어" w:eastAsia="나눔스퀘어" w:hAnsi="나눔스퀘어" w:cs="굴림"/>
                <w:color w:val="000000"/>
                <w:sz w:val="24"/>
                <w:szCs w:val="24"/>
              </w:rPr>
              <w:t xml:space="preserve">                                                                         </w:t>
            </w:r>
            <w:r>
              <w:rPr>
                <w:rFonts w:ascii="나눔스퀘어" w:eastAsia="나눔스퀘어" w:hAnsi="나눔스퀘어" w:cs="굴림" w:hint="eastAsia"/>
                <w:color w:val="000000"/>
                <w:sz w:val="24"/>
                <w:szCs w:val="24"/>
              </w:rPr>
              <w:t>보호자</w:t>
            </w:r>
            <w:r w:rsidRPr="00D23803">
              <w:rPr>
                <w:rFonts w:ascii="나눔스퀘어" w:eastAsia="나눔스퀘어" w:hAnsi="나눔스퀘어" w:cs="굴림" w:hint="eastAsia"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나눔스퀘어" w:eastAsia="나눔스퀘어" w:hAnsi="나눔스퀘어" w:cs="굴림"/>
                <w:color w:val="000000"/>
                <w:sz w:val="24"/>
                <w:szCs w:val="24"/>
              </w:rPr>
              <w:t xml:space="preserve">                              </w:t>
            </w:r>
            <w:r w:rsidRPr="00D23803">
              <w:rPr>
                <w:rFonts w:ascii="나눔스퀘어" w:eastAsia="나눔스퀘어" w:hAnsi="나눔스퀘어" w:cs="굴림" w:hint="eastAsia"/>
                <w:color w:val="000000"/>
                <w:sz w:val="24"/>
                <w:szCs w:val="24"/>
              </w:rPr>
              <w:t>(</w:t>
            </w:r>
            <w:r>
              <w:rPr>
                <w:rFonts w:ascii="나눔스퀘어" w:eastAsia="나눔스퀘어" w:hAnsi="나눔스퀘어" w:cs="굴림" w:hint="eastAsia"/>
                <w:color w:val="000000"/>
                <w:sz w:val="24"/>
                <w:szCs w:val="24"/>
              </w:rPr>
              <w:t xml:space="preserve">서명 또는 </w:t>
            </w:r>
            <w:r w:rsidRPr="00D23803">
              <w:rPr>
                <w:rFonts w:ascii="나눔스퀘어" w:eastAsia="나눔스퀘어" w:hAnsi="나눔스퀘어" w:cs="굴림"/>
                <w:color w:val="000000"/>
                <w:sz w:val="24"/>
                <w:szCs w:val="24"/>
              </w:rPr>
              <w:t>인</w:t>
            </w:r>
            <w:r w:rsidRPr="00D23803">
              <w:rPr>
                <w:rFonts w:ascii="나눔스퀘어" w:eastAsia="나눔스퀘어" w:hAnsi="나눔스퀘어" w:cs="굴림" w:hint="eastAsia"/>
                <w:color w:val="000000"/>
                <w:sz w:val="24"/>
                <w:szCs w:val="24"/>
              </w:rPr>
              <w:t>)</w:t>
            </w:r>
          </w:p>
          <w:p w14:paraId="5486F28E" w14:textId="77777777" w:rsidR="00D23803" w:rsidRPr="00D23803" w:rsidRDefault="00D23803" w:rsidP="00D23803">
            <w:pPr>
              <w:widowControl w:val="0"/>
              <w:wordWrap w:val="0"/>
              <w:autoSpaceDE w:val="0"/>
              <w:autoSpaceDN w:val="0"/>
              <w:snapToGrid w:val="0"/>
              <w:spacing w:after="0" w:line="276" w:lineRule="auto"/>
              <w:jc w:val="both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</w:p>
          <w:p w14:paraId="2C92C44C" w14:textId="77777777" w:rsidR="00D23803" w:rsidRPr="00D23803" w:rsidRDefault="00D23803" w:rsidP="00D23803">
            <w:pPr>
              <w:widowControl w:val="0"/>
              <w:wordWrap w:val="0"/>
              <w:autoSpaceDE w:val="0"/>
              <w:autoSpaceDN w:val="0"/>
              <w:snapToGrid w:val="0"/>
              <w:spacing w:after="0" w:line="276" w:lineRule="auto"/>
              <w:jc w:val="both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</w:p>
          <w:p w14:paraId="15816A7C" w14:textId="77777777" w:rsidR="00D23803" w:rsidRPr="00D23803" w:rsidRDefault="00D23803" w:rsidP="00D23803">
            <w:pPr>
              <w:widowControl w:val="0"/>
              <w:wordWrap w:val="0"/>
              <w:autoSpaceDE w:val="0"/>
              <w:autoSpaceDN w:val="0"/>
              <w:snapToGrid w:val="0"/>
              <w:spacing w:after="0" w:line="276" w:lineRule="auto"/>
              <w:jc w:val="both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</w:p>
          <w:p w14:paraId="156627FE" w14:textId="043FA79E" w:rsidR="00D23803" w:rsidRPr="00D23803" w:rsidRDefault="00D23803" w:rsidP="00EC32EC">
            <w:pPr>
              <w:widowControl w:val="0"/>
              <w:autoSpaceDE w:val="0"/>
              <w:autoSpaceDN w:val="0"/>
              <w:snapToGrid w:val="0"/>
              <w:spacing w:after="0" w:line="276" w:lineRule="auto"/>
              <w:jc w:val="center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  <w:r w:rsidRPr="00D23803">
              <w:rPr>
                <w:rFonts w:ascii="나눔스퀘어" w:eastAsia="나눔스퀘어" w:hAnsi="나눔스퀘어" w:cs="굴림"/>
                <w:b/>
                <w:bCs/>
                <w:color w:val="000000"/>
                <w:sz w:val="36"/>
                <w:szCs w:val="36"/>
              </w:rPr>
              <w:t xml:space="preserve">재단법인 </w:t>
            </w:r>
            <w:proofErr w:type="spellStart"/>
            <w:r w:rsidRPr="00D23803">
              <w:rPr>
                <w:rFonts w:ascii="나눔스퀘어" w:eastAsia="나눔스퀘어" w:hAnsi="나눔스퀘어" w:cs="굴림"/>
                <w:b/>
                <w:bCs/>
                <w:color w:val="000000"/>
                <w:sz w:val="36"/>
                <w:szCs w:val="36"/>
              </w:rPr>
              <w:t>월곡주얼리산업진흥재단</w:t>
            </w:r>
            <w:proofErr w:type="spellEnd"/>
            <w:r w:rsidRPr="00D23803">
              <w:rPr>
                <w:rFonts w:ascii="나눔스퀘어" w:eastAsia="나눔스퀘어" w:hAnsi="나눔스퀘어" w:cs="굴림"/>
                <w:b/>
                <w:bCs/>
                <w:color w:val="000000"/>
                <w:sz w:val="36"/>
                <w:szCs w:val="36"/>
              </w:rPr>
              <w:t xml:space="preserve"> 귀중</w:t>
            </w:r>
          </w:p>
        </w:tc>
      </w:tr>
    </w:tbl>
    <w:p w14:paraId="2120A01E" w14:textId="360B62EB" w:rsidR="00EC32EC" w:rsidRPr="00EC32EC" w:rsidRDefault="00EC32EC" w:rsidP="00A043DC">
      <w:pPr>
        <w:widowControl w:val="0"/>
        <w:wordWrap w:val="0"/>
        <w:autoSpaceDE w:val="0"/>
        <w:autoSpaceDN w:val="0"/>
        <w:snapToGrid w:val="0"/>
        <w:spacing w:after="0" w:line="276" w:lineRule="auto"/>
        <w:ind w:left="524" w:hanging="524"/>
        <w:jc w:val="both"/>
        <w:textAlignment w:val="baseline"/>
        <w:rPr>
          <w:rFonts w:ascii="굴림" w:eastAsia="굴림" w:hAnsi="굴림" w:cs="굴림"/>
          <w:color w:val="000000"/>
          <w:sz w:val="20"/>
          <w:szCs w:val="20"/>
        </w:rPr>
      </w:pPr>
      <w:r w:rsidRPr="00EC32EC">
        <w:rPr>
          <w:rFonts w:ascii="굴림" w:eastAsia="나눔스퀘어" w:hAnsi="나눔스퀘어" w:cs="굴림"/>
          <w:color w:val="000000"/>
          <w:spacing w:val="-10"/>
        </w:rPr>
        <w:lastRenderedPageBreak/>
        <w:t>※</w:t>
      </w:r>
      <w:r w:rsidRPr="00EC32EC">
        <w:rPr>
          <w:rFonts w:ascii="굴림" w:eastAsia="나눔스퀘어" w:hAnsi="나눔스퀘어" w:cs="굴림"/>
          <w:color w:val="000000"/>
          <w:spacing w:val="-10"/>
        </w:rPr>
        <w:t xml:space="preserve"> </w:t>
      </w:r>
      <w:r w:rsidRPr="00EC32EC">
        <w:rPr>
          <w:rFonts w:ascii="굴림" w:eastAsia="나눔스퀘어" w:hAnsi="굴림" w:cs="굴림"/>
          <w:color w:val="000000"/>
          <w:spacing w:val="-10"/>
        </w:rPr>
        <w:t>학생이</w:t>
      </w:r>
      <w:r w:rsidRPr="00EC32EC">
        <w:rPr>
          <w:rFonts w:ascii="굴림" w:eastAsia="나눔스퀘어" w:hAnsi="굴림" w:cs="굴림"/>
          <w:color w:val="000000"/>
          <w:spacing w:val="-10"/>
        </w:rPr>
        <w:t xml:space="preserve"> </w:t>
      </w:r>
      <w:r w:rsidRPr="00EC32EC">
        <w:rPr>
          <w:rFonts w:ascii="굴림" w:eastAsia="나눔스퀘어" w:hAnsi="굴림" w:cs="굴림"/>
          <w:color w:val="000000"/>
          <w:spacing w:val="-10"/>
        </w:rPr>
        <w:t>직접</w:t>
      </w:r>
      <w:r w:rsidRPr="00EC32EC">
        <w:rPr>
          <w:rFonts w:ascii="굴림" w:eastAsia="나눔스퀘어" w:hAnsi="굴림" w:cs="굴림"/>
          <w:color w:val="000000"/>
          <w:spacing w:val="-10"/>
        </w:rPr>
        <w:t xml:space="preserve"> </w:t>
      </w:r>
      <w:r w:rsidRPr="00EC32EC">
        <w:rPr>
          <w:rFonts w:ascii="굴림" w:eastAsia="나눔스퀘어" w:hAnsi="굴림" w:cs="굴림"/>
          <w:color w:val="000000"/>
          <w:spacing w:val="-10"/>
        </w:rPr>
        <w:t>아래</w:t>
      </w:r>
      <w:r w:rsidRPr="00EC32EC">
        <w:rPr>
          <w:rFonts w:ascii="굴림" w:eastAsia="나눔스퀘어" w:hAnsi="굴림" w:cs="굴림"/>
          <w:color w:val="000000"/>
          <w:spacing w:val="-10"/>
        </w:rPr>
        <w:t xml:space="preserve"> </w:t>
      </w:r>
      <w:r w:rsidRPr="00EC32EC">
        <w:rPr>
          <w:rFonts w:ascii="굴림" w:eastAsia="나눔스퀘어" w:hAnsi="굴림" w:cs="굴림"/>
          <w:color w:val="000000"/>
          <w:spacing w:val="-10"/>
        </w:rPr>
        <w:t>항목을</w:t>
      </w:r>
      <w:r w:rsidRPr="00EC32EC">
        <w:rPr>
          <w:rFonts w:ascii="굴림" w:eastAsia="나눔스퀘어" w:hAnsi="굴림" w:cs="굴림"/>
          <w:color w:val="000000"/>
          <w:spacing w:val="-10"/>
        </w:rPr>
        <w:t xml:space="preserve"> </w:t>
      </w:r>
      <w:r w:rsidRPr="00EC32EC">
        <w:rPr>
          <w:rFonts w:ascii="굴림" w:eastAsia="나눔스퀘어" w:hAnsi="굴림" w:cs="굴림"/>
          <w:color w:val="000000"/>
          <w:spacing w:val="-10"/>
        </w:rPr>
        <w:t>빠짐없이</w:t>
      </w:r>
      <w:r w:rsidRPr="00EC32EC">
        <w:rPr>
          <w:rFonts w:ascii="굴림" w:eastAsia="나눔스퀘어" w:hAnsi="굴림" w:cs="굴림"/>
          <w:color w:val="000000"/>
          <w:spacing w:val="-10"/>
        </w:rPr>
        <w:t xml:space="preserve"> </w:t>
      </w:r>
      <w:r w:rsidRPr="00EC32EC">
        <w:rPr>
          <w:rFonts w:ascii="굴림" w:eastAsia="나눔스퀘어" w:hAnsi="굴림" w:cs="굴림"/>
          <w:color w:val="000000"/>
          <w:spacing w:val="-10"/>
        </w:rPr>
        <w:t>자유롭게</w:t>
      </w:r>
      <w:r w:rsidRPr="00EC32EC">
        <w:rPr>
          <w:rFonts w:ascii="굴림" w:eastAsia="나눔스퀘어" w:hAnsi="굴림" w:cs="굴림"/>
          <w:color w:val="000000"/>
          <w:spacing w:val="-10"/>
        </w:rPr>
        <w:t xml:space="preserve"> </w:t>
      </w:r>
      <w:r w:rsidRPr="00EC32EC">
        <w:rPr>
          <w:rFonts w:ascii="굴림" w:eastAsia="나눔스퀘어" w:hAnsi="굴림" w:cs="굴림"/>
          <w:color w:val="000000"/>
          <w:spacing w:val="-10"/>
        </w:rPr>
        <w:t>작성</w:t>
      </w:r>
      <w:r w:rsidR="0089369F">
        <w:rPr>
          <w:rFonts w:ascii="굴림" w:eastAsia="나눔스퀘어" w:hAnsi="굴림" w:cs="굴림" w:hint="eastAsia"/>
          <w:color w:val="000000"/>
          <w:spacing w:val="-10"/>
        </w:rPr>
        <w:t>하고</w:t>
      </w:r>
      <w:r w:rsidR="0089369F">
        <w:rPr>
          <w:rFonts w:ascii="굴림" w:eastAsia="나눔스퀘어" w:hAnsi="굴림" w:cs="굴림" w:hint="eastAsia"/>
          <w:color w:val="000000"/>
          <w:spacing w:val="-10"/>
        </w:rPr>
        <w:t>,</w:t>
      </w:r>
      <w:r w:rsidR="0089369F">
        <w:rPr>
          <w:rFonts w:ascii="굴림" w:eastAsia="나눔스퀘어" w:hAnsi="굴림" w:cs="굴림"/>
          <w:color w:val="000000"/>
          <w:spacing w:val="-10"/>
        </w:rPr>
        <w:t xml:space="preserve"> </w:t>
      </w:r>
      <w:r w:rsidR="0089369F">
        <w:rPr>
          <w:rFonts w:ascii="굴림" w:eastAsia="나눔스퀘어" w:hAnsi="굴림" w:cs="굴림" w:hint="eastAsia"/>
          <w:color w:val="000000"/>
          <w:spacing w:val="-10"/>
        </w:rPr>
        <w:t>서명</w:t>
      </w:r>
      <w:r w:rsidRPr="00EC32EC">
        <w:rPr>
          <w:rFonts w:ascii="굴림" w:eastAsia="나눔스퀘어" w:hAnsi="굴림" w:cs="굴림"/>
          <w:color w:val="000000"/>
          <w:spacing w:val="-10"/>
        </w:rPr>
        <w:t>하되</w:t>
      </w:r>
      <w:r w:rsidRPr="00EC32EC">
        <w:rPr>
          <w:rFonts w:ascii="나눔스퀘어" w:eastAsia="나눔스퀘어" w:hAnsi="나눔스퀘어" w:cs="굴림" w:hint="eastAsia"/>
          <w:color w:val="000000"/>
          <w:spacing w:val="-10"/>
        </w:rPr>
        <w:t xml:space="preserve">, </w:t>
      </w:r>
      <w:r w:rsidR="00342A9A">
        <w:rPr>
          <w:rFonts w:ascii="나눔스퀘어" w:eastAsia="나눔스퀘어" w:hAnsi="나눔스퀘어" w:cs="굴림"/>
          <w:color w:val="000000"/>
          <w:spacing w:val="-10"/>
        </w:rPr>
        <w:t>4</w:t>
      </w:r>
      <w:r w:rsidRPr="00EC32EC">
        <w:rPr>
          <w:rFonts w:ascii="굴림" w:eastAsia="나눔스퀘어" w:hAnsi="굴림" w:cs="굴림"/>
          <w:color w:val="000000"/>
          <w:spacing w:val="-10"/>
        </w:rPr>
        <w:t>매</w:t>
      </w:r>
      <w:r w:rsidRPr="00EC32EC">
        <w:rPr>
          <w:rFonts w:ascii="굴림" w:eastAsia="나눔스퀘어" w:hAnsi="굴림" w:cs="굴림"/>
          <w:color w:val="000000"/>
          <w:spacing w:val="-10"/>
        </w:rPr>
        <w:t xml:space="preserve"> </w:t>
      </w:r>
      <w:r w:rsidRPr="00EC32EC">
        <w:rPr>
          <w:rFonts w:ascii="굴림" w:eastAsia="나눔스퀘어" w:hAnsi="굴림" w:cs="굴림"/>
          <w:color w:val="000000"/>
          <w:spacing w:val="-10"/>
        </w:rPr>
        <w:t>이내로</w:t>
      </w:r>
      <w:r w:rsidRPr="00EC32EC">
        <w:rPr>
          <w:rFonts w:ascii="굴림" w:eastAsia="나눔스퀘어" w:hAnsi="굴림" w:cs="굴림"/>
          <w:color w:val="000000"/>
          <w:spacing w:val="-10"/>
        </w:rPr>
        <w:t xml:space="preserve"> </w:t>
      </w:r>
      <w:r w:rsidRPr="00EC32EC">
        <w:rPr>
          <w:rFonts w:ascii="굴림" w:eastAsia="나눔스퀘어" w:hAnsi="굴림" w:cs="굴림"/>
          <w:color w:val="000000"/>
          <w:spacing w:val="-10"/>
        </w:rPr>
        <w:t>작성해</w:t>
      </w:r>
      <w:r w:rsidRPr="00EC32EC">
        <w:rPr>
          <w:rFonts w:ascii="굴림" w:eastAsia="나눔스퀘어" w:hAnsi="굴림" w:cs="굴림"/>
          <w:color w:val="000000"/>
          <w:spacing w:val="-10"/>
        </w:rPr>
        <w:t xml:space="preserve"> </w:t>
      </w:r>
      <w:r w:rsidRPr="00EC32EC">
        <w:rPr>
          <w:rFonts w:ascii="굴림" w:eastAsia="나눔스퀘어" w:hAnsi="굴림" w:cs="굴림"/>
          <w:color w:val="000000"/>
          <w:spacing w:val="-10"/>
        </w:rPr>
        <w:t>주세요</w:t>
      </w:r>
      <w:r w:rsidRPr="00EC32EC">
        <w:rPr>
          <w:rFonts w:ascii="나눔스퀘어" w:eastAsia="나눔스퀘어" w:hAnsi="나눔스퀘어" w:cs="굴림" w:hint="eastAsia"/>
          <w:color w:val="000000"/>
          <w:spacing w:val="-10"/>
        </w:rPr>
        <w:t>.</w:t>
      </w:r>
    </w:p>
    <w:p w14:paraId="79723CCA" w14:textId="545109A1" w:rsidR="00EC32EC" w:rsidRDefault="00EC32EC" w:rsidP="00A043DC">
      <w:pPr>
        <w:widowControl w:val="0"/>
        <w:wordWrap w:val="0"/>
        <w:autoSpaceDE w:val="0"/>
        <w:autoSpaceDN w:val="0"/>
        <w:snapToGrid w:val="0"/>
        <w:spacing w:after="0" w:line="276" w:lineRule="auto"/>
        <w:ind w:left="524" w:hanging="524"/>
        <w:jc w:val="both"/>
        <w:textAlignment w:val="baseline"/>
        <w:rPr>
          <w:rFonts w:ascii="굴림" w:eastAsia="나눔스퀘어" w:hAnsi="굴림" w:cs="굴림"/>
          <w:color w:val="000000"/>
          <w:spacing w:val="-10"/>
        </w:rPr>
      </w:pPr>
      <w:r w:rsidRPr="00EC32EC">
        <w:rPr>
          <w:rFonts w:ascii="굴림" w:eastAsia="나눔스퀘어" w:hAnsi="나눔스퀘어" w:cs="굴림"/>
          <w:color w:val="000000"/>
          <w:spacing w:val="-10"/>
        </w:rPr>
        <w:t>※</w:t>
      </w:r>
      <w:r w:rsidRPr="00EC32EC">
        <w:rPr>
          <w:rFonts w:ascii="굴림" w:eastAsia="나눔스퀘어" w:hAnsi="나눔스퀘어" w:cs="굴림"/>
          <w:color w:val="000000"/>
          <w:spacing w:val="-10"/>
        </w:rPr>
        <w:t xml:space="preserve"> </w:t>
      </w:r>
      <w:r w:rsidRPr="00EC32EC">
        <w:rPr>
          <w:rFonts w:ascii="굴림" w:eastAsia="나눔스퀘어" w:hAnsi="굴림" w:cs="굴림"/>
          <w:color w:val="000000"/>
          <w:spacing w:val="-10"/>
        </w:rPr>
        <w:t>꼼꼼하고</w:t>
      </w:r>
      <w:r w:rsidRPr="00EC32EC">
        <w:rPr>
          <w:rFonts w:ascii="나눔스퀘어" w:eastAsia="나눔스퀘어" w:hAnsi="나눔스퀘어" w:cs="굴림" w:hint="eastAsia"/>
          <w:color w:val="000000"/>
          <w:spacing w:val="-10"/>
        </w:rPr>
        <w:t xml:space="preserve">, </w:t>
      </w:r>
      <w:r w:rsidRPr="00EC32EC">
        <w:rPr>
          <w:rFonts w:ascii="굴림" w:eastAsia="나눔스퀘어" w:hAnsi="굴림" w:cs="굴림"/>
          <w:color w:val="000000"/>
          <w:spacing w:val="-10"/>
        </w:rPr>
        <w:t>상세하게</w:t>
      </w:r>
      <w:r w:rsidRPr="00EC32EC">
        <w:rPr>
          <w:rFonts w:ascii="굴림" w:eastAsia="나눔스퀘어" w:hAnsi="굴림" w:cs="굴림"/>
          <w:color w:val="000000"/>
          <w:spacing w:val="-10"/>
        </w:rPr>
        <w:t xml:space="preserve"> </w:t>
      </w:r>
      <w:r w:rsidR="00342A9A">
        <w:rPr>
          <w:rFonts w:ascii="굴림" w:eastAsia="나눔스퀘어" w:hAnsi="굴림" w:cs="굴림" w:hint="eastAsia"/>
          <w:color w:val="000000"/>
          <w:spacing w:val="-10"/>
        </w:rPr>
        <w:t>본인의</w:t>
      </w:r>
      <w:r w:rsidR="00342A9A">
        <w:rPr>
          <w:rFonts w:ascii="굴림" w:eastAsia="나눔스퀘어" w:hAnsi="굴림" w:cs="굴림" w:hint="eastAsia"/>
          <w:color w:val="000000"/>
          <w:spacing w:val="-10"/>
        </w:rPr>
        <w:t xml:space="preserve"> </w:t>
      </w:r>
      <w:r w:rsidR="00342A9A">
        <w:rPr>
          <w:rFonts w:ascii="굴림" w:eastAsia="나눔스퀘어" w:hAnsi="굴림" w:cs="굴림" w:hint="eastAsia"/>
          <w:color w:val="000000"/>
          <w:spacing w:val="-10"/>
        </w:rPr>
        <w:t>상황과</w:t>
      </w:r>
      <w:r w:rsidR="00342A9A">
        <w:rPr>
          <w:rFonts w:ascii="굴림" w:eastAsia="나눔스퀘어" w:hAnsi="굴림" w:cs="굴림"/>
          <w:color w:val="000000"/>
          <w:spacing w:val="-10"/>
        </w:rPr>
        <w:t xml:space="preserve"> </w:t>
      </w:r>
      <w:proofErr w:type="spellStart"/>
      <w:r w:rsidR="00342A9A">
        <w:rPr>
          <w:rFonts w:ascii="굴림" w:eastAsia="나눔스퀘어" w:hAnsi="굴림" w:cs="굴림" w:hint="eastAsia"/>
          <w:color w:val="000000"/>
          <w:spacing w:val="-10"/>
        </w:rPr>
        <w:t>주얼리</w:t>
      </w:r>
      <w:proofErr w:type="spellEnd"/>
      <w:r w:rsidR="00342A9A">
        <w:rPr>
          <w:rFonts w:ascii="굴림" w:eastAsia="나눔스퀘어" w:hAnsi="굴림" w:cs="굴림" w:hint="eastAsia"/>
          <w:color w:val="000000"/>
          <w:spacing w:val="-10"/>
        </w:rPr>
        <w:t xml:space="preserve"> </w:t>
      </w:r>
      <w:r w:rsidR="00342A9A">
        <w:rPr>
          <w:rFonts w:ascii="굴림" w:eastAsia="나눔스퀘어" w:hAnsi="굴림" w:cs="굴림" w:hint="eastAsia"/>
          <w:color w:val="000000"/>
          <w:spacing w:val="-10"/>
        </w:rPr>
        <w:t>분야로의</w:t>
      </w:r>
      <w:r w:rsidR="00342A9A">
        <w:rPr>
          <w:rFonts w:ascii="굴림" w:eastAsia="나눔스퀘어" w:hAnsi="굴림" w:cs="굴림" w:hint="eastAsia"/>
          <w:color w:val="000000"/>
          <w:spacing w:val="-10"/>
        </w:rPr>
        <w:t xml:space="preserve"> </w:t>
      </w:r>
      <w:r w:rsidR="00342A9A">
        <w:rPr>
          <w:rFonts w:ascii="굴림" w:eastAsia="나눔스퀘어" w:hAnsi="굴림" w:cs="굴림" w:hint="eastAsia"/>
          <w:color w:val="000000"/>
          <w:spacing w:val="-10"/>
        </w:rPr>
        <w:t>꿈을</w:t>
      </w:r>
      <w:r w:rsidR="00342A9A">
        <w:rPr>
          <w:rFonts w:ascii="굴림" w:eastAsia="나눔스퀘어" w:hAnsi="굴림" w:cs="굴림" w:hint="eastAsia"/>
          <w:color w:val="000000"/>
          <w:spacing w:val="-10"/>
        </w:rPr>
        <w:t xml:space="preserve"> </w:t>
      </w:r>
      <w:r w:rsidR="00342A9A">
        <w:rPr>
          <w:rFonts w:ascii="굴림" w:eastAsia="나눔스퀘어" w:hAnsi="굴림" w:cs="굴림" w:hint="eastAsia"/>
          <w:color w:val="000000"/>
          <w:spacing w:val="-10"/>
        </w:rPr>
        <w:t>소개하고</w:t>
      </w:r>
      <w:r w:rsidR="00342A9A">
        <w:rPr>
          <w:rFonts w:ascii="굴림" w:eastAsia="나눔스퀘어" w:hAnsi="굴림" w:cs="굴림" w:hint="eastAsia"/>
          <w:color w:val="000000"/>
          <w:spacing w:val="-10"/>
        </w:rPr>
        <w:t>,</w:t>
      </w:r>
      <w:r w:rsidR="00342A9A">
        <w:rPr>
          <w:rFonts w:ascii="굴림" w:eastAsia="나눔스퀘어" w:hAnsi="굴림" w:cs="굴림"/>
          <w:color w:val="000000"/>
          <w:spacing w:val="-10"/>
        </w:rPr>
        <w:t xml:space="preserve"> </w:t>
      </w:r>
      <w:r w:rsidR="00342A9A">
        <w:rPr>
          <w:rFonts w:ascii="굴림" w:eastAsia="나눔스퀘어" w:hAnsi="굴림" w:cs="굴림" w:hint="eastAsia"/>
          <w:color w:val="000000"/>
          <w:spacing w:val="-10"/>
        </w:rPr>
        <w:t>꿈에</w:t>
      </w:r>
      <w:r w:rsidR="00342A9A">
        <w:rPr>
          <w:rFonts w:ascii="굴림" w:eastAsia="나눔스퀘어" w:hAnsi="굴림" w:cs="굴림" w:hint="eastAsia"/>
          <w:color w:val="000000"/>
          <w:spacing w:val="-10"/>
        </w:rPr>
        <w:t xml:space="preserve"> </w:t>
      </w:r>
      <w:r w:rsidR="00342A9A">
        <w:rPr>
          <w:rFonts w:ascii="굴림" w:eastAsia="나눔스퀘어" w:hAnsi="굴림" w:cs="굴림" w:hint="eastAsia"/>
          <w:color w:val="000000"/>
          <w:spacing w:val="-10"/>
        </w:rPr>
        <w:t>대한</w:t>
      </w:r>
      <w:r w:rsidR="00342A9A">
        <w:rPr>
          <w:rFonts w:ascii="굴림" w:eastAsia="나눔스퀘어" w:hAnsi="굴림" w:cs="굴림" w:hint="eastAsia"/>
          <w:color w:val="000000"/>
          <w:spacing w:val="-10"/>
        </w:rPr>
        <w:t xml:space="preserve"> </w:t>
      </w:r>
      <w:r w:rsidR="00342A9A">
        <w:rPr>
          <w:rFonts w:ascii="굴림" w:eastAsia="나눔스퀘어" w:hAnsi="굴림" w:cs="굴림" w:hint="eastAsia"/>
          <w:color w:val="000000"/>
          <w:spacing w:val="-10"/>
        </w:rPr>
        <w:t>계획을</w:t>
      </w:r>
      <w:r w:rsidR="00342A9A">
        <w:rPr>
          <w:rFonts w:ascii="굴림" w:eastAsia="나눔스퀘어" w:hAnsi="굴림" w:cs="굴림" w:hint="eastAsia"/>
          <w:color w:val="000000"/>
          <w:spacing w:val="-10"/>
        </w:rPr>
        <w:t xml:space="preserve"> </w:t>
      </w:r>
      <w:r w:rsidR="00342A9A">
        <w:rPr>
          <w:rFonts w:ascii="굴림" w:eastAsia="나눔스퀘어" w:hAnsi="굴림" w:cs="굴림" w:hint="eastAsia"/>
          <w:color w:val="000000"/>
          <w:spacing w:val="-10"/>
        </w:rPr>
        <w:t>사</w:t>
      </w:r>
      <w:r w:rsidR="008C3642">
        <w:rPr>
          <w:rFonts w:ascii="굴림" w:eastAsia="나눔스퀘어" w:hAnsi="굴림" w:cs="굴림" w:hint="eastAsia"/>
          <w:color w:val="000000"/>
          <w:spacing w:val="-10"/>
        </w:rPr>
        <w:t>실대로</w:t>
      </w:r>
      <w:r w:rsidR="008C3642">
        <w:rPr>
          <w:rFonts w:ascii="굴림" w:eastAsia="나눔스퀘어" w:hAnsi="굴림" w:cs="굴림" w:hint="eastAsia"/>
          <w:color w:val="000000"/>
          <w:spacing w:val="-10"/>
        </w:rPr>
        <w:t xml:space="preserve"> </w:t>
      </w:r>
      <w:r w:rsidR="008C3642">
        <w:rPr>
          <w:rFonts w:ascii="굴림" w:eastAsia="나눔스퀘어" w:hAnsi="굴림" w:cs="굴림" w:hint="eastAsia"/>
          <w:color w:val="000000"/>
          <w:spacing w:val="-10"/>
        </w:rPr>
        <w:t>작성해</w:t>
      </w:r>
      <w:r w:rsidR="008C3642">
        <w:rPr>
          <w:rFonts w:ascii="굴림" w:eastAsia="나눔스퀘어" w:hAnsi="굴림" w:cs="굴림" w:hint="eastAsia"/>
          <w:color w:val="000000"/>
          <w:spacing w:val="-10"/>
        </w:rPr>
        <w:t xml:space="preserve"> </w:t>
      </w:r>
      <w:r w:rsidR="008C3642">
        <w:rPr>
          <w:rFonts w:ascii="굴림" w:eastAsia="나눔스퀘어" w:hAnsi="굴림" w:cs="굴림" w:hint="eastAsia"/>
          <w:color w:val="000000"/>
          <w:spacing w:val="-10"/>
        </w:rPr>
        <w:t>주세요</w:t>
      </w:r>
      <w:r w:rsidR="008C3642">
        <w:rPr>
          <w:rFonts w:ascii="굴림" w:eastAsia="나눔스퀘어" w:hAnsi="굴림" w:cs="굴림" w:hint="eastAsia"/>
          <w:color w:val="000000"/>
          <w:spacing w:val="-10"/>
        </w:rPr>
        <w:t>.</w:t>
      </w:r>
    </w:p>
    <w:p w14:paraId="5C71AD19" w14:textId="380A10FD" w:rsidR="00A043DC" w:rsidRPr="00EC32EC" w:rsidRDefault="00A043DC" w:rsidP="00A043DC">
      <w:pPr>
        <w:widowControl w:val="0"/>
        <w:wordWrap w:val="0"/>
        <w:autoSpaceDE w:val="0"/>
        <w:autoSpaceDN w:val="0"/>
        <w:snapToGrid w:val="0"/>
        <w:spacing w:after="0" w:line="276" w:lineRule="auto"/>
        <w:ind w:left="524" w:hanging="524"/>
        <w:jc w:val="both"/>
        <w:textAlignment w:val="baseline"/>
        <w:rPr>
          <w:rFonts w:ascii="굴림" w:eastAsia="굴림" w:hAnsi="굴림" w:cs="굴림"/>
          <w:color w:val="000000"/>
          <w:sz w:val="20"/>
          <w:szCs w:val="20"/>
        </w:rPr>
      </w:pPr>
      <w:r w:rsidRPr="00EC32EC">
        <w:rPr>
          <w:rFonts w:ascii="굴림" w:eastAsia="나눔스퀘어" w:hAnsi="나눔스퀘어" w:cs="굴림"/>
          <w:color w:val="000000"/>
          <w:spacing w:val="-10"/>
        </w:rPr>
        <w:t>※</w:t>
      </w:r>
      <w:r>
        <w:rPr>
          <w:rFonts w:ascii="굴림" w:eastAsia="나눔스퀘어" w:hAnsi="나눔스퀘어" w:cs="굴림"/>
          <w:color w:val="000000"/>
          <w:spacing w:val="-10"/>
        </w:rPr>
        <w:t xml:space="preserve"> </w:t>
      </w:r>
      <w:r w:rsidR="00B52328">
        <w:rPr>
          <w:rFonts w:ascii="굴림" w:eastAsia="나눔스퀘어" w:hAnsi="나눔스퀘어" w:cs="굴림" w:hint="eastAsia"/>
          <w:color w:val="000000"/>
          <w:spacing w:val="-10"/>
        </w:rPr>
        <w:t>본인</w:t>
      </w:r>
      <w:r w:rsidR="00B52328">
        <w:rPr>
          <w:rFonts w:ascii="굴림" w:eastAsia="나눔스퀘어" w:hAnsi="나눔스퀘어" w:cs="굴림" w:hint="eastAsia"/>
          <w:color w:val="000000"/>
          <w:spacing w:val="-10"/>
        </w:rPr>
        <w:t xml:space="preserve"> </w:t>
      </w:r>
      <w:r w:rsidR="00B52328">
        <w:rPr>
          <w:rFonts w:ascii="굴림" w:eastAsia="나눔스퀘어" w:hAnsi="나눔스퀘어" w:cs="굴림" w:hint="eastAsia"/>
          <w:color w:val="000000"/>
          <w:spacing w:val="-10"/>
        </w:rPr>
        <w:t>서명을</w:t>
      </w:r>
      <w:r w:rsidR="00B52328">
        <w:rPr>
          <w:rFonts w:ascii="굴림" w:eastAsia="나눔스퀘어" w:hAnsi="나눔스퀘어" w:cs="굴림" w:hint="eastAsia"/>
          <w:color w:val="000000"/>
          <w:spacing w:val="-10"/>
        </w:rPr>
        <w:t xml:space="preserve"> </w:t>
      </w:r>
      <w:r w:rsidR="00B52328">
        <w:rPr>
          <w:rFonts w:ascii="굴림" w:eastAsia="나눔스퀘어" w:hAnsi="나눔스퀘어" w:cs="굴림" w:hint="eastAsia"/>
          <w:color w:val="000000"/>
          <w:spacing w:val="-10"/>
        </w:rPr>
        <w:t>반드시</w:t>
      </w:r>
      <w:r w:rsidR="00B52328">
        <w:rPr>
          <w:rFonts w:ascii="굴림" w:eastAsia="나눔스퀘어" w:hAnsi="나눔스퀘어" w:cs="굴림" w:hint="eastAsia"/>
          <w:color w:val="000000"/>
          <w:spacing w:val="-10"/>
        </w:rPr>
        <w:t xml:space="preserve"> </w:t>
      </w:r>
      <w:r w:rsidR="00B52328">
        <w:rPr>
          <w:rFonts w:ascii="굴림" w:eastAsia="나눔스퀘어" w:hAnsi="나눔스퀘어" w:cs="굴림" w:hint="eastAsia"/>
          <w:color w:val="000000"/>
          <w:spacing w:val="-10"/>
        </w:rPr>
        <w:t>기입하고</w:t>
      </w:r>
      <w:r w:rsidR="00B52328">
        <w:rPr>
          <w:rFonts w:ascii="굴림" w:eastAsia="나눔스퀘어" w:hAnsi="나눔스퀘어" w:cs="굴림" w:hint="eastAsia"/>
          <w:color w:val="000000"/>
          <w:spacing w:val="-10"/>
        </w:rPr>
        <w:t>,</w:t>
      </w:r>
      <w:r w:rsidR="00B52328">
        <w:rPr>
          <w:rFonts w:ascii="굴림" w:eastAsia="나눔스퀘어" w:hAnsi="나눔스퀘어" w:cs="굴림"/>
          <w:color w:val="000000"/>
          <w:spacing w:val="-10"/>
        </w:rPr>
        <w:t xml:space="preserve"> </w:t>
      </w:r>
      <w:r w:rsidR="00B52328">
        <w:rPr>
          <w:rFonts w:ascii="굴림" w:eastAsia="나눔스퀘어" w:hAnsi="나눔스퀘어" w:cs="굴림" w:hint="eastAsia"/>
          <w:color w:val="000000"/>
          <w:spacing w:val="-10"/>
        </w:rPr>
        <w:t>모든</w:t>
      </w:r>
      <w:r w:rsidR="00B52328">
        <w:rPr>
          <w:rFonts w:ascii="굴림" w:eastAsia="나눔스퀘어" w:hAnsi="나눔스퀘어" w:cs="굴림" w:hint="eastAsia"/>
          <w:color w:val="000000"/>
          <w:spacing w:val="-10"/>
        </w:rPr>
        <w:t xml:space="preserve"> </w:t>
      </w:r>
      <w:r w:rsidR="00B52328">
        <w:rPr>
          <w:rFonts w:ascii="굴림" w:eastAsia="나눔스퀘어" w:hAnsi="나눔스퀘어" w:cs="굴림" w:hint="eastAsia"/>
          <w:color w:val="000000"/>
          <w:spacing w:val="-10"/>
        </w:rPr>
        <w:t>서류를</w:t>
      </w:r>
      <w:r w:rsidR="00B52328">
        <w:rPr>
          <w:rFonts w:ascii="굴림" w:eastAsia="나눔스퀘어" w:hAnsi="나눔스퀘어" w:cs="굴림" w:hint="eastAsia"/>
          <w:color w:val="000000"/>
          <w:spacing w:val="-10"/>
        </w:rPr>
        <w:t xml:space="preserve"> </w:t>
      </w:r>
      <w:r w:rsidR="00B52328">
        <w:rPr>
          <w:rFonts w:ascii="굴림" w:eastAsia="나눔스퀘어" w:hAnsi="나눔스퀘어" w:cs="굴림"/>
          <w:color w:val="000000"/>
          <w:spacing w:val="-10"/>
        </w:rPr>
        <w:t>PDF</w:t>
      </w:r>
      <w:r w:rsidR="00B52328">
        <w:rPr>
          <w:rFonts w:ascii="굴림" w:eastAsia="나눔스퀘어" w:hAnsi="나눔스퀘어" w:cs="굴림" w:hint="eastAsia"/>
          <w:color w:val="000000"/>
          <w:spacing w:val="-10"/>
        </w:rPr>
        <w:t>로</w:t>
      </w:r>
      <w:r w:rsidR="00B52328">
        <w:rPr>
          <w:rFonts w:ascii="굴림" w:eastAsia="나눔스퀘어" w:hAnsi="나눔스퀘어" w:cs="굴림" w:hint="eastAsia"/>
          <w:color w:val="000000"/>
          <w:spacing w:val="-10"/>
        </w:rPr>
        <w:t xml:space="preserve"> </w:t>
      </w:r>
      <w:r w:rsidR="00B52328">
        <w:rPr>
          <w:rFonts w:ascii="굴림" w:eastAsia="나눔스퀘어" w:hAnsi="나눔스퀘어" w:cs="굴림" w:hint="eastAsia"/>
          <w:color w:val="000000"/>
          <w:spacing w:val="-10"/>
        </w:rPr>
        <w:t>변환해</w:t>
      </w:r>
      <w:r w:rsidR="00B52328">
        <w:rPr>
          <w:rFonts w:ascii="굴림" w:eastAsia="나눔스퀘어" w:hAnsi="나눔스퀘어" w:cs="굴림" w:hint="eastAsia"/>
          <w:color w:val="000000"/>
          <w:spacing w:val="-10"/>
        </w:rPr>
        <w:t xml:space="preserve"> </w:t>
      </w:r>
      <w:r w:rsidR="00B52328">
        <w:rPr>
          <w:rFonts w:ascii="굴림" w:eastAsia="나눔스퀘어" w:hAnsi="나눔스퀘어" w:cs="굴림" w:hint="eastAsia"/>
          <w:color w:val="000000"/>
          <w:spacing w:val="-10"/>
        </w:rPr>
        <w:t>제출해</w:t>
      </w:r>
      <w:r w:rsidR="00B52328">
        <w:rPr>
          <w:rFonts w:ascii="굴림" w:eastAsia="나눔스퀘어" w:hAnsi="나눔스퀘어" w:cs="굴림" w:hint="eastAsia"/>
          <w:color w:val="000000"/>
          <w:spacing w:val="-10"/>
        </w:rPr>
        <w:t xml:space="preserve"> </w:t>
      </w:r>
      <w:r w:rsidR="00B52328">
        <w:rPr>
          <w:rFonts w:ascii="굴림" w:eastAsia="나눔스퀘어" w:hAnsi="나눔스퀘어" w:cs="굴림" w:hint="eastAsia"/>
          <w:color w:val="000000"/>
          <w:spacing w:val="-10"/>
        </w:rPr>
        <w:t>주세요</w:t>
      </w:r>
      <w:r w:rsidR="00B52328">
        <w:rPr>
          <w:rFonts w:ascii="굴림" w:eastAsia="나눔스퀘어" w:hAnsi="나눔스퀘어" w:cs="굴림" w:hint="eastAsia"/>
          <w:color w:val="000000"/>
          <w:spacing w:val="-10"/>
        </w:rPr>
        <w:t>.</w:t>
      </w: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5"/>
        <w:gridCol w:w="1855"/>
        <w:gridCol w:w="993"/>
        <w:gridCol w:w="2126"/>
        <w:gridCol w:w="1134"/>
        <w:gridCol w:w="2451"/>
      </w:tblGrid>
      <w:tr w:rsidR="00EC32EC" w:rsidRPr="00EC32EC" w14:paraId="1FDBDF19" w14:textId="77777777" w:rsidTr="008C3642">
        <w:trPr>
          <w:trHeight w:val="539"/>
        </w:trPr>
        <w:tc>
          <w:tcPr>
            <w:tcW w:w="9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E930FCA" w14:textId="77777777" w:rsidR="00EC32EC" w:rsidRPr="00EC32EC" w:rsidRDefault="00EC32EC" w:rsidP="00EC32EC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  <w:r w:rsidRPr="00EC32EC">
              <w:rPr>
                <w:rFonts w:ascii="나눔스퀘어" w:eastAsia="나눔스퀘어" w:hAnsi="나눔스퀘어" w:cs="굴림"/>
                <w:b/>
                <w:bCs/>
                <w:color w:val="000000"/>
              </w:rPr>
              <w:t>성 명</w:t>
            </w:r>
          </w:p>
        </w:tc>
        <w:tc>
          <w:tcPr>
            <w:tcW w:w="1855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AD17C57" w14:textId="77777777" w:rsidR="00EC32EC" w:rsidRPr="00EC32EC" w:rsidRDefault="00EC32EC" w:rsidP="00EC32EC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19C0C25" w14:textId="77777777" w:rsidR="00EC32EC" w:rsidRPr="00EC32EC" w:rsidRDefault="00EC32EC" w:rsidP="00EC32EC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  <w:r w:rsidRPr="00EC32EC">
              <w:rPr>
                <w:rFonts w:ascii="나눔스퀘어" w:eastAsia="나눔스퀘어" w:hAnsi="나눔스퀘어" w:cs="굴림"/>
                <w:b/>
                <w:bCs/>
                <w:color w:val="000000"/>
              </w:rPr>
              <w:t>학교명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A8AA88E" w14:textId="77777777" w:rsidR="00EC32EC" w:rsidRPr="00EC32EC" w:rsidRDefault="00EC32EC" w:rsidP="00EC32EC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4712381" w14:textId="77777777" w:rsidR="00EC32EC" w:rsidRPr="00EC32EC" w:rsidRDefault="00EC32EC" w:rsidP="00EC32EC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  <w:r w:rsidRPr="00EC32EC">
              <w:rPr>
                <w:rFonts w:ascii="나눔스퀘어" w:eastAsia="나눔스퀘어" w:hAnsi="나눔스퀘어" w:cs="굴림"/>
                <w:b/>
                <w:bCs/>
                <w:color w:val="000000"/>
              </w:rPr>
              <w:t>학과</w:t>
            </w:r>
            <w:r w:rsidRPr="00EC32EC">
              <w:rPr>
                <w:rFonts w:ascii="나눔스퀘어" w:eastAsia="나눔스퀘어" w:hAnsi="나눔스퀘어" w:cs="굴림" w:hint="eastAsia"/>
                <w:b/>
                <w:bCs/>
                <w:color w:val="000000"/>
              </w:rPr>
              <w:t>/</w:t>
            </w:r>
            <w:r w:rsidRPr="00EC32EC">
              <w:rPr>
                <w:rFonts w:ascii="나눔스퀘어" w:eastAsia="나눔스퀘어" w:hAnsi="나눔스퀘어" w:cs="굴림"/>
                <w:b/>
                <w:bCs/>
                <w:color w:val="000000"/>
              </w:rPr>
              <w:t>학년</w:t>
            </w:r>
          </w:p>
        </w:tc>
        <w:tc>
          <w:tcPr>
            <w:tcW w:w="2451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36BF67D" w14:textId="4227C179" w:rsidR="00EC32EC" w:rsidRPr="00EC32EC" w:rsidRDefault="008C3642" w:rsidP="00EC32EC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  <w:r w:rsidRPr="008C3642">
              <w:rPr>
                <w:rFonts w:ascii="나눔스퀘어" w:eastAsia="나눔스퀘어" w:hAnsi="나눔스퀘어" w:cs="굴림"/>
                <w:color w:val="000000"/>
              </w:rPr>
              <w:t xml:space="preserve">      </w:t>
            </w:r>
            <w:r w:rsidR="00EC32EC" w:rsidRPr="00EC32EC">
              <w:rPr>
                <w:rFonts w:ascii="나눔스퀘어" w:eastAsia="나눔스퀘어" w:hAnsi="나눔스퀘어" w:cs="굴림" w:hint="eastAsia"/>
                <w:color w:val="000000"/>
              </w:rPr>
              <w:t>/</w:t>
            </w:r>
          </w:p>
        </w:tc>
      </w:tr>
      <w:tr w:rsidR="00EC32EC" w:rsidRPr="00EC32EC" w14:paraId="18DF858A" w14:textId="77777777" w:rsidTr="00EC32EC">
        <w:trPr>
          <w:trHeight w:val="539"/>
        </w:trPr>
        <w:tc>
          <w:tcPr>
            <w:tcW w:w="9524" w:type="dxa"/>
            <w:gridSpan w:val="6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10A72B6" w14:textId="77777777" w:rsidR="00EC32EC" w:rsidRPr="00EC32EC" w:rsidRDefault="00EC32EC" w:rsidP="00EC32EC">
            <w:pPr>
              <w:widowControl w:val="0"/>
              <w:autoSpaceDE w:val="0"/>
              <w:autoSpaceDN w:val="0"/>
              <w:snapToGrid w:val="0"/>
              <w:spacing w:after="0" w:line="384" w:lineRule="auto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  <w:r w:rsidRPr="00EC32EC">
              <w:rPr>
                <w:rFonts w:ascii="나눔스퀘어" w:eastAsia="나눔스퀘어" w:hAnsi="나눔스퀘어" w:cs="굴림" w:hint="eastAsia"/>
                <w:b/>
                <w:bCs/>
                <w:color w:val="000000"/>
              </w:rPr>
              <w:t xml:space="preserve">1. </w:t>
            </w:r>
            <w:r w:rsidRPr="00EC32EC">
              <w:rPr>
                <w:rFonts w:ascii="나눔스퀘어" w:eastAsia="나눔스퀘어" w:hAnsi="나눔스퀘어" w:cs="굴림"/>
                <w:b/>
                <w:bCs/>
                <w:color w:val="000000"/>
              </w:rPr>
              <w:t>자기소개</w:t>
            </w:r>
          </w:p>
        </w:tc>
      </w:tr>
      <w:tr w:rsidR="00EC32EC" w:rsidRPr="00EC32EC" w14:paraId="4ABC3F0A" w14:textId="77777777" w:rsidTr="00EC32EC">
        <w:trPr>
          <w:trHeight w:val="5577"/>
        </w:trPr>
        <w:tc>
          <w:tcPr>
            <w:tcW w:w="9524" w:type="dxa"/>
            <w:gridSpan w:val="6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32C257B0" w14:textId="4217745B" w:rsidR="00EC32EC" w:rsidRPr="00EC32EC" w:rsidRDefault="008C3642" w:rsidP="00EC32EC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ind w:left="60" w:right="60"/>
              <w:jc w:val="both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  <w:r w:rsidRPr="00D23803">
              <w:rPr>
                <w:rFonts w:ascii="나눔스퀘어" w:eastAsia="나눔스퀘어" w:hAnsi="나눔스퀘어" w:cs="굴림"/>
                <w:color w:val="000000"/>
                <w:spacing w:val="-10"/>
                <w:sz w:val="18"/>
                <w:szCs w:val="18"/>
              </w:rPr>
              <w:t xml:space="preserve">※ </w:t>
            </w:r>
            <w:r w:rsidRPr="008C3642">
              <w:rPr>
                <w:rFonts w:ascii="나눔스퀘어" w:eastAsia="나눔스퀘어" w:hAnsi="나눔스퀘어" w:cs="굴림" w:hint="eastAsia"/>
                <w:color w:val="000000"/>
                <w:spacing w:val="-10"/>
                <w:sz w:val="18"/>
                <w:szCs w:val="18"/>
              </w:rPr>
              <w:t>어떤 학생</w:t>
            </w:r>
            <w:r w:rsidR="00342A9A">
              <w:rPr>
                <w:rFonts w:ascii="나눔스퀘어" w:eastAsia="나눔스퀘어" w:hAnsi="나눔스퀘어" w:cs="굴림" w:hint="eastAsia"/>
                <w:color w:val="000000"/>
                <w:spacing w:val="-10"/>
                <w:sz w:val="18"/>
                <w:szCs w:val="18"/>
              </w:rPr>
              <w:t>인지 궁금해요.</w:t>
            </w:r>
            <w:r w:rsidR="00342A9A">
              <w:rPr>
                <w:rFonts w:ascii="나눔스퀘어" w:eastAsia="나눔스퀘어" w:hAnsi="나눔스퀘어" w:cs="굴림"/>
                <w:color w:val="000000"/>
                <w:spacing w:val="-10"/>
                <w:sz w:val="18"/>
                <w:szCs w:val="18"/>
              </w:rPr>
              <w:t xml:space="preserve"> </w:t>
            </w:r>
            <w:r w:rsidR="00342A9A">
              <w:rPr>
                <w:rFonts w:ascii="나눔스퀘어" w:eastAsia="나눔스퀘어" w:hAnsi="나눔스퀘어" w:cs="굴림" w:hint="eastAsia"/>
                <w:color w:val="000000"/>
                <w:spacing w:val="-10"/>
                <w:sz w:val="18"/>
                <w:szCs w:val="18"/>
              </w:rPr>
              <w:t>성장배경,</w:t>
            </w:r>
            <w:r w:rsidR="00342A9A">
              <w:rPr>
                <w:rFonts w:ascii="나눔스퀘어" w:eastAsia="나눔스퀘어" w:hAnsi="나눔스퀘어" w:cs="굴림"/>
                <w:color w:val="000000"/>
                <w:spacing w:val="-10"/>
                <w:sz w:val="18"/>
                <w:szCs w:val="18"/>
              </w:rPr>
              <w:t xml:space="preserve"> </w:t>
            </w:r>
            <w:r w:rsidR="00342A9A">
              <w:rPr>
                <w:rFonts w:ascii="나눔스퀘어" w:eastAsia="나눔스퀘어" w:hAnsi="나눔스퀘어" w:cs="굴림" w:hint="eastAsia"/>
                <w:color w:val="000000"/>
                <w:spacing w:val="-10"/>
                <w:sz w:val="18"/>
                <w:szCs w:val="18"/>
              </w:rPr>
              <w:t>학교생활,</w:t>
            </w:r>
            <w:r w:rsidR="00342A9A">
              <w:rPr>
                <w:rFonts w:ascii="나눔스퀘어" w:eastAsia="나눔스퀘어" w:hAnsi="나눔스퀘어" w:cs="굴림"/>
                <w:color w:val="000000"/>
                <w:spacing w:val="-10"/>
                <w:sz w:val="18"/>
                <w:szCs w:val="18"/>
              </w:rPr>
              <w:t xml:space="preserve"> </w:t>
            </w:r>
            <w:r w:rsidRPr="008C3642">
              <w:rPr>
                <w:rFonts w:ascii="나눔스퀘어" w:eastAsia="나눔스퀘어" w:hAnsi="나눔스퀘어" w:cs="굴림" w:hint="eastAsia"/>
                <w:color w:val="000000"/>
                <w:spacing w:val="-10"/>
                <w:sz w:val="18"/>
                <w:szCs w:val="18"/>
              </w:rPr>
              <w:t>가치관,</w:t>
            </w:r>
            <w:r w:rsidRPr="008C3642">
              <w:rPr>
                <w:rFonts w:ascii="나눔스퀘어" w:eastAsia="나눔스퀘어" w:hAnsi="나눔스퀘어" w:cs="굴림"/>
                <w:color w:val="000000"/>
                <w:spacing w:val="-10"/>
                <w:sz w:val="18"/>
                <w:szCs w:val="18"/>
              </w:rPr>
              <w:t xml:space="preserve"> </w:t>
            </w:r>
            <w:r w:rsidRPr="008C3642">
              <w:rPr>
                <w:rFonts w:ascii="나눔스퀘어" w:eastAsia="나눔스퀘어" w:hAnsi="나눔스퀘어" w:cs="굴림" w:hint="eastAsia"/>
                <w:color w:val="000000"/>
                <w:spacing w:val="-10"/>
                <w:sz w:val="18"/>
                <w:szCs w:val="18"/>
              </w:rPr>
              <w:t>성격,</w:t>
            </w:r>
            <w:r w:rsidRPr="008C3642">
              <w:rPr>
                <w:rFonts w:ascii="나눔스퀘어" w:eastAsia="나눔스퀘어" w:hAnsi="나눔스퀘어" w:cs="굴림"/>
                <w:color w:val="000000"/>
                <w:spacing w:val="-10"/>
                <w:sz w:val="18"/>
                <w:szCs w:val="18"/>
              </w:rPr>
              <w:t xml:space="preserve"> </w:t>
            </w:r>
            <w:r w:rsidRPr="008C3642">
              <w:rPr>
                <w:rFonts w:ascii="나눔스퀘어" w:eastAsia="나눔스퀘어" w:hAnsi="나눔스퀘어" w:cs="굴림" w:hint="eastAsia"/>
                <w:color w:val="000000"/>
                <w:spacing w:val="-10"/>
                <w:sz w:val="18"/>
                <w:szCs w:val="18"/>
              </w:rPr>
              <w:t>취향,</w:t>
            </w:r>
            <w:r w:rsidRPr="008C3642">
              <w:rPr>
                <w:rFonts w:ascii="나눔스퀘어" w:eastAsia="나눔스퀘어" w:hAnsi="나눔스퀘어" w:cs="굴림"/>
                <w:color w:val="000000"/>
                <w:spacing w:val="-10"/>
                <w:sz w:val="18"/>
                <w:szCs w:val="18"/>
              </w:rPr>
              <w:t xml:space="preserve"> </w:t>
            </w:r>
            <w:r w:rsidRPr="008C3642">
              <w:rPr>
                <w:rFonts w:ascii="나눔스퀘어" w:eastAsia="나눔스퀘어" w:hAnsi="나눔스퀘어" w:cs="굴림" w:hint="eastAsia"/>
                <w:color w:val="000000"/>
                <w:spacing w:val="-10"/>
                <w:sz w:val="18"/>
                <w:szCs w:val="18"/>
              </w:rPr>
              <w:t>관심사 등 자신이 누구인</w:t>
            </w:r>
            <w:r w:rsidR="000C52E1">
              <w:rPr>
                <w:rFonts w:ascii="나눔스퀘어" w:eastAsia="나눔스퀘어" w:hAnsi="나눔스퀘어" w:cs="굴림" w:hint="eastAsia"/>
                <w:color w:val="000000"/>
                <w:spacing w:val="-10"/>
                <w:sz w:val="18"/>
                <w:szCs w:val="18"/>
              </w:rPr>
              <w:t>지</w:t>
            </w:r>
            <w:r w:rsidRPr="008C3642">
              <w:rPr>
                <w:rFonts w:ascii="나눔스퀘어" w:eastAsia="나눔스퀘어" w:hAnsi="나눔스퀘어" w:cs="굴림" w:hint="eastAsia"/>
                <w:color w:val="000000"/>
                <w:spacing w:val="-10"/>
                <w:sz w:val="18"/>
                <w:szCs w:val="18"/>
              </w:rPr>
              <w:t xml:space="preserve"> 알려주세요.</w:t>
            </w:r>
            <w:r w:rsidRPr="008C3642">
              <w:rPr>
                <w:rFonts w:ascii="나눔스퀘어" w:eastAsia="나눔스퀘어" w:hAnsi="나눔스퀘어" w:cs="굴림"/>
                <w:color w:val="000000"/>
                <w:spacing w:val="-10"/>
                <w:sz w:val="18"/>
                <w:szCs w:val="18"/>
              </w:rPr>
              <w:t xml:space="preserve"> </w:t>
            </w:r>
          </w:p>
          <w:p w14:paraId="64AAD96C" w14:textId="77777777" w:rsidR="00EC32EC" w:rsidRPr="00EC32EC" w:rsidRDefault="00EC32EC" w:rsidP="00EC32EC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ind w:left="60" w:right="60"/>
              <w:jc w:val="both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</w:p>
          <w:p w14:paraId="0963DFF3" w14:textId="77777777" w:rsidR="00EC32EC" w:rsidRPr="000C52E1" w:rsidRDefault="00EC32EC" w:rsidP="00DD7DF1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ind w:left="60" w:right="60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</w:p>
          <w:p w14:paraId="57932D57" w14:textId="77777777" w:rsidR="00EC32EC" w:rsidRPr="00EC32EC" w:rsidRDefault="00EC32EC" w:rsidP="00EC32EC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ind w:left="60" w:right="60"/>
              <w:jc w:val="both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</w:p>
          <w:p w14:paraId="443F480F" w14:textId="77777777" w:rsidR="00EC32EC" w:rsidRPr="00EC32EC" w:rsidRDefault="00EC32EC" w:rsidP="00EC32EC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ind w:left="60" w:right="60"/>
              <w:jc w:val="both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</w:p>
        </w:tc>
      </w:tr>
      <w:tr w:rsidR="00EC32EC" w:rsidRPr="00EC32EC" w14:paraId="3BCD0942" w14:textId="77777777" w:rsidTr="00EC32EC">
        <w:trPr>
          <w:trHeight w:val="539"/>
        </w:trPr>
        <w:tc>
          <w:tcPr>
            <w:tcW w:w="9524" w:type="dxa"/>
            <w:gridSpan w:val="6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2CB4970" w14:textId="79F94DD3" w:rsidR="00EC32EC" w:rsidRPr="00EC32EC" w:rsidRDefault="00EC32EC" w:rsidP="00EC32EC">
            <w:pPr>
              <w:widowControl w:val="0"/>
              <w:autoSpaceDE w:val="0"/>
              <w:autoSpaceDN w:val="0"/>
              <w:snapToGrid w:val="0"/>
              <w:spacing w:after="0" w:line="384" w:lineRule="auto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  <w:r w:rsidRPr="00EC32EC">
              <w:rPr>
                <w:rFonts w:ascii="나눔스퀘어" w:eastAsia="나눔스퀘어" w:hAnsi="나눔스퀘어" w:cs="굴림" w:hint="eastAsia"/>
                <w:b/>
                <w:bCs/>
                <w:color w:val="000000"/>
              </w:rPr>
              <w:t xml:space="preserve">2. </w:t>
            </w:r>
            <w:r w:rsidR="000C52E1">
              <w:rPr>
                <w:rFonts w:ascii="나눔스퀘어" w:eastAsia="나눔스퀘어" w:hAnsi="나눔스퀘어" w:cs="굴림" w:hint="eastAsia"/>
                <w:b/>
                <w:bCs/>
                <w:color w:val="000000"/>
              </w:rPr>
              <w:t>꿈 소개</w:t>
            </w:r>
          </w:p>
        </w:tc>
      </w:tr>
      <w:tr w:rsidR="00EC32EC" w:rsidRPr="00EC32EC" w14:paraId="72BF7E34" w14:textId="77777777" w:rsidTr="00EC32EC">
        <w:trPr>
          <w:trHeight w:val="5659"/>
        </w:trPr>
        <w:tc>
          <w:tcPr>
            <w:tcW w:w="9524" w:type="dxa"/>
            <w:gridSpan w:val="6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59B1250A" w14:textId="66BD1ED5" w:rsidR="00EC32EC" w:rsidRPr="00EC32EC" w:rsidRDefault="008C3642" w:rsidP="000C52E1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ind w:left="154" w:right="60" w:hangingChars="100" w:hanging="154"/>
              <w:jc w:val="both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  <w:r w:rsidRPr="00D23803">
              <w:rPr>
                <w:rFonts w:ascii="나눔스퀘어" w:eastAsia="나눔스퀘어" w:hAnsi="나눔스퀘어" w:cs="굴림"/>
                <w:color w:val="000000"/>
                <w:spacing w:val="-10"/>
                <w:sz w:val="18"/>
                <w:szCs w:val="18"/>
              </w:rPr>
              <w:t>※</w:t>
            </w:r>
            <w:r w:rsidR="00771B7F">
              <w:rPr>
                <w:rFonts w:ascii="나눔스퀘어" w:eastAsia="나눔스퀘어" w:hAnsi="나눔스퀘어" w:cs="굴림"/>
                <w:color w:val="000000"/>
                <w:spacing w:val="-10"/>
                <w:sz w:val="18"/>
                <w:szCs w:val="18"/>
              </w:rPr>
              <w:t xml:space="preserve"> </w:t>
            </w:r>
            <w:r w:rsidR="000C52E1">
              <w:rPr>
                <w:rFonts w:ascii="나눔스퀘어" w:eastAsia="나눔스퀘어" w:hAnsi="나눔스퀘어" w:cs="굴림" w:hint="eastAsia"/>
                <w:color w:val="000000"/>
                <w:spacing w:val="-10"/>
                <w:sz w:val="18"/>
                <w:szCs w:val="18"/>
              </w:rPr>
              <w:t>어떤 꿈을 꾸고 있나요?</w:t>
            </w:r>
            <w:r w:rsidR="000C52E1">
              <w:rPr>
                <w:rFonts w:ascii="나눔스퀘어" w:eastAsia="나눔스퀘어" w:hAnsi="나눔스퀘어" w:cs="굴림"/>
                <w:color w:val="000000"/>
                <w:spacing w:val="-10"/>
                <w:sz w:val="18"/>
                <w:szCs w:val="18"/>
              </w:rPr>
              <w:t xml:space="preserve"> </w:t>
            </w:r>
            <w:proofErr w:type="spellStart"/>
            <w:r w:rsidR="000C52E1">
              <w:rPr>
                <w:rFonts w:ascii="나눔스퀘어" w:eastAsia="나눔스퀘어" w:hAnsi="나눔스퀘어" w:cs="굴림" w:hint="eastAsia"/>
                <w:color w:val="000000"/>
                <w:spacing w:val="-10"/>
                <w:sz w:val="18"/>
                <w:szCs w:val="18"/>
              </w:rPr>
              <w:t>주얼리</w:t>
            </w:r>
            <w:proofErr w:type="spellEnd"/>
            <w:r w:rsidR="000C52E1">
              <w:rPr>
                <w:rFonts w:ascii="나눔스퀘어" w:eastAsia="나눔스퀘어" w:hAnsi="나눔스퀘어" w:cs="굴림" w:hint="eastAsia"/>
                <w:color w:val="000000"/>
                <w:spacing w:val="-10"/>
                <w:sz w:val="18"/>
                <w:szCs w:val="18"/>
              </w:rPr>
              <w:t xml:space="preserve"> 분야로 꾸는 꿈을 알려주세요,</w:t>
            </w:r>
            <w:r w:rsidR="000C52E1">
              <w:rPr>
                <w:rFonts w:ascii="나눔스퀘어" w:eastAsia="나눔스퀘어" w:hAnsi="나눔스퀘어" w:cs="굴림"/>
                <w:color w:val="000000"/>
                <w:spacing w:val="-10"/>
                <w:sz w:val="18"/>
                <w:szCs w:val="18"/>
              </w:rPr>
              <w:t xml:space="preserve"> </w:t>
            </w:r>
            <w:r w:rsidR="000C52E1">
              <w:rPr>
                <w:rFonts w:ascii="나눔스퀘어" w:eastAsia="나눔스퀘어" w:hAnsi="나눔스퀘어" w:cs="굴림" w:hint="eastAsia"/>
                <w:color w:val="000000"/>
                <w:spacing w:val="-10"/>
                <w:sz w:val="18"/>
                <w:szCs w:val="18"/>
              </w:rPr>
              <w:t>그 꿈이 명확하다면 자세히 알려주세요.</w:t>
            </w:r>
            <w:r w:rsidR="000C52E1">
              <w:rPr>
                <w:rFonts w:ascii="나눔스퀘어" w:eastAsia="나눔스퀘어" w:hAnsi="나눔스퀘어" w:cs="굴림"/>
                <w:color w:val="000000"/>
                <w:spacing w:val="-10"/>
                <w:sz w:val="18"/>
                <w:szCs w:val="18"/>
              </w:rPr>
              <w:t xml:space="preserve"> </w:t>
            </w:r>
            <w:r w:rsidR="000C52E1">
              <w:rPr>
                <w:rFonts w:ascii="나눔스퀘어" w:eastAsia="나눔스퀘어" w:hAnsi="나눔스퀘어" w:cs="굴림" w:hint="eastAsia"/>
                <w:color w:val="000000"/>
                <w:spacing w:val="-10"/>
                <w:sz w:val="18"/>
                <w:szCs w:val="18"/>
              </w:rPr>
              <w:t>하지만 아직은 막연하고 정확</w:t>
            </w:r>
            <w:r w:rsidR="00ED25F4">
              <w:rPr>
                <w:rFonts w:ascii="나눔스퀘어" w:eastAsia="나눔스퀘어" w:hAnsi="나눔스퀘어" w:cs="굴림" w:hint="eastAsia"/>
                <w:color w:val="000000"/>
                <w:spacing w:val="-10"/>
                <w:sz w:val="18"/>
                <w:szCs w:val="18"/>
              </w:rPr>
              <w:t xml:space="preserve"> </w:t>
            </w:r>
            <w:r w:rsidR="0089369F">
              <w:rPr>
                <w:rFonts w:ascii="나눔스퀘어" w:eastAsia="나눔스퀘어" w:hAnsi="나눔스퀘어" w:cs="굴림" w:hint="eastAsia"/>
                <w:color w:val="000000"/>
                <w:spacing w:val="-10"/>
                <w:sz w:val="18"/>
                <w:szCs w:val="18"/>
              </w:rPr>
              <w:t>하지 않을</w:t>
            </w:r>
            <w:r w:rsidR="000C52E1">
              <w:rPr>
                <w:rFonts w:ascii="나눔스퀘어" w:eastAsia="나눔스퀘어" w:hAnsi="나눔스퀘어" w:cs="굴림" w:hint="eastAsia"/>
                <w:color w:val="000000"/>
                <w:spacing w:val="-10"/>
                <w:sz w:val="18"/>
                <w:szCs w:val="18"/>
              </w:rPr>
              <w:t xml:space="preserve"> 수도 있어요.</w:t>
            </w:r>
            <w:r w:rsidR="000C52E1">
              <w:rPr>
                <w:rFonts w:ascii="나눔스퀘어" w:eastAsia="나눔스퀘어" w:hAnsi="나눔스퀘어" w:cs="굴림"/>
                <w:color w:val="000000"/>
                <w:spacing w:val="-10"/>
                <w:sz w:val="18"/>
                <w:szCs w:val="18"/>
              </w:rPr>
              <w:t xml:space="preserve"> </w:t>
            </w:r>
            <w:r w:rsidR="000C52E1">
              <w:rPr>
                <w:rFonts w:ascii="나눔스퀘어" w:eastAsia="나눔스퀘어" w:hAnsi="나눔스퀘어" w:cs="굴림" w:hint="eastAsia"/>
                <w:color w:val="000000"/>
                <w:spacing w:val="-10"/>
                <w:sz w:val="18"/>
                <w:szCs w:val="18"/>
              </w:rPr>
              <w:t xml:space="preserve">괜찮아요 그 꿈을 </w:t>
            </w:r>
            <w:r w:rsidR="0089369F">
              <w:rPr>
                <w:rFonts w:ascii="나눔스퀘어" w:eastAsia="나눔스퀘어" w:hAnsi="나눔스퀘어" w:cs="굴림" w:hint="eastAsia"/>
                <w:color w:val="000000"/>
                <w:spacing w:val="-10"/>
                <w:sz w:val="18"/>
                <w:szCs w:val="18"/>
              </w:rPr>
              <w:t>이야기</w:t>
            </w:r>
            <w:r w:rsidR="0089369F">
              <w:rPr>
                <w:rFonts w:ascii="나눔스퀘어" w:eastAsia="나눔스퀘어" w:hAnsi="나눔스퀘어" w:cs="굴림"/>
                <w:color w:val="000000"/>
                <w:spacing w:val="-10"/>
                <w:sz w:val="18"/>
                <w:szCs w:val="18"/>
              </w:rPr>
              <w:t>해주세요</w:t>
            </w:r>
            <w:r w:rsidR="000C52E1">
              <w:rPr>
                <w:rFonts w:ascii="나눔스퀘어" w:eastAsia="나눔스퀘어" w:hAnsi="나눔스퀘어" w:cs="굴림" w:hint="eastAsia"/>
                <w:color w:val="000000"/>
                <w:spacing w:val="-10"/>
                <w:sz w:val="18"/>
                <w:szCs w:val="18"/>
              </w:rPr>
              <w:t>.</w:t>
            </w:r>
          </w:p>
          <w:p w14:paraId="7BE6E751" w14:textId="77777777" w:rsidR="00EC32EC" w:rsidRPr="00EC32EC" w:rsidRDefault="00EC32EC" w:rsidP="00EC32EC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ind w:left="60" w:right="60"/>
              <w:jc w:val="both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</w:p>
          <w:p w14:paraId="644503D6" w14:textId="77777777" w:rsidR="00EC32EC" w:rsidRPr="00EC32EC" w:rsidRDefault="00EC32EC" w:rsidP="00EC32EC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ind w:left="60" w:right="60"/>
              <w:jc w:val="both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</w:p>
          <w:p w14:paraId="46B11ADC" w14:textId="77777777" w:rsidR="00EC32EC" w:rsidRPr="00EC32EC" w:rsidRDefault="00EC32EC" w:rsidP="00EC32EC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ind w:left="60" w:right="60"/>
              <w:jc w:val="both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</w:p>
          <w:p w14:paraId="136035E7" w14:textId="77777777" w:rsidR="00EC32EC" w:rsidRPr="00EC32EC" w:rsidRDefault="00EC32EC" w:rsidP="00EC32EC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ind w:left="60" w:right="60"/>
              <w:jc w:val="both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</w:p>
          <w:p w14:paraId="6D00996F" w14:textId="77777777" w:rsidR="00EC32EC" w:rsidRPr="00EC32EC" w:rsidRDefault="00EC32EC" w:rsidP="00EC32EC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ind w:left="60" w:right="60"/>
              <w:jc w:val="both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</w:p>
          <w:p w14:paraId="4B0B3235" w14:textId="77777777" w:rsidR="00EC32EC" w:rsidRPr="00EC32EC" w:rsidRDefault="00EC32EC" w:rsidP="00EC32EC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ind w:left="60" w:right="60"/>
              <w:jc w:val="both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</w:p>
          <w:p w14:paraId="0791F0E7" w14:textId="77777777" w:rsidR="00EC32EC" w:rsidRPr="00EC32EC" w:rsidRDefault="00EC32EC" w:rsidP="00EC32EC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ind w:left="60" w:right="60"/>
              <w:jc w:val="both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</w:p>
          <w:p w14:paraId="04D372A3" w14:textId="77777777" w:rsidR="00EC32EC" w:rsidRPr="00EC32EC" w:rsidRDefault="00EC32EC" w:rsidP="00EC32EC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ind w:left="60" w:right="60"/>
              <w:jc w:val="both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</w:p>
          <w:p w14:paraId="3EE18AD7" w14:textId="77777777" w:rsidR="00EC32EC" w:rsidRPr="00EC32EC" w:rsidRDefault="00EC32EC" w:rsidP="00EC32EC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ind w:left="60" w:right="60"/>
              <w:jc w:val="both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</w:p>
          <w:p w14:paraId="6D9839B6" w14:textId="77777777" w:rsidR="00EC32EC" w:rsidRPr="00EC32EC" w:rsidRDefault="00EC32EC" w:rsidP="00EC32EC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ind w:left="60" w:right="60"/>
              <w:jc w:val="both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</w:p>
          <w:p w14:paraId="6691643E" w14:textId="77777777" w:rsidR="00EC32EC" w:rsidRPr="00EC32EC" w:rsidRDefault="00EC32EC" w:rsidP="00771B7F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ind w:right="60"/>
              <w:jc w:val="both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</w:p>
        </w:tc>
      </w:tr>
      <w:tr w:rsidR="00EC32EC" w:rsidRPr="00EC32EC" w14:paraId="01DDFA5F" w14:textId="77777777" w:rsidTr="00EC32EC">
        <w:trPr>
          <w:trHeight w:val="539"/>
        </w:trPr>
        <w:tc>
          <w:tcPr>
            <w:tcW w:w="9524" w:type="dxa"/>
            <w:gridSpan w:val="6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7598F5F" w14:textId="00BBB0B1" w:rsidR="00EC32EC" w:rsidRPr="00EC32EC" w:rsidRDefault="00771B7F" w:rsidP="00EC32EC">
            <w:pPr>
              <w:widowControl w:val="0"/>
              <w:autoSpaceDE w:val="0"/>
              <w:autoSpaceDN w:val="0"/>
              <w:snapToGrid w:val="0"/>
              <w:spacing w:after="0" w:line="384" w:lineRule="auto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  <w:r>
              <w:rPr>
                <w:rFonts w:ascii="나눔스퀘어" w:eastAsia="나눔스퀘어" w:hAnsi="나눔스퀘어" w:cs="굴림"/>
                <w:b/>
                <w:bCs/>
                <w:color w:val="000000"/>
              </w:rPr>
              <w:lastRenderedPageBreak/>
              <w:t>3</w:t>
            </w:r>
            <w:r w:rsidR="00EC32EC" w:rsidRPr="00EC32EC">
              <w:rPr>
                <w:rFonts w:ascii="나눔스퀘어" w:eastAsia="나눔스퀘어" w:hAnsi="나눔스퀘어" w:cs="굴림" w:hint="eastAsia"/>
                <w:b/>
                <w:bCs/>
                <w:color w:val="000000"/>
              </w:rPr>
              <w:t xml:space="preserve">. </w:t>
            </w:r>
            <w:r>
              <w:rPr>
                <w:rFonts w:ascii="나눔스퀘어" w:eastAsia="나눔스퀘어" w:hAnsi="나눔스퀘어" w:cs="굴림"/>
                <w:b/>
                <w:bCs/>
                <w:color w:val="000000"/>
              </w:rPr>
              <w:t xml:space="preserve"> </w:t>
            </w:r>
            <w:r w:rsidR="000C52E1">
              <w:rPr>
                <w:rFonts w:ascii="나눔스퀘어" w:eastAsia="나눔스퀘어" w:hAnsi="나눔스퀘어" w:cs="굴림" w:hint="eastAsia"/>
                <w:b/>
                <w:bCs/>
                <w:color w:val="000000"/>
              </w:rPr>
              <w:t>꿈 계획</w:t>
            </w:r>
          </w:p>
        </w:tc>
      </w:tr>
      <w:tr w:rsidR="00EC32EC" w:rsidRPr="00EC32EC" w14:paraId="564CDB26" w14:textId="77777777" w:rsidTr="00EC32EC">
        <w:trPr>
          <w:trHeight w:val="5294"/>
        </w:trPr>
        <w:tc>
          <w:tcPr>
            <w:tcW w:w="9524" w:type="dxa"/>
            <w:gridSpan w:val="6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1A675DAD" w14:textId="784E76C4" w:rsidR="00EC32EC" w:rsidRPr="00EC32EC" w:rsidRDefault="006428C6" w:rsidP="000C52E1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ind w:left="154" w:right="60" w:hangingChars="100" w:hanging="154"/>
              <w:jc w:val="both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  <w:r w:rsidRPr="00D23803">
              <w:rPr>
                <w:rFonts w:ascii="나눔스퀘어" w:eastAsia="나눔스퀘어" w:hAnsi="나눔스퀘어" w:cs="굴림"/>
                <w:color w:val="000000"/>
                <w:spacing w:val="-10"/>
                <w:sz w:val="18"/>
                <w:szCs w:val="18"/>
              </w:rPr>
              <w:t>※</w:t>
            </w:r>
            <w:r>
              <w:rPr>
                <w:rFonts w:ascii="나눔스퀘어" w:eastAsia="나눔스퀘어" w:hAnsi="나눔스퀘어" w:cs="굴림"/>
                <w:color w:val="000000"/>
                <w:spacing w:val="-10"/>
                <w:sz w:val="18"/>
                <w:szCs w:val="18"/>
              </w:rPr>
              <w:t xml:space="preserve"> </w:t>
            </w:r>
            <w:r w:rsidR="000C52E1">
              <w:rPr>
                <w:rFonts w:ascii="나눔스퀘어" w:eastAsia="나눔스퀘어" w:hAnsi="나눔스퀘어" w:cs="굴림" w:hint="eastAsia"/>
                <w:color w:val="000000"/>
                <w:spacing w:val="-10"/>
                <w:sz w:val="18"/>
                <w:szCs w:val="18"/>
              </w:rPr>
              <w:t>그 꿈을 이루기 위해 어떤 계획을 가지고 있나요?</w:t>
            </w:r>
            <w:r w:rsidR="000C52E1">
              <w:rPr>
                <w:rFonts w:ascii="나눔스퀘어" w:eastAsia="나눔스퀘어" w:hAnsi="나눔스퀘어" w:cs="굴림"/>
                <w:color w:val="000000"/>
                <w:spacing w:val="-10"/>
                <w:sz w:val="18"/>
                <w:szCs w:val="18"/>
              </w:rPr>
              <w:t xml:space="preserve"> </w:t>
            </w:r>
            <w:r w:rsidR="000C52E1">
              <w:rPr>
                <w:rFonts w:ascii="나눔스퀘어" w:eastAsia="나눔스퀘어" w:hAnsi="나눔스퀘어" w:cs="굴림" w:hint="eastAsia"/>
                <w:color w:val="000000"/>
                <w:spacing w:val="-10"/>
                <w:sz w:val="18"/>
                <w:szCs w:val="18"/>
              </w:rPr>
              <w:t>경험하거나 실천한 것,</w:t>
            </w:r>
            <w:r w:rsidR="000C52E1">
              <w:rPr>
                <w:rFonts w:ascii="나눔스퀘어" w:eastAsia="나눔스퀘어" w:hAnsi="나눔스퀘어" w:cs="굴림"/>
                <w:color w:val="000000"/>
                <w:spacing w:val="-10"/>
                <w:sz w:val="18"/>
                <w:szCs w:val="18"/>
              </w:rPr>
              <w:t xml:space="preserve"> </w:t>
            </w:r>
            <w:r w:rsidR="000C52E1">
              <w:rPr>
                <w:rFonts w:ascii="나눔스퀘어" w:eastAsia="나눔스퀘어" w:hAnsi="나눔스퀘어" w:cs="굴림" w:hint="eastAsia"/>
                <w:color w:val="000000"/>
                <w:spacing w:val="-10"/>
                <w:sz w:val="18"/>
                <w:szCs w:val="18"/>
              </w:rPr>
              <w:t>준비가 되어 있거나 현재 준비하고 있는 것들이 있다면 자세히</w:t>
            </w:r>
            <w:r w:rsidR="00ED25F4">
              <w:rPr>
                <w:rFonts w:ascii="나눔스퀘어" w:eastAsia="나눔스퀘어" w:hAnsi="나눔스퀘어" w:cs="굴림" w:hint="eastAsia"/>
                <w:color w:val="000000"/>
                <w:spacing w:val="-10"/>
                <w:sz w:val="18"/>
                <w:szCs w:val="18"/>
              </w:rPr>
              <w:t xml:space="preserve"> </w:t>
            </w:r>
            <w:r w:rsidR="000C52E1">
              <w:rPr>
                <w:rFonts w:ascii="나눔스퀘어" w:eastAsia="나눔스퀘어" w:hAnsi="나눔스퀘어" w:cs="굴림" w:hint="eastAsia"/>
                <w:color w:val="000000"/>
                <w:spacing w:val="-10"/>
                <w:sz w:val="18"/>
                <w:szCs w:val="18"/>
              </w:rPr>
              <w:t>알려주세요.</w:t>
            </w:r>
            <w:r w:rsidR="000C52E1">
              <w:rPr>
                <w:rFonts w:ascii="나눔스퀘어" w:eastAsia="나눔스퀘어" w:hAnsi="나눔스퀘어" w:cs="굴림"/>
                <w:color w:val="000000"/>
                <w:spacing w:val="-10"/>
                <w:sz w:val="18"/>
                <w:szCs w:val="18"/>
              </w:rPr>
              <w:t xml:space="preserve"> </w:t>
            </w:r>
            <w:r w:rsidR="000C52E1">
              <w:rPr>
                <w:rFonts w:ascii="나눔스퀘어" w:eastAsia="나눔스퀘어" w:hAnsi="나눔스퀘어" w:cs="굴림" w:hint="eastAsia"/>
                <w:color w:val="000000"/>
                <w:spacing w:val="-10"/>
                <w:sz w:val="18"/>
                <w:szCs w:val="18"/>
              </w:rPr>
              <w:t>그 과정에서 어렵고 해결하고 싶은 고민과 문제가 있다면 알려주세요.</w:t>
            </w:r>
          </w:p>
          <w:p w14:paraId="0A816C79" w14:textId="77777777" w:rsidR="00EC32EC" w:rsidRPr="00EC32EC" w:rsidRDefault="00EC32EC" w:rsidP="00EC32EC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ind w:left="60" w:right="60"/>
              <w:jc w:val="both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</w:p>
          <w:p w14:paraId="222B2165" w14:textId="77777777" w:rsidR="00EC32EC" w:rsidRPr="00EC32EC" w:rsidRDefault="00EC32EC" w:rsidP="00EC32EC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ind w:left="60" w:right="60"/>
              <w:jc w:val="both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</w:p>
          <w:p w14:paraId="6BACE573" w14:textId="77777777" w:rsidR="00EC32EC" w:rsidRPr="00EC32EC" w:rsidRDefault="00EC32EC" w:rsidP="00EC32EC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ind w:left="60" w:right="60"/>
              <w:jc w:val="both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</w:p>
          <w:p w14:paraId="2ABA24A8" w14:textId="77777777" w:rsidR="00EC32EC" w:rsidRPr="00EC32EC" w:rsidRDefault="00EC32EC" w:rsidP="00EC32EC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ind w:left="60" w:right="60"/>
              <w:jc w:val="both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</w:p>
          <w:p w14:paraId="421D1BC5" w14:textId="77777777" w:rsidR="00EC32EC" w:rsidRPr="00EC32EC" w:rsidRDefault="00EC32EC" w:rsidP="00EC32EC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ind w:left="60" w:right="60"/>
              <w:jc w:val="both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</w:p>
          <w:p w14:paraId="71BF2D21" w14:textId="77777777" w:rsidR="00EC32EC" w:rsidRPr="00EC32EC" w:rsidRDefault="00EC32EC" w:rsidP="00EC32EC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ind w:left="60" w:right="60"/>
              <w:jc w:val="both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</w:p>
          <w:p w14:paraId="4E333FA7" w14:textId="77777777" w:rsidR="00EC32EC" w:rsidRPr="00EC32EC" w:rsidRDefault="00EC32EC" w:rsidP="00EC32EC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ind w:left="60" w:right="60"/>
              <w:jc w:val="both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</w:p>
          <w:p w14:paraId="1F1DBC77" w14:textId="77777777" w:rsidR="00EC32EC" w:rsidRPr="00EC32EC" w:rsidRDefault="00EC32EC" w:rsidP="00EC32EC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ind w:left="60" w:right="60"/>
              <w:jc w:val="both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</w:p>
          <w:p w14:paraId="52D3F00E" w14:textId="77777777" w:rsidR="00EC32EC" w:rsidRPr="00EC32EC" w:rsidRDefault="00EC32EC" w:rsidP="00EC32EC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ind w:left="60" w:right="60"/>
              <w:jc w:val="both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</w:p>
          <w:p w14:paraId="27AD2639" w14:textId="77777777" w:rsidR="00EC32EC" w:rsidRPr="00EC32EC" w:rsidRDefault="00EC32EC" w:rsidP="00EC32EC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ind w:left="60" w:right="60"/>
              <w:jc w:val="both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</w:p>
          <w:p w14:paraId="38A02A14" w14:textId="77777777" w:rsidR="00EC32EC" w:rsidRPr="00EC32EC" w:rsidRDefault="00EC32EC" w:rsidP="00EC32EC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ind w:left="60" w:right="60"/>
              <w:jc w:val="both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</w:p>
          <w:p w14:paraId="737B2524" w14:textId="77777777" w:rsidR="00EC32EC" w:rsidRPr="00EC32EC" w:rsidRDefault="00EC32EC" w:rsidP="00EC32EC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ind w:left="60" w:right="60"/>
              <w:jc w:val="both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</w:p>
        </w:tc>
      </w:tr>
      <w:tr w:rsidR="00EC32EC" w:rsidRPr="00EC32EC" w14:paraId="19F4D64D" w14:textId="77777777" w:rsidTr="00EC32EC">
        <w:trPr>
          <w:trHeight w:val="539"/>
        </w:trPr>
        <w:tc>
          <w:tcPr>
            <w:tcW w:w="9524" w:type="dxa"/>
            <w:gridSpan w:val="6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D80316C" w14:textId="7BDA5BF6" w:rsidR="00EC32EC" w:rsidRPr="00EC32EC" w:rsidRDefault="00EC32EC" w:rsidP="00EC32EC">
            <w:pPr>
              <w:widowControl w:val="0"/>
              <w:autoSpaceDE w:val="0"/>
              <w:autoSpaceDN w:val="0"/>
              <w:snapToGrid w:val="0"/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 w:rsidRPr="00EC32EC">
              <w:rPr>
                <w:rFonts w:ascii="맑은 고딕" w:eastAsia="맑은 고딕" w:hAnsi="맑은 고딕" w:cs="굴림" w:hint="eastAsia"/>
                <w:b/>
                <w:bCs/>
                <w:color w:val="000000"/>
              </w:rPr>
              <w:t xml:space="preserve">4. </w:t>
            </w:r>
            <w:r w:rsidRPr="00EC32EC">
              <w:rPr>
                <w:rFonts w:ascii="굴림" w:eastAsia="맑은 고딕" w:hAnsi="굴림" w:cs="굴림"/>
                <w:b/>
                <w:bCs/>
                <w:color w:val="000000"/>
              </w:rPr>
              <w:t>선발</w:t>
            </w:r>
            <w:r w:rsidRPr="00EC32EC">
              <w:rPr>
                <w:rFonts w:ascii="굴림" w:eastAsia="맑은 고딕" w:hAnsi="굴림" w:cs="굴림"/>
                <w:b/>
                <w:bCs/>
                <w:color w:val="000000"/>
              </w:rPr>
              <w:t xml:space="preserve"> </w:t>
            </w:r>
            <w:r w:rsidRPr="00EC32EC">
              <w:rPr>
                <w:rFonts w:ascii="굴림" w:eastAsia="맑은 고딕" w:hAnsi="굴림" w:cs="굴림"/>
                <w:b/>
                <w:bCs/>
                <w:color w:val="000000"/>
              </w:rPr>
              <w:t>후</w:t>
            </w:r>
            <w:r w:rsidRPr="00EC32EC">
              <w:rPr>
                <w:rFonts w:ascii="굴림" w:eastAsia="맑은 고딕" w:hAnsi="굴림" w:cs="굴림"/>
                <w:b/>
                <w:bCs/>
                <w:color w:val="000000"/>
              </w:rPr>
              <w:t xml:space="preserve"> </w:t>
            </w:r>
            <w:r w:rsidRPr="00EC32EC">
              <w:rPr>
                <w:rFonts w:ascii="굴림" w:eastAsia="맑은 고딕" w:hAnsi="굴림" w:cs="굴림"/>
                <w:b/>
                <w:bCs/>
                <w:color w:val="000000"/>
              </w:rPr>
              <w:t>계획</w:t>
            </w:r>
            <w:r w:rsidR="006428C6">
              <w:rPr>
                <w:rFonts w:ascii="굴림" w:eastAsia="맑은 고딕" w:hAnsi="굴림" w:cs="굴림" w:hint="eastAsia"/>
                <w:b/>
                <w:bCs/>
                <w:color w:val="000000"/>
              </w:rPr>
              <w:t>&amp;</w:t>
            </w:r>
            <w:r w:rsidR="006428C6">
              <w:rPr>
                <w:rFonts w:ascii="굴림" w:eastAsia="맑은 고딕" w:hAnsi="굴림" w:cs="굴림" w:hint="eastAsia"/>
                <w:b/>
                <w:bCs/>
                <w:color w:val="000000"/>
              </w:rPr>
              <w:t>목표</w:t>
            </w:r>
            <w:r w:rsidR="000C52E1">
              <w:rPr>
                <w:rFonts w:ascii="굴림" w:eastAsia="맑은 고딕" w:hAnsi="굴림" w:cs="굴림" w:hint="eastAsia"/>
                <w:b/>
                <w:bCs/>
                <w:color w:val="000000"/>
              </w:rPr>
              <w:t xml:space="preserve"> </w:t>
            </w:r>
            <w:r w:rsidR="000C52E1">
              <w:rPr>
                <w:rFonts w:ascii="굴림" w:eastAsia="맑은 고딕" w:hAnsi="굴림" w:cs="굴림"/>
                <w:b/>
                <w:bCs/>
                <w:color w:val="000000"/>
              </w:rPr>
              <w:t>(</w:t>
            </w:r>
            <w:r w:rsidR="000C52E1">
              <w:rPr>
                <w:rFonts w:ascii="굴림" w:eastAsia="맑은 고딕" w:hAnsi="굴림" w:cs="굴림" w:hint="eastAsia"/>
                <w:b/>
                <w:bCs/>
                <w:color w:val="000000"/>
              </w:rPr>
              <w:t>장학금</w:t>
            </w:r>
            <w:r w:rsidR="000C52E1">
              <w:rPr>
                <w:rFonts w:ascii="굴림" w:eastAsia="맑은 고딕" w:hAnsi="굴림" w:cs="굴림" w:hint="eastAsia"/>
                <w:b/>
                <w:bCs/>
                <w:color w:val="000000"/>
              </w:rPr>
              <w:t xml:space="preserve"> </w:t>
            </w:r>
            <w:r w:rsidR="000C52E1">
              <w:rPr>
                <w:rFonts w:ascii="굴림" w:eastAsia="맑은 고딕" w:hAnsi="굴림" w:cs="굴림" w:hint="eastAsia"/>
                <w:b/>
                <w:bCs/>
                <w:color w:val="000000"/>
              </w:rPr>
              <w:t>활용계획</w:t>
            </w:r>
            <w:r w:rsidR="000C52E1">
              <w:rPr>
                <w:rFonts w:ascii="굴림" w:eastAsia="맑은 고딕" w:hAnsi="굴림" w:cs="굴림" w:hint="eastAsia"/>
                <w:b/>
                <w:bCs/>
                <w:color w:val="000000"/>
              </w:rPr>
              <w:t xml:space="preserve"> </w:t>
            </w:r>
            <w:r w:rsidR="000C52E1">
              <w:rPr>
                <w:rFonts w:ascii="굴림" w:eastAsia="맑은 고딕" w:hAnsi="굴림" w:cs="굴림" w:hint="eastAsia"/>
                <w:b/>
                <w:bCs/>
                <w:color w:val="000000"/>
              </w:rPr>
              <w:t>포함</w:t>
            </w:r>
            <w:r w:rsidR="000C52E1">
              <w:rPr>
                <w:rFonts w:ascii="굴림" w:eastAsia="맑은 고딕" w:hAnsi="굴림" w:cs="굴림" w:hint="eastAsia"/>
                <w:b/>
                <w:bCs/>
                <w:color w:val="000000"/>
              </w:rPr>
              <w:t>)</w:t>
            </w:r>
          </w:p>
        </w:tc>
      </w:tr>
      <w:tr w:rsidR="00EC32EC" w:rsidRPr="00EC32EC" w14:paraId="6698E942" w14:textId="77777777" w:rsidTr="00EC32EC">
        <w:trPr>
          <w:trHeight w:val="5294"/>
        </w:trPr>
        <w:tc>
          <w:tcPr>
            <w:tcW w:w="9524" w:type="dxa"/>
            <w:gridSpan w:val="6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5B1CE676" w14:textId="11B8F958" w:rsidR="00EC32EC" w:rsidRPr="00EC32EC" w:rsidRDefault="006428C6" w:rsidP="006428C6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ind w:left="60" w:right="60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 w:rsidRPr="00D23803">
              <w:rPr>
                <w:rFonts w:ascii="나눔스퀘어" w:eastAsia="나눔스퀘어" w:hAnsi="나눔스퀘어" w:cs="굴림"/>
                <w:color w:val="000000"/>
                <w:spacing w:val="-10"/>
                <w:sz w:val="18"/>
                <w:szCs w:val="18"/>
              </w:rPr>
              <w:t>※</w:t>
            </w:r>
            <w:r>
              <w:rPr>
                <w:rFonts w:ascii="나눔스퀘어" w:eastAsia="나눔스퀘어" w:hAnsi="나눔스퀘어" w:cs="굴림"/>
                <w:color w:val="000000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나눔스퀘어" w:eastAsia="나눔스퀘어" w:hAnsi="나눔스퀘어" w:cs="굴림" w:hint="eastAsia"/>
                <w:color w:val="000000"/>
                <w:spacing w:val="-10"/>
                <w:sz w:val="18"/>
                <w:szCs w:val="18"/>
              </w:rPr>
              <w:t xml:space="preserve">선발된다면 </w:t>
            </w:r>
            <w:r w:rsidR="000C52E1">
              <w:rPr>
                <w:rFonts w:ascii="나눔스퀘어" w:eastAsia="나눔스퀘어" w:hAnsi="나눔스퀘어" w:cs="굴림" w:hint="eastAsia"/>
                <w:color w:val="000000"/>
                <w:spacing w:val="-10"/>
                <w:sz w:val="18"/>
                <w:szCs w:val="18"/>
              </w:rPr>
              <w:t xml:space="preserve">앞으로 </w:t>
            </w:r>
            <w:r w:rsidR="000C52E1">
              <w:rPr>
                <w:rFonts w:ascii="나눔스퀘어" w:eastAsia="나눔스퀘어" w:hAnsi="나눔스퀘어" w:cs="굴림"/>
                <w:color w:val="000000"/>
                <w:spacing w:val="-10"/>
                <w:sz w:val="18"/>
                <w:szCs w:val="18"/>
              </w:rPr>
              <w:t>1</w:t>
            </w:r>
            <w:r w:rsidR="000C52E1">
              <w:rPr>
                <w:rFonts w:ascii="나눔스퀘어" w:eastAsia="나눔스퀘어" w:hAnsi="나눔스퀘어" w:cs="굴림" w:hint="eastAsia"/>
                <w:color w:val="000000"/>
                <w:spacing w:val="-10"/>
                <w:sz w:val="18"/>
                <w:szCs w:val="18"/>
              </w:rPr>
              <w:t>년 간 꿈을 위해 무엇을 할 것인가요?</w:t>
            </w:r>
            <w:r w:rsidR="000C52E1">
              <w:rPr>
                <w:rFonts w:ascii="나눔스퀘어" w:eastAsia="나눔스퀘어" w:hAnsi="나눔스퀘어" w:cs="굴림"/>
                <w:color w:val="000000"/>
                <w:spacing w:val="-10"/>
                <w:sz w:val="18"/>
                <w:szCs w:val="18"/>
              </w:rPr>
              <w:t xml:space="preserve"> </w:t>
            </w:r>
            <w:r w:rsidR="000C52E1">
              <w:rPr>
                <w:rFonts w:ascii="나눔스퀘어" w:eastAsia="나눔스퀘어" w:hAnsi="나눔스퀘어" w:cs="굴림" w:hint="eastAsia"/>
                <w:color w:val="000000"/>
                <w:spacing w:val="-10"/>
                <w:sz w:val="18"/>
                <w:szCs w:val="18"/>
              </w:rPr>
              <w:t>어떤 목표를 갖고 있나요?</w:t>
            </w:r>
            <w:r w:rsidR="000C52E1">
              <w:rPr>
                <w:rFonts w:ascii="나눔스퀘어" w:eastAsia="나눔스퀘어" w:hAnsi="나눔스퀘어" w:cs="굴림"/>
                <w:color w:val="000000"/>
                <w:spacing w:val="-10"/>
                <w:sz w:val="18"/>
                <w:szCs w:val="18"/>
              </w:rPr>
              <w:t xml:space="preserve"> </w:t>
            </w:r>
            <w:r w:rsidR="000C52E1">
              <w:rPr>
                <w:rFonts w:ascii="나눔스퀘어" w:eastAsia="나눔스퀘어" w:hAnsi="나눔스퀘어" w:cs="굴림" w:hint="eastAsia"/>
                <w:color w:val="000000"/>
                <w:spacing w:val="-10"/>
                <w:sz w:val="18"/>
                <w:szCs w:val="18"/>
              </w:rPr>
              <w:t>재단에 도움을 받고 싶은 것이나 장학생으로 선발되어 해보고 싶고,</w:t>
            </w:r>
            <w:r w:rsidR="000C52E1">
              <w:rPr>
                <w:rFonts w:ascii="나눔스퀘어" w:eastAsia="나눔스퀘어" w:hAnsi="나눔스퀘어" w:cs="굴림"/>
                <w:color w:val="000000"/>
                <w:spacing w:val="-10"/>
                <w:sz w:val="18"/>
                <w:szCs w:val="18"/>
              </w:rPr>
              <w:t xml:space="preserve"> </w:t>
            </w:r>
            <w:r w:rsidR="000C52E1">
              <w:rPr>
                <w:rFonts w:ascii="나눔스퀘어" w:eastAsia="나눔스퀘어" w:hAnsi="나눔스퀘어" w:cs="굴림" w:hint="eastAsia"/>
                <w:color w:val="000000"/>
                <w:spacing w:val="-10"/>
                <w:sz w:val="18"/>
                <w:szCs w:val="18"/>
              </w:rPr>
              <w:t>만나고 싶고,</w:t>
            </w:r>
            <w:r w:rsidR="000C52E1">
              <w:rPr>
                <w:rFonts w:ascii="나눔스퀘어" w:eastAsia="나눔스퀘어" w:hAnsi="나눔스퀘어" w:cs="굴림"/>
                <w:color w:val="000000"/>
                <w:spacing w:val="-10"/>
                <w:sz w:val="18"/>
                <w:szCs w:val="18"/>
              </w:rPr>
              <w:t xml:space="preserve"> </w:t>
            </w:r>
            <w:r w:rsidR="000C52E1">
              <w:rPr>
                <w:rFonts w:ascii="나눔스퀘어" w:eastAsia="나눔스퀘어" w:hAnsi="나눔스퀘어" w:cs="굴림" w:hint="eastAsia"/>
                <w:color w:val="000000"/>
                <w:spacing w:val="-10"/>
                <w:sz w:val="18"/>
                <w:szCs w:val="18"/>
              </w:rPr>
              <w:t>도전하고 싶은 것이 있다면 반드시 작성해 주세요.</w:t>
            </w:r>
            <w:r w:rsidR="000C52E1">
              <w:rPr>
                <w:rFonts w:ascii="나눔스퀘어" w:eastAsia="나눔스퀘어" w:hAnsi="나눔스퀘어" w:cs="굴림"/>
                <w:color w:val="000000"/>
                <w:spacing w:val="-10"/>
                <w:sz w:val="18"/>
                <w:szCs w:val="18"/>
              </w:rPr>
              <w:t xml:space="preserve"> </w:t>
            </w:r>
            <w:r w:rsidR="000C52E1">
              <w:rPr>
                <w:rFonts w:ascii="나눔스퀘어" w:eastAsia="나눔스퀘어" w:hAnsi="나눔스퀘어" w:cs="굴림" w:hint="eastAsia"/>
                <w:color w:val="000000"/>
                <w:spacing w:val="-10"/>
                <w:sz w:val="18"/>
                <w:szCs w:val="18"/>
              </w:rPr>
              <w:t>장학금을 어떻게 사용하고 싶은지도 알려주세요.</w:t>
            </w:r>
            <w:r w:rsidR="000C52E1">
              <w:rPr>
                <w:rFonts w:ascii="나눔스퀘어" w:eastAsia="나눔스퀘어" w:hAnsi="나눔스퀘어" w:cs="굴림"/>
                <w:color w:val="000000"/>
                <w:spacing w:val="-10"/>
                <w:sz w:val="18"/>
                <w:szCs w:val="18"/>
              </w:rPr>
              <w:t xml:space="preserve"> </w:t>
            </w:r>
          </w:p>
          <w:p w14:paraId="7EC23293" w14:textId="77777777" w:rsidR="00EC32EC" w:rsidRPr="00EC32EC" w:rsidRDefault="00EC32EC" w:rsidP="00EC32EC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ind w:left="60" w:right="60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</w:p>
          <w:p w14:paraId="7B1B3F50" w14:textId="77777777" w:rsidR="00EC32EC" w:rsidRPr="00EC32EC" w:rsidRDefault="00EC32EC" w:rsidP="00EC32EC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ind w:left="60" w:right="60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</w:p>
          <w:p w14:paraId="4D4285CB" w14:textId="77777777" w:rsidR="00EC32EC" w:rsidRPr="00EC32EC" w:rsidRDefault="00EC32EC" w:rsidP="00EC32EC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ind w:left="60" w:right="60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</w:p>
          <w:p w14:paraId="0C13971D" w14:textId="77777777" w:rsidR="00EC32EC" w:rsidRPr="00DD7DF1" w:rsidRDefault="00EC32EC" w:rsidP="00EC32EC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ind w:left="60" w:right="60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</w:p>
        </w:tc>
      </w:tr>
    </w:tbl>
    <w:p w14:paraId="13396BE3" w14:textId="77777777" w:rsidR="00EC32EC" w:rsidRPr="00EC32EC" w:rsidRDefault="00EC32EC" w:rsidP="00EC32EC">
      <w:pPr>
        <w:widowControl w:val="0"/>
        <w:autoSpaceDE w:val="0"/>
        <w:autoSpaceDN w:val="0"/>
        <w:snapToGrid w:val="0"/>
        <w:spacing w:after="0" w:line="384" w:lineRule="auto"/>
        <w:jc w:val="center"/>
        <w:textAlignment w:val="baseline"/>
        <w:rPr>
          <w:rFonts w:ascii="굴림" w:eastAsia="굴림" w:hAnsi="굴림" w:cs="굴림"/>
          <w:color w:val="000000"/>
          <w:sz w:val="20"/>
          <w:szCs w:val="20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25"/>
      </w:tblGrid>
      <w:tr w:rsidR="00EC32EC" w:rsidRPr="00EC32EC" w14:paraId="1700C9BD" w14:textId="77777777" w:rsidTr="00EC32EC">
        <w:trPr>
          <w:trHeight w:val="14128"/>
          <w:jc w:val="center"/>
        </w:trPr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CEC8DF4" w14:textId="77777777" w:rsidR="00EC32EC" w:rsidRPr="00EC32EC" w:rsidRDefault="00EC32EC" w:rsidP="00EC32EC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ind w:left="100" w:right="100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</w:p>
          <w:p w14:paraId="3A0E7CBE" w14:textId="77777777" w:rsidR="00EC32EC" w:rsidRPr="00EC32EC" w:rsidRDefault="00EC32EC" w:rsidP="007F3477">
            <w:pPr>
              <w:widowControl w:val="0"/>
              <w:autoSpaceDE w:val="0"/>
              <w:autoSpaceDN w:val="0"/>
              <w:snapToGrid w:val="0"/>
              <w:spacing w:after="0" w:line="276" w:lineRule="auto"/>
              <w:ind w:left="100" w:right="100"/>
              <w:jc w:val="center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</w:p>
          <w:p w14:paraId="58D45A37" w14:textId="77777777" w:rsidR="00EC32EC" w:rsidRPr="00B52328" w:rsidRDefault="00EC32EC" w:rsidP="007F3477">
            <w:pPr>
              <w:widowControl w:val="0"/>
              <w:autoSpaceDE w:val="0"/>
              <w:autoSpaceDN w:val="0"/>
              <w:snapToGrid w:val="0"/>
              <w:spacing w:after="0" w:line="276" w:lineRule="auto"/>
              <w:ind w:left="100" w:right="100"/>
              <w:jc w:val="center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  <w:proofErr w:type="gramStart"/>
            <w:r w:rsidRPr="00B52328">
              <w:rPr>
                <w:rFonts w:ascii="나눔스퀘어" w:eastAsia="나눔스퀘어" w:hAnsi="나눔스퀘어" w:cs="굴림"/>
                <w:b/>
                <w:bCs/>
                <w:color w:val="000000"/>
                <w:sz w:val="40"/>
                <w:szCs w:val="40"/>
              </w:rPr>
              <w:t>동 의</w:t>
            </w:r>
            <w:proofErr w:type="gramEnd"/>
            <w:r w:rsidRPr="00B52328">
              <w:rPr>
                <w:rFonts w:ascii="나눔스퀘어" w:eastAsia="나눔스퀘어" w:hAnsi="나눔스퀘어" w:cs="굴림"/>
                <w:b/>
                <w:bCs/>
                <w:color w:val="000000"/>
                <w:sz w:val="40"/>
                <w:szCs w:val="40"/>
              </w:rPr>
              <w:t xml:space="preserve"> 서</w:t>
            </w:r>
          </w:p>
          <w:p w14:paraId="6595DDF9" w14:textId="77777777" w:rsidR="00EC32EC" w:rsidRPr="00B52328" w:rsidRDefault="00EC32EC" w:rsidP="007F3477">
            <w:pPr>
              <w:widowControl w:val="0"/>
              <w:wordWrap w:val="0"/>
              <w:autoSpaceDE w:val="0"/>
              <w:autoSpaceDN w:val="0"/>
              <w:snapToGrid w:val="0"/>
              <w:spacing w:after="0" w:line="276" w:lineRule="auto"/>
              <w:ind w:left="100" w:right="100"/>
              <w:jc w:val="both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</w:p>
          <w:p w14:paraId="41718C2C" w14:textId="77777777" w:rsidR="00EC32EC" w:rsidRPr="00B52328" w:rsidRDefault="00EC32EC" w:rsidP="007F3477">
            <w:pPr>
              <w:widowControl w:val="0"/>
              <w:autoSpaceDE w:val="0"/>
              <w:autoSpaceDN w:val="0"/>
              <w:snapToGrid w:val="0"/>
              <w:spacing w:after="0" w:line="276" w:lineRule="auto"/>
              <w:ind w:left="100" w:right="100"/>
              <w:jc w:val="right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  <w:r w:rsidRPr="00B52328">
              <w:rPr>
                <w:rFonts w:ascii="나눔스퀘어" w:eastAsia="나눔스퀘어" w:hAnsi="나눔스퀘어" w:cs="굴림" w:hint="eastAsia"/>
                <w:color w:val="000000"/>
                <w:sz w:val="26"/>
                <w:szCs w:val="26"/>
              </w:rPr>
              <w:t>(</w:t>
            </w:r>
            <w:r w:rsidRPr="00B52328">
              <w:rPr>
                <w:rFonts w:ascii="나눔스퀘어" w:eastAsia="나눔스퀘어" w:hAnsi="나눔스퀘어" w:cs="굴림"/>
                <w:color w:val="000000"/>
                <w:sz w:val="26"/>
                <w:szCs w:val="26"/>
              </w:rPr>
              <w:t>재</w:t>
            </w:r>
            <w:r w:rsidRPr="00B52328">
              <w:rPr>
                <w:rFonts w:ascii="나눔스퀘어" w:eastAsia="나눔스퀘어" w:hAnsi="나눔스퀘어" w:cs="굴림" w:hint="eastAsia"/>
                <w:color w:val="000000"/>
                <w:sz w:val="26"/>
                <w:szCs w:val="26"/>
              </w:rPr>
              <w:t>)</w:t>
            </w:r>
            <w:proofErr w:type="spellStart"/>
            <w:r w:rsidRPr="00B52328">
              <w:rPr>
                <w:rFonts w:ascii="나눔스퀘어" w:eastAsia="나눔스퀘어" w:hAnsi="나눔스퀘어" w:cs="굴림"/>
                <w:color w:val="000000"/>
                <w:sz w:val="26"/>
                <w:szCs w:val="26"/>
              </w:rPr>
              <w:t>월곡주얼리산업진흥재단</w:t>
            </w:r>
            <w:proofErr w:type="spellEnd"/>
            <w:r w:rsidRPr="00B52328">
              <w:rPr>
                <w:rFonts w:ascii="나눔스퀘어" w:eastAsia="나눔스퀘어" w:hAnsi="나눔스퀘어" w:cs="굴림"/>
                <w:color w:val="000000"/>
                <w:sz w:val="26"/>
                <w:szCs w:val="26"/>
              </w:rPr>
              <w:t xml:space="preserve"> 귀중</w:t>
            </w:r>
          </w:p>
          <w:p w14:paraId="3C1B5158" w14:textId="77777777" w:rsidR="00EC32EC" w:rsidRPr="00B52328" w:rsidRDefault="00EC32EC" w:rsidP="007F3477">
            <w:pPr>
              <w:widowControl w:val="0"/>
              <w:wordWrap w:val="0"/>
              <w:autoSpaceDE w:val="0"/>
              <w:autoSpaceDN w:val="0"/>
              <w:snapToGrid w:val="0"/>
              <w:spacing w:after="0" w:line="276" w:lineRule="auto"/>
              <w:ind w:left="100" w:right="100"/>
              <w:jc w:val="both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</w:p>
          <w:p w14:paraId="7F0C833E" w14:textId="77777777" w:rsidR="00EC32EC" w:rsidRPr="00B52328" w:rsidRDefault="00EC32EC" w:rsidP="007F3477">
            <w:pPr>
              <w:widowControl w:val="0"/>
              <w:wordWrap w:val="0"/>
              <w:autoSpaceDE w:val="0"/>
              <w:autoSpaceDN w:val="0"/>
              <w:snapToGrid w:val="0"/>
              <w:spacing w:after="0" w:line="276" w:lineRule="auto"/>
              <w:ind w:left="100" w:right="100"/>
              <w:jc w:val="both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</w:p>
          <w:p w14:paraId="1E13DF68" w14:textId="31351D0B" w:rsidR="00EC32EC" w:rsidRPr="00B52328" w:rsidRDefault="00EC32EC" w:rsidP="007F3477">
            <w:pPr>
              <w:widowControl w:val="0"/>
              <w:wordWrap w:val="0"/>
              <w:autoSpaceDE w:val="0"/>
              <w:autoSpaceDN w:val="0"/>
              <w:snapToGrid w:val="0"/>
              <w:spacing w:after="0" w:line="276" w:lineRule="auto"/>
              <w:ind w:left="100" w:right="100"/>
              <w:jc w:val="both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  <w:r w:rsidRPr="00B52328">
              <w:rPr>
                <w:rFonts w:ascii="나눔스퀘어" w:eastAsia="나눔스퀘어" w:hAnsi="나눔스퀘어" w:cs="굴림"/>
                <w:color w:val="000000"/>
                <w:sz w:val="26"/>
                <w:szCs w:val="26"/>
              </w:rPr>
              <w:t xml:space="preserve">본인은 </w:t>
            </w:r>
            <w:r w:rsidRPr="00B52328">
              <w:rPr>
                <w:rFonts w:ascii="나눔스퀘어" w:eastAsia="나눔스퀘어" w:hAnsi="나눔스퀘어" w:cs="굴림" w:hint="eastAsia"/>
                <w:color w:val="000000"/>
                <w:sz w:val="26"/>
                <w:szCs w:val="26"/>
              </w:rPr>
              <w:t>(</w:t>
            </w:r>
            <w:r w:rsidRPr="00B52328">
              <w:rPr>
                <w:rFonts w:ascii="나눔스퀘어" w:eastAsia="나눔스퀘어" w:hAnsi="나눔스퀘어" w:cs="굴림"/>
                <w:color w:val="000000"/>
                <w:sz w:val="26"/>
                <w:szCs w:val="26"/>
              </w:rPr>
              <w:t>재</w:t>
            </w:r>
            <w:r w:rsidRPr="00B52328">
              <w:rPr>
                <w:rFonts w:ascii="나눔스퀘어" w:eastAsia="나눔스퀘어" w:hAnsi="나눔스퀘어" w:cs="굴림" w:hint="eastAsia"/>
                <w:color w:val="000000"/>
                <w:sz w:val="26"/>
                <w:szCs w:val="26"/>
              </w:rPr>
              <w:t>)</w:t>
            </w:r>
            <w:proofErr w:type="spellStart"/>
            <w:r w:rsidRPr="00B52328">
              <w:rPr>
                <w:rFonts w:ascii="나눔스퀘어" w:eastAsia="나눔스퀘어" w:hAnsi="나눔스퀘어" w:cs="굴림"/>
                <w:color w:val="000000"/>
                <w:sz w:val="26"/>
                <w:szCs w:val="26"/>
              </w:rPr>
              <w:t>월곡주얼리산업진흥재단</w:t>
            </w:r>
            <w:r w:rsidR="00531856">
              <w:rPr>
                <w:rFonts w:ascii="나눔스퀘어" w:eastAsia="나눔스퀘어" w:hAnsi="나눔스퀘어" w:cs="굴림" w:hint="eastAsia"/>
                <w:color w:val="000000"/>
                <w:sz w:val="26"/>
                <w:szCs w:val="26"/>
              </w:rPr>
              <w:t>의</w:t>
            </w:r>
            <w:proofErr w:type="spellEnd"/>
            <w:r w:rsidR="00531856">
              <w:rPr>
                <w:rFonts w:ascii="나눔스퀘어" w:eastAsia="나눔스퀘어" w:hAnsi="나눔스퀘어" w:cs="굴림" w:hint="eastAsia"/>
                <w:color w:val="000000"/>
                <w:sz w:val="26"/>
                <w:szCs w:val="26"/>
              </w:rPr>
              <w:t xml:space="preserve"> </w:t>
            </w:r>
            <w:r w:rsidRPr="00B52328">
              <w:rPr>
                <w:rFonts w:ascii="나눔스퀘어" w:eastAsia="나눔스퀘어" w:hAnsi="나눔스퀘어" w:cs="굴림"/>
                <w:color w:val="000000"/>
                <w:spacing w:val="-6"/>
                <w:sz w:val="26"/>
                <w:szCs w:val="26"/>
              </w:rPr>
              <w:t>「</w:t>
            </w:r>
            <w:proofErr w:type="spellStart"/>
            <w:r w:rsidRPr="00B52328">
              <w:rPr>
                <w:rFonts w:ascii="나눔스퀘어" w:eastAsia="나눔스퀘어" w:hAnsi="나눔스퀘어" w:cs="굴림"/>
                <w:color w:val="000000"/>
                <w:spacing w:val="-6"/>
                <w:sz w:val="26"/>
                <w:szCs w:val="26"/>
              </w:rPr>
              <w:t>월곡</w:t>
            </w:r>
            <w:r w:rsidR="000C52E1">
              <w:rPr>
                <w:rFonts w:ascii="나눔스퀘어" w:eastAsia="나눔스퀘어" w:hAnsi="나눔스퀘어" w:cs="굴림" w:hint="eastAsia"/>
                <w:color w:val="000000"/>
                <w:spacing w:val="-6"/>
                <w:sz w:val="26"/>
                <w:szCs w:val="26"/>
              </w:rPr>
              <w:t>주얼리장학생</w:t>
            </w:r>
            <w:r w:rsidRPr="00B52328">
              <w:rPr>
                <w:rFonts w:ascii="나눔스퀘어" w:eastAsia="나눔스퀘어" w:hAnsi="나눔스퀘어" w:cs="굴림"/>
                <w:color w:val="000000"/>
                <w:spacing w:val="-6"/>
                <w:sz w:val="26"/>
                <w:szCs w:val="26"/>
              </w:rPr>
              <w:t>」의</w:t>
            </w:r>
            <w:proofErr w:type="spellEnd"/>
            <w:r w:rsidRPr="00B52328">
              <w:rPr>
                <w:rFonts w:ascii="나눔스퀘어" w:eastAsia="나눔스퀘어" w:hAnsi="나눔스퀘어" w:cs="굴림"/>
                <w:color w:val="000000"/>
                <w:spacing w:val="-6"/>
                <w:sz w:val="26"/>
                <w:szCs w:val="26"/>
              </w:rPr>
              <w:t xml:space="preserve"> 신청자로서 신청 및 선정</w:t>
            </w:r>
            <w:r w:rsidR="00531856">
              <w:rPr>
                <w:rFonts w:ascii="나눔스퀘어" w:eastAsia="나눔스퀘어" w:hAnsi="나눔스퀘어" w:cs="굴림" w:hint="eastAsia"/>
                <w:color w:val="000000"/>
                <w:spacing w:val="-6"/>
                <w:sz w:val="26"/>
                <w:szCs w:val="26"/>
              </w:rPr>
              <w:t xml:space="preserve"> </w:t>
            </w:r>
            <w:r w:rsidRPr="00B52328">
              <w:rPr>
                <w:rFonts w:ascii="나눔스퀘어" w:eastAsia="나눔스퀘어" w:hAnsi="나눔스퀘어" w:cs="굴림"/>
                <w:color w:val="000000"/>
                <w:spacing w:val="-6"/>
                <w:sz w:val="26"/>
                <w:szCs w:val="26"/>
              </w:rPr>
              <w:t>과정에서 다음사항</w:t>
            </w:r>
            <w:r w:rsidR="00531856">
              <w:rPr>
                <w:rFonts w:ascii="나눔스퀘어" w:eastAsia="나눔스퀘어" w:hAnsi="나눔스퀘어" w:cs="굴림" w:hint="eastAsia"/>
                <w:color w:val="000000"/>
                <w:spacing w:val="-6"/>
                <w:sz w:val="26"/>
                <w:szCs w:val="26"/>
              </w:rPr>
              <w:t>을</w:t>
            </w:r>
            <w:r w:rsidRPr="00B52328">
              <w:rPr>
                <w:rFonts w:ascii="나눔스퀘어" w:eastAsia="나눔스퀘어" w:hAnsi="나눔스퀘어" w:cs="굴림"/>
                <w:color w:val="000000"/>
                <w:spacing w:val="-6"/>
                <w:sz w:val="26"/>
                <w:szCs w:val="26"/>
              </w:rPr>
              <w:t xml:space="preserve"> 성실히 준수하며</w:t>
            </w:r>
            <w:r w:rsidR="00531856">
              <w:rPr>
                <w:rFonts w:ascii="나눔스퀘어" w:eastAsia="나눔스퀘어" w:hAnsi="나눔스퀘어" w:cs="굴림" w:hint="eastAsia"/>
                <w:color w:val="000000"/>
                <w:spacing w:val="-6"/>
                <w:sz w:val="26"/>
                <w:szCs w:val="26"/>
              </w:rPr>
              <w:t>,</w:t>
            </w:r>
            <w:r w:rsidRPr="00B52328">
              <w:rPr>
                <w:rFonts w:ascii="나눔스퀘어" w:eastAsia="나눔스퀘어" w:hAnsi="나눔스퀘어" w:cs="굴림"/>
                <w:color w:val="000000"/>
                <w:spacing w:val="-6"/>
                <w:sz w:val="26"/>
                <w:szCs w:val="26"/>
              </w:rPr>
              <w:t xml:space="preserve"> 위반할 시 </w:t>
            </w:r>
            <w:r w:rsidR="000C52E1">
              <w:rPr>
                <w:rFonts w:ascii="나눔스퀘어" w:eastAsia="나눔스퀘어" w:hAnsi="나눔스퀘어" w:cs="굴림" w:hint="eastAsia"/>
                <w:color w:val="000000"/>
                <w:spacing w:val="-6"/>
                <w:sz w:val="26"/>
                <w:szCs w:val="26"/>
              </w:rPr>
              <w:t xml:space="preserve">장학생 혜택과 장학금 지원이 </w:t>
            </w:r>
            <w:r w:rsidRPr="00B52328">
              <w:rPr>
                <w:rFonts w:ascii="나눔스퀘어" w:eastAsia="나눔스퀘어" w:hAnsi="나눔스퀘어" w:cs="굴림"/>
                <w:color w:val="000000"/>
                <w:spacing w:val="-6"/>
                <w:sz w:val="26"/>
                <w:szCs w:val="26"/>
              </w:rPr>
              <w:t>중단될 수 있음을 이해하였고 동의합니다</w:t>
            </w:r>
            <w:r w:rsidRPr="00B52328">
              <w:rPr>
                <w:rFonts w:ascii="나눔스퀘어" w:eastAsia="나눔스퀘어" w:hAnsi="나눔스퀘어" w:cs="굴림" w:hint="eastAsia"/>
                <w:color w:val="000000"/>
                <w:spacing w:val="-6"/>
                <w:sz w:val="26"/>
                <w:szCs w:val="26"/>
              </w:rPr>
              <w:t>.</w:t>
            </w:r>
          </w:p>
          <w:p w14:paraId="7B6E523F" w14:textId="77777777" w:rsidR="00EC32EC" w:rsidRPr="000C52E1" w:rsidRDefault="00EC32EC" w:rsidP="007F3477">
            <w:pPr>
              <w:widowControl w:val="0"/>
              <w:wordWrap w:val="0"/>
              <w:autoSpaceDE w:val="0"/>
              <w:autoSpaceDN w:val="0"/>
              <w:snapToGrid w:val="0"/>
              <w:spacing w:after="0" w:line="276" w:lineRule="auto"/>
              <w:ind w:left="100" w:right="100"/>
              <w:jc w:val="both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</w:p>
          <w:p w14:paraId="5256474D" w14:textId="77777777" w:rsidR="00EC32EC" w:rsidRPr="00B52328" w:rsidRDefault="00EC32EC" w:rsidP="007F3477">
            <w:pPr>
              <w:widowControl w:val="0"/>
              <w:wordWrap w:val="0"/>
              <w:autoSpaceDE w:val="0"/>
              <w:autoSpaceDN w:val="0"/>
              <w:snapToGrid w:val="0"/>
              <w:spacing w:after="0" w:line="276" w:lineRule="auto"/>
              <w:ind w:left="100" w:right="100"/>
              <w:jc w:val="both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</w:p>
          <w:p w14:paraId="52FA3E19" w14:textId="52473EBE" w:rsidR="00EC32EC" w:rsidRPr="00B52328" w:rsidRDefault="00EC32EC" w:rsidP="007F3477">
            <w:pPr>
              <w:widowControl w:val="0"/>
              <w:wordWrap w:val="0"/>
              <w:autoSpaceDE w:val="0"/>
              <w:autoSpaceDN w:val="0"/>
              <w:snapToGrid w:val="0"/>
              <w:spacing w:after="0" w:line="276" w:lineRule="auto"/>
              <w:ind w:left="100" w:right="100"/>
              <w:jc w:val="both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  <w:r w:rsidRPr="00B52328">
              <w:rPr>
                <w:rFonts w:ascii="나눔스퀘어" w:eastAsia="나눔스퀘어" w:hAnsi="나눔스퀘어" w:cs="굴림" w:hint="eastAsia"/>
                <w:color w:val="000000"/>
                <w:sz w:val="24"/>
                <w:szCs w:val="24"/>
              </w:rPr>
              <w:t>1.</w:t>
            </w:r>
            <w:r w:rsidRPr="00B52328">
              <w:rPr>
                <w:rFonts w:ascii="나눔스퀘어" w:eastAsia="나눔스퀘어" w:hAnsi="나눔스퀘어" w:cs="굴림" w:hint="eastAsia"/>
                <w:b/>
                <w:bCs/>
                <w:color w:val="000000"/>
                <w:sz w:val="24"/>
                <w:szCs w:val="24"/>
                <w:u w:val="single" w:color="000000"/>
              </w:rPr>
              <w:t xml:space="preserve"> </w:t>
            </w:r>
            <w:r w:rsidRPr="00B52328">
              <w:rPr>
                <w:rFonts w:ascii="나눔스퀘어" w:eastAsia="나눔스퀘어" w:hAnsi="나눔스퀘어" w:cs="굴림"/>
                <w:b/>
                <w:bCs/>
                <w:color w:val="000000"/>
                <w:sz w:val="24"/>
                <w:szCs w:val="24"/>
                <w:u w:val="single" w:color="000000"/>
              </w:rPr>
              <w:t>활동 참여의 의무</w:t>
            </w:r>
          </w:p>
          <w:p w14:paraId="652D18DA" w14:textId="0FC499FC" w:rsidR="00EC32EC" w:rsidRPr="00B52328" w:rsidRDefault="00EC32EC" w:rsidP="007F3477">
            <w:pPr>
              <w:widowControl w:val="0"/>
              <w:wordWrap w:val="0"/>
              <w:autoSpaceDE w:val="0"/>
              <w:autoSpaceDN w:val="0"/>
              <w:snapToGrid w:val="0"/>
              <w:spacing w:after="0" w:line="276" w:lineRule="auto"/>
              <w:ind w:left="100" w:right="100"/>
              <w:jc w:val="both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  <w:r w:rsidRPr="00B52328">
              <w:rPr>
                <w:rFonts w:ascii="나눔스퀘어" w:eastAsia="나눔스퀘어" w:hAnsi="나눔스퀘어" w:cs="굴림"/>
                <w:color w:val="000000"/>
                <w:spacing w:val="-6"/>
                <w:sz w:val="24"/>
                <w:szCs w:val="24"/>
              </w:rPr>
              <w:t>본인은 「</w:t>
            </w:r>
            <w:proofErr w:type="spellStart"/>
            <w:r w:rsidRPr="00B52328">
              <w:rPr>
                <w:rFonts w:ascii="나눔스퀘어" w:eastAsia="나눔스퀘어" w:hAnsi="나눔스퀘어" w:cs="굴림"/>
                <w:color w:val="000000"/>
                <w:spacing w:val="-6"/>
                <w:sz w:val="24"/>
                <w:szCs w:val="24"/>
              </w:rPr>
              <w:t>월곡</w:t>
            </w:r>
            <w:r w:rsidR="00C80D2B" w:rsidRPr="00B52328">
              <w:rPr>
                <w:rFonts w:ascii="나눔스퀘어" w:eastAsia="나눔스퀘어" w:hAnsi="나눔스퀘어" w:cs="굴림" w:hint="eastAsia"/>
                <w:color w:val="000000"/>
                <w:spacing w:val="-6"/>
                <w:sz w:val="24"/>
                <w:szCs w:val="24"/>
              </w:rPr>
              <w:t>주얼리</w:t>
            </w:r>
            <w:r w:rsidR="000C52E1">
              <w:rPr>
                <w:rFonts w:ascii="나눔스퀘어" w:eastAsia="나눔스퀘어" w:hAnsi="나눔스퀘어" w:cs="굴림" w:hint="eastAsia"/>
                <w:color w:val="000000"/>
                <w:spacing w:val="-6"/>
                <w:sz w:val="24"/>
                <w:szCs w:val="24"/>
              </w:rPr>
              <w:t>장학생</w:t>
            </w:r>
            <w:proofErr w:type="spellEnd"/>
            <w:r w:rsidRPr="00B52328">
              <w:rPr>
                <w:rFonts w:ascii="나눔스퀘어" w:eastAsia="나눔스퀘어" w:hAnsi="나눔스퀘어" w:cs="굴림"/>
                <w:color w:val="000000"/>
                <w:spacing w:val="-6"/>
                <w:sz w:val="24"/>
                <w:szCs w:val="24"/>
              </w:rPr>
              <w:t xml:space="preserve">」 </w:t>
            </w:r>
            <w:proofErr w:type="spellStart"/>
            <w:r w:rsidR="000C52E1">
              <w:rPr>
                <w:rFonts w:ascii="나눔스퀘어" w:eastAsia="나눔스퀘어" w:hAnsi="나눔스퀘어" w:cs="굴림" w:hint="eastAsia"/>
                <w:color w:val="000000"/>
                <w:spacing w:val="-6"/>
                <w:sz w:val="24"/>
                <w:szCs w:val="24"/>
              </w:rPr>
              <w:t>으로</w:t>
            </w:r>
            <w:proofErr w:type="spellEnd"/>
            <w:r w:rsidRPr="00B52328">
              <w:rPr>
                <w:rFonts w:ascii="나눔스퀘어" w:eastAsia="나눔스퀘어" w:hAnsi="나눔스퀘어" w:cs="굴림"/>
                <w:color w:val="000000"/>
                <w:spacing w:val="-6"/>
                <w:sz w:val="24"/>
                <w:szCs w:val="24"/>
              </w:rPr>
              <w:t xml:space="preserve"> 선</w:t>
            </w:r>
            <w:r w:rsidR="000C52E1">
              <w:rPr>
                <w:rFonts w:ascii="나눔스퀘어" w:eastAsia="나눔스퀘어" w:hAnsi="나눔스퀘어" w:cs="굴림" w:hint="eastAsia"/>
                <w:color w:val="000000"/>
                <w:spacing w:val="-6"/>
                <w:sz w:val="24"/>
                <w:szCs w:val="24"/>
              </w:rPr>
              <w:t>발</w:t>
            </w:r>
            <w:r w:rsidRPr="00B52328">
              <w:rPr>
                <w:rFonts w:ascii="나눔스퀘어" w:eastAsia="나눔스퀘어" w:hAnsi="나눔스퀘어" w:cs="굴림"/>
                <w:color w:val="000000"/>
                <w:spacing w:val="-6"/>
                <w:sz w:val="24"/>
                <w:szCs w:val="24"/>
              </w:rPr>
              <w:t>될 경우</w:t>
            </w:r>
            <w:r w:rsidRPr="00B52328">
              <w:rPr>
                <w:rFonts w:ascii="나눔스퀘어" w:eastAsia="나눔스퀘어" w:hAnsi="나눔스퀘어" w:cs="굴림" w:hint="eastAsia"/>
                <w:color w:val="000000"/>
                <w:spacing w:val="-6"/>
                <w:sz w:val="24"/>
                <w:szCs w:val="24"/>
              </w:rPr>
              <w:t>,</w:t>
            </w:r>
            <w:r w:rsidRPr="00B52328">
              <w:rPr>
                <w:rFonts w:ascii="나눔스퀘어" w:eastAsia="나눔스퀘어" w:hAnsi="나눔스퀘어" w:cs="굴림" w:hint="eastAsia"/>
                <w:color w:val="000000"/>
                <w:sz w:val="24"/>
                <w:szCs w:val="24"/>
              </w:rPr>
              <w:t xml:space="preserve"> </w:t>
            </w:r>
            <w:r w:rsidR="000C52E1">
              <w:rPr>
                <w:rFonts w:ascii="나눔스퀘어" w:eastAsia="나눔스퀘어" w:hAnsi="나눔스퀘어" w:cs="굴림" w:hint="eastAsia"/>
                <w:color w:val="000000"/>
                <w:sz w:val="24"/>
                <w:szCs w:val="24"/>
              </w:rPr>
              <w:t>꿈을 위한 도전과 노력에 최선을 다하고 장학</w:t>
            </w:r>
            <w:r w:rsidR="004A69AC">
              <w:rPr>
                <w:rFonts w:ascii="나눔스퀘어" w:eastAsia="나눔스퀘어" w:hAnsi="나눔스퀘어" w:cs="굴림" w:hint="eastAsia"/>
                <w:color w:val="000000"/>
                <w:sz w:val="24"/>
                <w:szCs w:val="24"/>
              </w:rPr>
              <w:t>사업과 관련된 활동(드림스토리 작성,</w:t>
            </w:r>
            <w:r w:rsidR="004A69AC">
              <w:rPr>
                <w:rFonts w:ascii="나눔스퀘어" w:eastAsia="나눔스퀘어" w:hAnsi="나눔스퀘어" w:cs="굴림"/>
                <w:color w:val="000000"/>
                <w:sz w:val="24"/>
                <w:szCs w:val="24"/>
              </w:rPr>
              <w:t xml:space="preserve"> </w:t>
            </w:r>
            <w:r w:rsidR="004A69AC">
              <w:rPr>
                <w:rFonts w:ascii="나눔스퀘어" w:eastAsia="나눔스퀘어" w:hAnsi="나눔스퀘어" w:cs="굴림" w:hint="eastAsia"/>
                <w:color w:val="000000"/>
                <w:sz w:val="24"/>
                <w:szCs w:val="24"/>
              </w:rPr>
              <w:t>멘토링,</w:t>
            </w:r>
            <w:r w:rsidR="004A69AC">
              <w:rPr>
                <w:rFonts w:ascii="나눔스퀘어" w:eastAsia="나눔스퀘어" w:hAnsi="나눔스퀘어" w:cs="굴림"/>
                <w:color w:val="000000"/>
                <w:sz w:val="24"/>
                <w:szCs w:val="24"/>
              </w:rPr>
              <w:t xml:space="preserve"> </w:t>
            </w:r>
            <w:r w:rsidR="004A69AC">
              <w:rPr>
                <w:rFonts w:ascii="나눔스퀘어" w:eastAsia="나눔스퀘어" w:hAnsi="나눔스퀘어" w:cs="굴림" w:hint="eastAsia"/>
                <w:color w:val="000000"/>
                <w:sz w:val="24"/>
                <w:szCs w:val="24"/>
              </w:rPr>
              <w:t>프로그램,</w:t>
            </w:r>
            <w:r w:rsidR="004A69AC">
              <w:rPr>
                <w:rFonts w:ascii="나눔스퀘어" w:eastAsia="나눔스퀘어" w:hAnsi="나눔스퀘어" w:cs="굴림"/>
                <w:color w:val="000000"/>
                <w:sz w:val="24"/>
                <w:szCs w:val="24"/>
              </w:rPr>
              <w:t xml:space="preserve"> </w:t>
            </w:r>
            <w:r w:rsidR="004A69AC">
              <w:rPr>
                <w:rFonts w:ascii="나눔스퀘어" w:eastAsia="나눔스퀘어" w:hAnsi="나눔스퀘어" w:cs="굴림" w:hint="eastAsia"/>
                <w:color w:val="000000"/>
                <w:sz w:val="24"/>
                <w:szCs w:val="24"/>
              </w:rPr>
              <w:t>담당자와의 커뮤니케이션 등)에 성실히 참여할 것을 서약합니다.</w:t>
            </w:r>
            <w:r w:rsidR="004A69AC">
              <w:rPr>
                <w:rFonts w:ascii="나눔스퀘어" w:eastAsia="나눔스퀘어" w:hAnsi="나눔스퀘어" w:cs="굴림"/>
                <w:color w:val="000000"/>
                <w:sz w:val="24"/>
                <w:szCs w:val="24"/>
              </w:rPr>
              <w:t xml:space="preserve"> </w:t>
            </w:r>
          </w:p>
          <w:p w14:paraId="0E1F3FE3" w14:textId="77777777" w:rsidR="00EC32EC" w:rsidRPr="00B52328" w:rsidRDefault="00EC32EC" w:rsidP="007F3477">
            <w:pPr>
              <w:widowControl w:val="0"/>
              <w:wordWrap w:val="0"/>
              <w:autoSpaceDE w:val="0"/>
              <w:autoSpaceDN w:val="0"/>
              <w:snapToGrid w:val="0"/>
              <w:spacing w:after="0" w:line="276" w:lineRule="auto"/>
              <w:ind w:left="100" w:right="100"/>
              <w:jc w:val="both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</w:p>
          <w:p w14:paraId="5FE28F06" w14:textId="77777777" w:rsidR="00EC32EC" w:rsidRPr="00B52328" w:rsidRDefault="00EC32EC" w:rsidP="007F3477">
            <w:pPr>
              <w:widowControl w:val="0"/>
              <w:wordWrap w:val="0"/>
              <w:autoSpaceDE w:val="0"/>
              <w:autoSpaceDN w:val="0"/>
              <w:snapToGrid w:val="0"/>
              <w:spacing w:after="0" w:line="276" w:lineRule="auto"/>
              <w:ind w:left="100" w:right="100"/>
              <w:jc w:val="both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</w:p>
          <w:p w14:paraId="1195D5CA" w14:textId="056A2B18" w:rsidR="00EC32EC" w:rsidRPr="00B52328" w:rsidRDefault="00EC32EC" w:rsidP="007F3477">
            <w:pPr>
              <w:widowControl w:val="0"/>
              <w:wordWrap w:val="0"/>
              <w:autoSpaceDE w:val="0"/>
              <w:autoSpaceDN w:val="0"/>
              <w:snapToGrid w:val="0"/>
              <w:spacing w:after="0" w:line="276" w:lineRule="auto"/>
              <w:ind w:left="100" w:right="100"/>
              <w:jc w:val="both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  <w:r w:rsidRPr="00B52328">
              <w:rPr>
                <w:rFonts w:ascii="나눔스퀘어" w:eastAsia="나눔스퀘어" w:hAnsi="나눔스퀘어" w:cs="굴림" w:hint="eastAsia"/>
                <w:color w:val="000000"/>
                <w:sz w:val="24"/>
                <w:szCs w:val="24"/>
              </w:rPr>
              <w:t>2.</w:t>
            </w:r>
            <w:r w:rsidRPr="00B52328">
              <w:rPr>
                <w:rFonts w:ascii="나눔스퀘어" w:eastAsia="나눔스퀘어" w:hAnsi="나눔스퀘어" w:cs="굴림" w:hint="eastAsia"/>
                <w:b/>
                <w:bCs/>
                <w:color w:val="000000"/>
                <w:sz w:val="24"/>
                <w:szCs w:val="24"/>
                <w:u w:val="single" w:color="000000"/>
              </w:rPr>
              <w:t xml:space="preserve"> </w:t>
            </w:r>
            <w:r w:rsidRPr="00B52328">
              <w:rPr>
                <w:rFonts w:ascii="나눔스퀘어" w:eastAsia="나눔스퀘어" w:hAnsi="나눔스퀘어" w:cs="굴림"/>
                <w:b/>
                <w:bCs/>
                <w:color w:val="000000"/>
                <w:sz w:val="24"/>
                <w:szCs w:val="24"/>
                <w:u w:val="single" w:color="000000"/>
              </w:rPr>
              <w:t>지원 중단 동의</w:t>
            </w:r>
          </w:p>
          <w:p w14:paraId="3C375C7B" w14:textId="456FACB4" w:rsidR="00EC32EC" w:rsidRPr="00B52328" w:rsidRDefault="00EC32EC" w:rsidP="007F3477">
            <w:pPr>
              <w:widowControl w:val="0"/>
              <w:wordWrap w:val="0"/>
              <w:autoSpaceDE w:val="0"/>
              <w:autoSpaceDN w:val="0"/>
              <w:snapToGrid w:val="0"/>
              <w:spacing w:after="0" w:line="276" w:lineRule="auto"/>
              <w:ind w:left="100" w:right="100"/>
              <w:jc w:val="both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  <w:r w:rsidRPr="00B52328">
              <w:rPr>
                <w:rFonts w:ascii="나눔스퀘어" w:eastAsia="나눔스퀘어" w:hAnsi="나눔스퀘어" w:cs="굴림"/>
                <w:color w:val="000000"/>
                <w:spacing w:val="-8"/>
                <w:sz w:val="24"/>
                <w:szCs w:val="24"/>
              </w:rPr>
              <w:t xml:space="preserve">본인은 </w:t>
            </w:r>
            <w:proofErr w:type="spellStart"/>
            <w:r w:rsidR="004A69AC">
              <w:rPr>
                <w:rFonts w:ascii="나눔스퀘어" w:eastAsia="나눔스퀘어" w:hAnsi="나눔스퀘어" w:cs="굴림" w:hint="eastAsia"/>
                <w:color w:val="000000"/>
                <w:spacing w:val="-8"/>
                <w:sz w:val="24"/>
                <w:szCs w:val="24"/>
              </w:rPr>
              <w:t>주얼리</w:t>
            </w:r>
            <w:proofErr w:type="spellEnd"/>
            <w:r w:rsidR="004A69AC">
              <w:rPr>
                <w:rFonts w:ascii="나눔스퀘어" w:eastAsia="나눔스퀘어" w:hAnsi="나눔스퀘어" w:cs="굴림" w:hint="eastAsia"/>
                <w:color w:val="000000"/>
                <w:spacing w:val="-8"/>
                <w:sz w:val="24"/>
                <w:szCs w:val="24"/>
              </w:rPr>
              <w:t xml:space="preserve"> 분야로의 꿈을 포기하거나 진로를 변경할 시,</w:t>
            </w:r>
            <w:r w:rsidR="004A69AC">
              <w:rPr>
                <w:rFonts w:ascii="나눔스퀘어" w:eastAsia="나눔스퀘어" w:hAnsi="나눔스퀘어" w:cs="굴림"/>
                <w:color w:val="000000"/>
                <w:spacing w:val="-8"/>
                <w:sz w:val="24"/>
                <w:szCs w:val="24"/>
              </w:rPr>
              <w:t xml:space="preserve"> </w:t>
            </w:r>
            <w:r w:rsidR="004A69AC">
              <w:rPr>
                <w:rFonts w:ascii="나눔스퀘어" w:eastAsia="나눔스퀘어" w:hAnsi="나눔스퀘어" w:cs="굴림" w:hint="eastAsia"/>
                <w:color w:val="000000"/>
                <w:spacing w:val="-8"/>
                <w:sz w:val="24"/>
                <w:szCs w:val="24"/>
              </w:rPr>
              <w:t>장학생 활동 참여의 의무를 성실히 이행하지 않을 시,</w:t>
            </w:r>
            <w:r w:rsidR="004A69AC">
              <w:rPr>
                <w:rFonts w:ascii="나눔스퀘어" w:eastAsia="나눔스퀘어" w:hAnsi="나눔스퀘어" w:cs="굴림"/>
                <w:color w:val="000000"/>
                <w:spacing w:val="-8"/>
                <w:sz w:val="24"/>
                <w:szCs w:val="24"/>
              </w:rPr>
              <w:t xml:space="preserve"> </w:t>
            </w:r>
            <w:r w:rsidR="004A69AC">
              <w:rPr>
                <w:rFonts w:ascii="나눔스퀘어" w:eastAsia="나눔스퀘어" w:hAnsi="나눔스퀘어" w:cs="굴림" w:hint="eastAsia"/>
                <w:color w:val="000000"/>
                <w:spacing w:val="-8"/>
                <w:sz w:val="24"/>
                <w:szCs w:val="24"/>
              </w:rPr>
              <w:t xml:space="preserve">제출한 서류가 사실과 다를 시에는 장학생 혜택과 장학금 지원이 </w:t>
            </w:r>
            <w:r w:rsidRPr="00B52328">
              <w:rPr>
                <w:rFonts w:ascii="나눔스퀘어" w:eastAsia="나눔스퀘어" w:hAnsi="나눔스퀘어" w:cs="굴림"/>
                <w:color w:val="000000"/>
                <w:spacing w:val="-10"/>
                <w:sz w:val="24"/>
                <w:szCs w:val="24"/>
              </w:rPr>
              <w:t>중단되는 것에 동의합니다</w:t>
            </w:r>
            <w:r w:rsidRPr="00B52328">
              <w:rPr>
                <w:rFonts w:ascii="나눔스퀘어" w:eastAsia="나눔스퀘어" w:hAnsi="나눔스퀘어" w:cs="굴림" w:hint="eastAsia"/>
                <w:color w:val="000000"/>
                <w:spacing w:val="-10"/>
                <w:sz w:val="24"/>
                <w:szCs w:val="24"/>
              </w:rPr>
              <w:t>.</w:t>
            </w:r>
          </w:p>
          <w:p w14:paraId="32E3BA12" w14:textId="77777777" w:rsidR="00EC32EC" w:rsidRPr="00B52328" w:rsidRDefault="00EC32EC" w:rsidP="007F3477">
            <w:pPr>
              <w:widowControl w:val="0"/>
              <w:wordWrap w:val="0"/>
              <w:autoSpaceDE w:val="0"/>
              <w:autoSpaceDN w:val="0"/>
              <w:snapToGrid w:val="0"/>
              <w:spacing w:after="0" w:line="276" w:lineRule="auto"/>
              <w:ind w:left="100" w:right="100"/>
              <w:jc w:val="both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</w:p>
          <w:p w14:paraId="656600C8" w14:textId="77777777" w:rsidR="00EC32EC" w:rsidRPr="00B52328" w:rsidRDefault="00EC32EC" w:rsidP="007F3477">
            <w:pPr>
              <w:widowControl w:val="0"/>
              <w:autoSpaceDE w:val="0"/>
              <w:autoSpaceDN w:val="0"/>
              <w:snapToGrid w:val="0"/>
              <w:spacing w:after="0" w:line="276" w:lineRule="auto"/>
              <w:ind w:left="100" w:right="100"/>
              <w:jc w:val="center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</w:p>
          <w:p w14:paraId="1538D3FF" w14:textId="77777777" w:rsidR="00EC32EC" w:rsidRPr="00B52328" w:rsidRDefault="00EC32EC" w:rsidP="007F3477">
            <w:pPr>
              <w:widowControl w:val="0"/>
              <w:wordWrap w:val="0"/>
              <w:autoSpaceDE w:val="0"/>
              <w:autoSpaceDN w:val="0"/>
              <w:snapToGrid w:val="0"/>
              <w:spacing w:after="0" w:line="276" w:lineRule="auto"/>
              <w:ind w:left="100" w:right="100"/>
              <w:jc w:val="both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</w:p>
          <w:p w14:paraId="4029A139" w14:textId="66A8F43D" w:rsidR="00EC32EC" w:rsidRPr="00B52328" w:rsidRDefault="00EC32EC" w:rsidP="007F3477">
            <w:pPr>
              <w:widowControl w:val="0"/>
              <w:autoSpaceDE w:val="0"/>
              <w:autoSpaceDN w:val="0"/>
              <w:snapToGrid w:val="0"/>
              <w:spacing w:after="0" w:line="276" w:lineRule="auto"/>
              <w:ind w:left="100" w:right="100"/>
              <w:jc w:val="center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  <w:r w:rsidRPr="00B52328">
              <w:rPr>
                <w:rFonts w:ascii="나눔스퀘어" w:eastAsia="나눔스퀘어" w:hAnsi="나눔스퀘어" w:cs="굴림"/>
                <w:color w:val="000000"/>
                <w:sz w:val="26"/>
                <w:szCs w:val="26"/>
              </w:rPr>
              <w:t>년</w:t>
            </w:r>
            <w:r w:rsidR="007F3477" w:rsidRPr="00B52328">
              <w:rPr>
                <w:rFonts w:ascii="나눔스퀘어" w:eastAsia="나눔스퀘어" w:hAnsi="나눔스퀘어" w:cs="굴림" w:hint="eastAsia"/>
                <w:color w:val="000000"/>
                <w:sz w:val="26"/>
                <w:szCs w:val="26"/>
              </w:rPr>
              <w:t xml:space="preserve"> </w:t>
            </w:r>
            <w:r w:rsidR="007F3477" w:rsidRPr="00B52328">
              <w:rPr>
                <w:rFonts w:ascii="나눔스퀘어" w:eastAsia="나눔스퀘어" w:hAnsi="나눔스퀘어" w:cs="굴림"/>
                <w:color w:val="000000"/>
                <w:sz w:val="26"/>
                <w:szCs w:val="26"/>
              </w:rPr>
              <w:t xml:space="preserve">       </w:t>
            </w:r>
            <w:r w:rsidRPr="00B52328">
              <w:rPr>
                <w:rFonts w:ascii="나눔스퀘어" w:eastAsia="나눔스퀘어" w:hAnsi="나눔스퀘어" w:cs="굴림"/>
                <w:color w:val="000000"/>
                <w:sz w:val="26"/>
                <w:szCs w:val="26"/>
              </w:rPr>
              <w:t xml:space="preserve"> 월</w:t>
            </w:r>
            <w:r w:rsidR="007F3477" w:rsidRPr="00B52328">
              <w:rPr>
                <w:rFonts w:ascii="나눔스퀘어" w:eastAsia="나눔스퀘어" w:hAnsi="나눔스퀘어" w:cs="굴림" w:hint="eastAsia"/>
                <w:color w:val="000000"/>
                <w:sz w:val="26"/>
                <w:szCs w:val="26"/>
              </w:rPr>
              <w:t xml:space="preserve"> </w:t>
            </w:r>
            <w:r w:rsidR="007F3477" w:rsidRPr="00B52328">
              <w:rPr>
                <w:rFonts w:ascii="나눔스퀘어" w:eastAsia="나눔스퀘어" w:hAnsi="나눔스퀘어" w:cs="굴림"/>
                <w:color w:val="000000"/>
                <w:sz w:val="26"/>
                <w:szCs w:val="26"/>
              </w:rPr>
              <w:t xml:space="preserve">       </w:t>
            </w:r>
            <w:r w:rsidRPr="00B52328">
              <w:rPr>
                <w:rFonts w:ascii="나눔스퀘어" w:eastAsia="나눔스퀘어" w:hAnsi="나눔스퀘어" w:cs="굴림"/>
                <w:color w:val="000000"/>
                <w:sz w:val="26"/>
                <w:szCs w:val="26"/>
              </w:rPr>
              <w:t xml:space="preserve"> 일</w:t>
            </w:r>
          </w:p>
          <w:p w14:paraId="181ADB68" w14:textId="77777777" w:rsidR="00EC32EC" w:rsidRPr="00B52328" w:rsidRDefault="00EC32EC" w:rsidP="00EC32EC">
            <w:pPr>
              <w:widowControl w:val="0"/>
              <w:autoSpaceDE w:val="0"/>
              <w:autoSpaceDN w:val="0"/>
              <w:snapToGrid w:val="0"/>
              <w:spacing w:after="0" w:line="384" w:lineRule="auto"/>
              <w:ind w:left="100" w:right="100"/>
              <w:jc w:val="right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</w:p>
          <w:p w14:paraId="595FD422" w14:textId="77777777" w:rsidR="00EC32EC" w:rsidRPr="00B52328" w:rsidRDefault="00EC32EC" w:rsidP="00EC32EC">
            <w:pPr>
              <w:widowControl w:val="0"/>
              <w:autoSpaceDE w:val="0"/>
              <w:autoSpaceDN w:val="0"/>
              <w:snapToGrid w:val="0"/>
              <w:spacing w:after="0" w:line="384" w:lineRule="auto"/>
              <w:ind w:left="100" w:right="100"/>
              <w:jc w:val="right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</w:p>
          <w:p w14:paraId="4C5A14C3" w14:textId="3523F042" w:rsidR="00EC32EC" w:rsidRPr="00B52328" w:rsidRDefault="002F7886" w:rsidP="00EC32EC">
            <w:pPr>
              <w:widowControl w:val="0"/>
              <w:autoSpaceDE w:val="0"/>
              <w:autoSpaceDN w:val="0"/>
              <w:snapToGrid w:val="0"/>
              <w:spacing w:after="0" w:line="384" w:lineRule="auto"/>
              <w:ind w:left="100" w:right="100"/>
              <w:jc w:val="right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나눔스퀘어" w:eastAsia="나눔스퀘어" w:hAnsi="나눔스퀘어" w:cs="굴림" w:hint="eastAsia"/>
                <w:color w:val="000000"/>
                <w:sz w:val="26"/>
                <w:szCs w:val="26"/>
              </w:rPr>
              <w:t>성명</w:t>
            </w:r>
            <w:r w:rsidR="00EC32EC" w:rsidRPr="00B52328">
              <w:rPr>
                <w:rFonts w:ascii="나눔스퀘어" w:eastAsia="나눔스퀘어" w:hAnsi="나눔스퀘어" w:cs="굴림"/>
                <w:color w:val="000000"/>
                <w:sz w:val="26"/>
                <w:szCs w:val="26"/>
              </w:rPr>
              <w:t xml:space="preserve"> </w:t>
            </w:r>
            <w:r w:rsidR="00EC32EC" w:rsidRPr="00B52328">
              <w:rPr>
                <w:rFonts w:ascii="나눔스퀘어" w:eastAsia="나눔스퀘어" w:hAnsi="나눔스퀘어" w:cs="굴림" w:hint="eastAsia"/>
                <w:color w:val="000000"/>
                <w:sz w:val="26"/>
                <w:szCs w:val="26"/>
              </w:rPr>
              <w:t>:</w:t>
            </w:r>
            <w:proofErr w:type="gramEnd"/>
            <w:r w:rsidR="00EC32EC" w:rsidRPr="00B52328">
              <w:rPr>
                <w:rFonts w:ascii="나눔스퀘어" w:eastAsia="나눔스퀘어" w:hAnsi="나눔스퀘어" w:cs="굴림" w:hint="eastAsia"/>
                <w:color w:val="000000"/>
                <w:sz w:val="26"/>
                <w:szCs w:val="26"/>
              </w:rPr>
              <w:t xml:space="preserve"> </w:t>
            </w:r>
            <w:r w:rsidR="007F3477" w:rsidRPr="00B52328">
              <w:rPr>
                <w:rFonts w:ascii="나눔스퀘어" w:eastAsia="나눔스퀘어" w:hAnsi="나눔스퀘어" w:cs="굴림"/>
                <w:color w:val="000000"/>
                <w:sz w:val="26"/>
                <w:szCs w:val="26"/>
              </w:rPr>
              <w:t xml:space="preserve">                         </w:t>
            </w:r>
            <w:r w:rsidR="00EC32EC" w:rsidRPr="00B52328">
              <w:rPr>
                <w:rFonts w:ascii="나눔스퀘어" w:eastAsia="나눔스퀘어" w:hAnsi="나눔스퀘어" w:cs="굴림" w:hint="eastAsia"/>
                <w:color w:val="000000"/>
                <w:sz w:val="26"/>
                <w:szCs w:val="26"/>
              </w:rPr>
              <w:t>(</w:t>
            </w:r>
            <w:r w:rsidR="00EC32EC" w:rsidRPr="00B52328">
              <w:rPr>
                <w:rFonts w:ascii="나눔스퀘어" w:eastAsia="나눔스퀘어" w:hAnsi="나눔스퀘어" w:cs="굴림"/>
                <w:color w:val="000000"/>
                <w:sz w:val="26"/>
                <w:szCs w:val="26"/>
              </w:rPr>
              <w:t>서명 또는 인</w:t>
            </w:r>
            <w:r w:rsidR="00EC32EC" w:rsidRPr="00B52328">
              <w:rPr>
                <w:rFonts w:ascii="나눔스퀘어" w:eastAsia="나눔스퀘어" w:hAnsi="나눔스퀘어" w:cs="굴림" w:hint="eastAsia"/>
                <w:color w:val="000000"/>
                <w:sz w:val="26"/>
                <w:szCs w:val="26"/>
              </w:rPr>
              <w:t>)</w:t>
            </w:r>
          </w:p>
          <w:p w14:paraId="36DB52B5" w14:textId="77777777" w:rsidR="00EC32EC" w:rsidRPr="00EC32EC" w:rsidRDefault="00EC32EC" w:rsidP="00EC32EC">
            <w:pPr>
              <w:widowControl w:val="0"/>
              <w:autoSpaceDE w:val="0"/>
              <w:autoSpaceDN w:val="0"/>
              <w:snapToGrid w:val="0"/>
              <w:spacing w:after="0" w:line="384" w:lineRule="auto"/>
              <w:ind w:left="100" w:right="100"/>
              <w:jc w:val="right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</w:p>
        </w:tc>
      </w:tr>
    </w:tbl>
    <w:p w14:paraId="1448254A" w14:textId="77777777" w:rsidR="00EC32EC" w:rsidRPr="00EC32EC" w:rsidRDefault="00EC32EC" w:rsidP="00EC32EC">
      <w:pPr>
        <w:widowControl w:val="0"/>
        <w:wordWrap w:val="0"/>
        <w:autoSpaceDE w:val="0"/>
        <w:autoSpaceDN w:val="0"/>
        <w:spacing w:after="0" w:line="384" w:lineRule="auto"/>
        <w:jc w:val="both"/>
        <w:textAlignment w:val="baseline"/>
        <w:rPr>
          <w:rFonts w:ascii="굴림" w:eastAsia="굴림" w:hAnsi="굴림" w:cs="굴림"/>
          <w:color w:val="000000"/>
          <w:sz w:val="20"/>
          <w:szCs w:val="20"/>
        </w:rPr>
      </w:pPr>
    </w:p>
    <w:p w14:paraId="6EB7C161" w14:textId="77777777" w:rsidR="007F3477" w:rsidRPr="00E73DA8" w:rsidRDefault="007F3477" w:rsidP="007F3477">
      <w:pPr>
        <w:snapToGrid w:val="0"/>
        <w:spacing w:after="0" w:line="384" w:lineRule="auto"/>
        <w:jc w:val="center"/>
        <w:textAlignment w:val="baseline"/>
        <w:rPr>
          <w:rFonts w:ascii="나눔스퀘어" w:eastAsia="나눔스퀘어" w:hAnsi="나눔스퀘어" w:cs="굴림"/>
          <w:color w:val="000000"/>
          <w:sz w:val="18"/>
          <w:szCs w:val="20"/>
        </w:rPr>
      </w:pPr>
      <w:r w:rsidRPr="00E73DA8">
        <w:rPr>
          <w:rFonts w:ascii="나눔스퀘어" w:eastAsia="나눔스퀘어" w:hAnsi="나눔스퀘어" w:cs="굴림"/>
          <w:b/>
          <w:bCs/>
          <w:color w:val="000000"/>
          <w:sz w:val="32"/>
          <w:szCs w:val="40"/>
        </w:rPr>
        <w:lastRenderedPageBreak/>
        <w:t xml:space="preserve">개인정보 </w:t>
      </w:r>
      <w:proofErr w:type="spellStart"/>
      <w:r w:rsidRPr="00E73DA8">
        <w:rPr>
          <w:rFonts w:ascii="나눔스퀘어" w:eastAsia="나눔스퀘어" w:hAnsi="나눔스퀘어" w:cs="굴림"/>
          <w:b/>
          <w:bCs/>
          <w:color w:val="000000"/>
          <w:sz w:val="32"/>
          <w:szCs w:val="40"/>
        </w:rPr>
        <w:t>수집</w:t>
      </w:r>
      <w:r w:rsidRPr="00E73DA8">
        <w:rPr>
          <w:rFonts w:ascii="나눔스퀘어" w:eastAsia="나눔스퀘어" w:hAnsi="나눔스퀘어" w:cs="굴림" w:hint="eastAsia"/>
          <w:b/>
          <w:bCs/>
          <w:color w:val="000000"/>
          <w:sz w:val="32"/>
          <w:szCs w:val="40"/>
        </w:rPr>
        <w:t>·</w:t>
      </w:r>
      <w:r w:rsidRPr="00E73DA8">
        <w:rPr>
          <w:rFonts w:ascii="나눔스퀘어" w:eastAsia="나눔스퀘어" w:hAnsi="나눔스퀘어" w:cs="굴림"/>
          <w:b/>
          <w:bCs/>
          <w:color w:val="000000"/>
          <w:sz w:val="32"/>
          <w:szCs w:val="40"/>
        </w:rPr>
        <w:t>이용</w:t>
      </w:r>
      <w:r w:rsidRPr="00E73DA8">
        <w:rPr>
          <w:rFonts w:ascii="나눔스퀘어" w:eastAsia="나눔스퀘어" w:hAnsi="나눔스퀘어" w:cs="굴림" w:hint="eastAsia"/>
          <w:b/>
          <w:bCs/>
          <w:color w:val="000000"/>
          <w:sz w:val="32"/>
          <w:szCs w:val="40"/>
        </w:rPr>
        <w:t>·</w:t>
      </w:r>
      <w:r w:rsidRPr="00E73DA8">
        <w:rPr>
          <w:rFonts w:ascii="나눔스퀘어" w:eastAsia="나눔스퀘어" w:hAnsi="나눔스퀘어" w:cs="굴림"/>
          <w:b/>
          <w:bCs/>
          <w:color w:val="000000"/>
          <w:sz w:val="32"/>
          <w:szCs w:val="40"/>
        </w:rPr>
        <w:t>제공</w:t>
      </w:r>
      <w:proofErr w:type="spellEnd"/>
      <w:r w:rsidRPr="00E73DA8">
        <w:rPr>
          <w:rFonts w:ascii="나눔스퀘어" w:eastAsia="나눔스퀘어" w:hAnsi="나눔스퀘어" w:cs="굴림"/>
          <w:b/>
          <w:bCs/>
          <w:color w:val="000000"/>
          <w:sz w:val="32"/>
          <w:szCs w:val="40"/>
        </w:rPr>
        <w:t xml:space="preserve"> 동의서</w:t>
      </w:r>
    </w:p>
    <w:p w14:paraId="1A829EBA" w14:textId="77777777" w:rsidR="007F3477" w:rsidRPr="00E73DA8" w:rsidRDefault="007F3477" w:rsidP="007F3477">
      <w:pPr>
        <w:snapToGrid w:val="0"/>
        <w:spacing w:after="0" w:line="384" w:lineRule="auto"/>
        <w:jc w:val="right"/>
        <w:textAlignment w:val="baseline"/>
        <w:rPr>
          <w:rFonts w:ascii="나눔스퀘어" w:eastAsia="나눔스퀘어" w:hAnsi="나눔스퀘어" w:cs="굴림"/>
          <w:color w:val="000000"/>
          <w:sz w:val="20"/>
          <w:szCs w:val="20"/>
        </w:rPr>
      </w:pPr>
      <w:r w:rsidRPr="00E73DA8">
        <w:rPr>
          <w:rFonts w:ascii="나눔스퀘어" w:eastAsia="나눔스퀘어" w:hAnsi="나눔스퀘어" w:cs="굴림" w:hint="eastAsia"/>
          <w:b/>
          <w:bCs/>
          <w:color w:val="000000"/>
          <w:sz w:val="20"/>
        </w:rPr>
        <w:t>(</w:t>
      </w:r>
      <w:r w:rsidRPr="00E73DA8">
        <w:rPr>
          <w:rFonts w:ascii="나눔스퀘어" w:eastAsia="나눔스퀘어" w:hAnsi="나눔스퀘어" w:cs="굴림"/>
          <w:b/>
          <w:bCs/>
          <w:color w:val="000000"/>
          <w:sz w:val="20"/>
        </w:rPr>
        <w:t>재</w:t>
      </w:r>
      <w:r w:rsidRPr="00E73DA8">
        <w:rPr>
          <w:rFonts w:ascii="나눔스퀘어" w:eastAsia="나눔스퀘어" w:hAnsi="나눔스퀘어" w:cs="굴림" w:hint="eastAsia"/>
          <w:b/>
          <w:bCs/>
          <w:color w:val="000000"/>
          <w:sz w:val="20"/>
        </w:rPr>
        <w:t>)</w:t>
      </w:r>
      <w:proofErr w:type="spellStart"/>
      <w:r w:rsidRPr="00E73DA8">
        <w:rPr>
          <w:rFonts w:ascii="나눔스퀘어" w:eastAsia="나눔스퀘어" w:hAnsi="나눔스퀘어" w:cs="굴림"/>
          <w:b/>
          <w:bCs/>
          <w:color w:val="000000"/>
          <w:sz w:val="20"/>
        </w:rPr>
        <w:t>월곡주얼리산업진흥재단</w:t>
      </w:r>
      <w:proofErr w:type="spellEnd"/>
      <w:r w:rsidRPr="00E73DA8">
        <w:rPr>
          <w:rFonts w:ascii="나눔스퀘어" w:eastAsia="나눔스퀘어" w:hAnsi="나눔스퀘어" w:cs="굴림"/>
          <w:b/>
          <w:bCs/>
          <w:color w:val="000000"/>
          <w:sz w:val="20"/>
        </w:rPr>
        <w:t xml:space="preserve"> 귀하</w:t>
      </w: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72"/>
        <w:gridCol w:w="3679"/>
        <w:gridCol w:w="142"/>
        <w:gridCol w:w="3488"/>
      </w:tblGrid>
      <w:tr w:rsidR="007F3477" w:rsidRPr="00E73DA8" w14:paraId="21FFB9F2" w14:textId="77777777" w:rsidTr="0097192F">
        <w:trPr>
          <w:trHeight w:val="333"/>
        </w:trPr>
        <w:tc>
          <w:tcPr>
            <w:tcW w:w="958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0100796" w14:textId="77777777" w:rsidR="007F3477" w:rsidRPr="00E73DA8" w:rsidRDefault="007F3477" w:rsidP="0097192F">
            <w:pPr>
              <w:snapToGrid w:val="0"/>
              <w:spacing w:after="0"/>
              <w:textAlignment w:val="baseline"/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</w:pPr>
            <w:r w:rsidRPr="00E73DA8">
              <w:rPr>
                <w:rFonts w:ascii="나눔스퀘어" w:eastAsia="나눔스퀘어" w:hAnsi="나눔스퀘어" w:cs="굴림" w:hint="eastAsia"/>
                <w:b/>
                <w:bCs/>
                <w:color w:val="000000"/>
                <w:sz w:val="18"/>
                <w:szCs w:val="18"/>
              </w:rPr>
              <w:t xml:space="preserve">1. </w:t>
            </w:r>
            <w:r w:rsidRPr="00E73DA8">
              <w:rPr>
                <w:rFonts w:ascii="나눔스퀘어" w:eastAsia="나눔스퀘어" w:hAnsi="나눔스퀘어" w:cs="굴림"/>
                <w:b/>
                <w:bCs/>
                <w:color w:val="000000"/>
                <w:sz w:val="18"/>
                <w:szCs w:val="18"/>
              </w:rPr>
              <w:t xml:space="preserve">개인정보 </w:t>
            </w:r>
            <w:proofErr w:type="spellStart"/>
            <w:r w:rsidRPr="00E73DA8">
              <w:rPr>
                <w:rFonts w:ascii="나눔스퀘어" w:eastAsia="나눔스퀘어" w:hAnsi="나눔스퀘어" w:cs="굴림"/>
                <w:b/>
                <w:bCs/>
                <w:color w:val="000000"/>
                <w:sz w:val="18"/>
                <w:szCs w:val="18"/>
              </w:rPr>
              <w:t>수집</w:t>
            </w:r>
            <w:r w:rsidRPr="00E73DA8">
              <w:rPr>
                <w:rFonts w:ascii="나눔스퀘어" w:eastAsia="나눔스퀘어" w:hAnsi="나눔스퀘어" w:cs="굴림" w:hint="eastAsia"/>
                <w:b/>
                <w:bCs/>
                <w:color w:val="000000"/>
                <w:sz w:val="18"/>
                <w:szCs w:val="18"/>
              </w:rPr>
              <w:t>·</w:t>
            </w:r>
            <w:r w:rsidRPr="00E73DA8">
              <w:rPr>
                <w:rFonts w:ascii="나눔스퀘어" w:eastAsia="나눔스퀘어" w:hAnsi="나눔스퀘어" w:cs="굴림"/>
                <w:b/>
                <w:bCs/>
                <w:color w:val="000000"/>
                <w:sz w:val="18"/>
                <w:szCs w:val="18"/>
              </w:rPr>
              <w:t>이용에</w:t>
            </w:r>
            <w:proofErr w:type="spellEnd"/>
            <w:r w:rsidRPr="00E73DA8">
              <w:rPr>
                <w:rFonts w:ascii="나눔스퀘어" w:eastAsia="나눔스퀘어" w:hAnsi="나눔스퀘어" w:cs="굴림"/>
                <w:b/>
                <w:bCs/>
                <w:color w:val="000000"/>
                <w:sz w:val="18"/>
                <w:szCs w:val="18"/>
              </w:rPr>
              <w:t xml:space="preserve"> 관한 사항</w:t>
            </w:r>
          </w:p>
        </w:tc>
      </w:tr>
      <w:tr w:rsidR="007F3477" w:rsidRPr="00E73DA8" w14:paraId="3CFB5A8C" w14:textId="77777777" w:rsidTr="0097192F">
        <w:trPr>
          <w:trHeight w:val="1091"/>
        </w:trPr>
        <w:tc>
          <w:tcPr>
            <w:tcW w:w="2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A8D3215" w14:textId="77777777" w:rsidR="007F3477" w:rsidRPr="00E73DA8" w:rsidRDefault="007F3477" w:rsidP="0097192F">
            <w:pPr>
              <w:snapToGrid w:val="0"/>
              <w:spacing w:after="0"/>
              <w:jc w:val="center"/>
              <w:textAlignment w:val="baseline"/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</w:pPr>
            <w:proofErr w:type="spellStart"/>
            <w:r w:rsidRPr="00E73DA8">
              <w:rPr>
                <w:rFonts w:ascii="나눔스퀘어" w:eastAsia="나눔스퀘어" w:hAnsi="나눔스퀘어" w:cs="굴림"/>
                <w:b/>
                <w:bCs/>
                <w:color w:val="000000"/>
                <w:sz w:val="18"/>
                <w:szCs w:val="18"/>
              </w:rPr>
              <w:t>수집</w:t>
            </w:r>
            <w:r w:rsidRPr="00E73DA8">
              <w:rPr>
                <w:rFonts w:ascii="나눔스퀘어" w:eastAsia="나눔스퀘어" w:hAnsi="나눔스퀘어" w:cs="굴림" w:hint="eastAsia"/>
                <w:b/>
                <w:bCs/>
                <w:color w:val="000000"/>
                <w:sz w:val="18"/>
                <w:szCs w:val="18"/>
              </w:rPr>
              <w:t>·</w:t>
            </w:r>
            <w:r w:rsidRPr="00E73DA8">
              <w:rPr>
                <w:rFonts w:ascii="나눔스퀘어" w:eastAsia="나눔스퀘어" w:hAnsi="나눔스퀘어" w:cs="굴림"/>
                <w:b/>
                <w:bCs/>
                <w:color w:val="000000"/>
                <w:sz w:val="18"/>
                <w:szCs w:val="18"/>
              </w:rPr>
              <w:t>이용</w:t>
            </w:r>
            <w:proofErr w:type="spellEnd"/>
            <w:r w:rsidRPr="00E73DA8">
              <w:rPr>
                <w:rFonts w:ascii="나눔스퀘어" w:eastAsia="나눔스퀘어" w:hAnsi="나눔스퀘어" w:cs="굴림"/>
                <w:b/>
                <w:bCs/>
                <w:color w:val="000000"/>
                <w:sz w:val="18"/>
                <w:szCs w:val="18"/>
              </w:rPr>
              <w:t xml:space="preserve"> 목적</w:t>
            </w:r>
          </w:p>
        </w:tc>
        <w:tc>
          <w:tcPr>
            <w:tcW w:w="73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5C7402C" w14:textId="672628A3" w:rsidR="007F3477" w:rsidRPr="00E73DA8" w:rsidRDefault="007F3477" w:rsidP="0097192F">
            <w:pPr>
              <w:widowControl w:val="0"/>
              <w:wordWrap w:val="0"/>
              <w:autoSpaceDE w:val="0"/>
              <w:autoSpaceDN w:val="0"/>
              <w:snapToGrid w:val="0"/>
              <w:spacing w:after="0"/>
              <w:jc w:val="both"/>
              <w:textAlignment w:val="baseline"/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</w:pPr>
            <w:r w:rsidRPr="00E73DA8">
              <w:rPr>
                <w:rFonts w:ascii="나눔스퀘어" w:eastAsia="나눔스퀘어" w:hAnsi="나눔스퀘어" w:cs="굴림" w:hint="eastAsia"/>
                <w:b/>
                <w:bCs/>
                <w:color w:val="000000"/>
                <w:sz w:val="18"/>
                <w:szCs w:val="18"/>
              </w:rPr>
              <w:t>[</w:t>
            </w:r>
            <w:proofErr w:type="spellStart"/>
            <w:r w:rsidRPr="00E73DA8">
              <w:rPr>
                <w:rFonts w:ascii="나눔스퀘어" w:eastAsia="나눔스퀘어" w:hAnsi="나눔스퀘어" w:cs="굴림"/>
                <w:b/>
                <w:bCs/>
                <w:color w:val="000000"/>
                <w:sz w:val="18"/>
                <w:szCs w:val="18"/>
              </w:rPr>
              <w:t>월곡주얼리</w:t>
            </w:r>
            <w:r w:rsidR="004A69AC">
              <w:rPr>
                <w:rFonts w:ascii="나눔스퀘어" w:eastAsia="나눔스퀘어" w:hAnsi="나눔스퀘어" w:cs="굴림" w:hint="eastAsia"/>
                <w:b/>
                <w:bCs/>
                <w:color w:val="000000"/>
                <w:sz w:val="18"/>
                <w:szCs w:val="18"/>
              </w:rPr>
              <w:t>장학생</w:t>
            </w:r>
            <w:proofErr w:type="spellEnd"/>
            <w:r w:rsidR="00EC7E99">
              <w:rPr>
                <w:rFonts w:ascii="나눔스퀘어" w:eastAsia="나눔스퀘어" w:hAnsi="나눔스퀘어" w:cs="굴림" w:hint="eastAsi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E73DA8">
              <w:rPr>
                <w:rFonts w:ascii="나눔스퀘어" w:eastAsia="나눔스퀘어" w:hAnsi="나눔스퀘어" w:cs="굴림"/>
                <w:b/>
                <w:bCs/>
                <w:color w:val="000000"/>
                <w:sz w:val="18"/>
                <w:szCs w:val="18"/>
              </w:rPr>
              <w:t>선정 및 서비스 제공</w:t>
            </w:r>
            <w:r w:rsidRPr="00E73DA8">
              <w:rPr>
                <w:rFonts w:ascii="나눔스퀘어" w:eastAsia="나눔스퀘어" w:hAnsi="나눔스퀘어" w:cs="굴림" w:hint="eastAsia"/>
                <w:b/>
                <w:bCs/>
                <w:color w:val="000000"/>
                <w:sz w:val="18"/>
                <w:szCs w:val="18"/>
              </w:rPr>
              <w:t>]</w:t>
            </w:r>
          </w:p>
          <w:p w14:paraId="07F5AB15" w14:textId="77777777" w:rsidR="007F3477" w:rsidRPr="00E73DA8" w:rsidRDefault="007F3477" w:rsidP="0097192F">
            <w:pPr>
              <w:widowControl w:val="0"/>
              <w:wordWrap w:val="0"/>
              <w:autoSpaceDE w:val="0"/>
              <w:autoSpaceDN w:val="0"/>
              <w:snapToGrid w:val="0"/>
              <w:spacing w:after="0"/>
              <w:jc w:val="both"/>
              <w:textAlignment w:val="baseline"/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</w:pPr>
            <w:r w:rsidRPr="00E73DA8">
              <w:rPr>
                <w:rFonts w:cs="맑은 고딕" w:hint="eastAsia"/>
                <w:color w:val="000000"/>
                <w:sz w:val="18"/>
                <w:szCs w:val="18"/>
              </w:rPr>
              <w:t>∙</w:t>
            </w:r>
            <w:r w:rsidRPr="00E73DA8"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  <w:t xml:space="preserve"> 장학생 선발</w:t>
            </w:r>
            <w:r w:rsidRPr="00E73DA8">
              <w:rPr>
                <w:rFonts w:ascii="나눔스퀘어" w:eastAsia="나눔스퀘어" w:hAnsi="나눔스퀘어" w:cs="굴림" w:hint="eastAsia"/>
                <w:color w:val="000000"/>
                <w:sz w:val="18"/>
                <w:szCs w:val="18"/>
              </w:rPr>
              <w:t xml:space="preserve">, </w:t>
            </w:r>
            <w:r w:rsidRPr="00E73DA8"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  <w:t>자격유지</w:t>
            </w:r>
            <w:r w:rsidRPr="00E73DA8">
              <w:rPr>
                <w:rFonts w:ascii="나눔스퀘어" w:eastAsia="나눔스퀘어" w:hAnsi="나눔스퀘어" w:cs="굴림" w:hint="eastAsia"/>
                <w:color w:val="000000"/>
                <w:sz w:val="18"/>
                <w:szCs w:val="18"/>
              </w:rPr>
              <w:t xml:space="preserve">, </w:t>
            </w:r>
            <w:r w:rsidRPr="00E73DA8"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  <w:t>적격여부 등 판단</w:t>
            </w:r>
          </w:p>
          <w:p w14:paraId="76B108F6" w14:textId="77777777" w:rsidR="007F3477" w:rsidRPr="00E73DA8" w:rsidRDefault="007F3477" w:rsidP="0097192F">
            <w:pPr>
              <w:widowControl w:val="0"/>
              <w:wordWrap w:val="0"/>
              <w:autoSpaceDE w:val="0"/>
              <w:autoSpaceDN w:val="0"/>
              <w:snapToGrid w:val="0"/>
              <w:spacing w:after="0"/>
              <w:jc w:val="both"/>
              <w:textAlignment w:val="baseline"/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</w:pPr>
            <w:r w:rsidRPr="00E73DA8">
              <w:rPr>
                <w:rFonts w:cs="맑은 고딕" w:hint="eastAsia"/>
                <w:color w:val="000000"/>
                <w:sz w:val="18"/>
                <w:szCs w:val="18"/>
              </w:rPr>
              <w:t>∙</w:t>
            </w:r>
            <w:r w:rsidRPr="00E73DA8"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  <w:t xml:space="preserve"> 장학사업 관련 법령상 의무이행 및 민원사무</w:t>
            </w:r>
            <w:r w:rsidRPr="00E73DA8">
              <w:rPr>
                <w:rFonts w:ascii="나눔스퀘어" w:eastAsia="나눔스퀘어" w:hAnsi="나눔스퀘어" w:cs="굴림" w:hint="eastAsia"/>
                <w:color w:val="000000"/>
                <w:sz w:val="18"/>
                <w:szCs w:val="18"/>
              </w:rPr>
              <w:t>(</w:t>
            </w:r>
            <w:r w:rsidRPr="00E73DA8"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  <w:t>학교 협업 등</w:t>
            </w:r>
            <w:r w:rsidRPr="00E73DA8">
              <w:rPr>
                <w:rFonts w:ascii="나눔스퀘어" w:eastAsia="나눔스퀘어" w:hAnsi="나눔스퀘어" w:cs="굴림" w:hint="eastAsia"/>
                <w:color w:val="000000"/>
                <w:sz w:val="18"/>
                <w:szCs w:val="18"/>
              </w:rPr>
              <w:t xml:space="preserve">) </w:t>
            </w:r>
            <w:r w:rsidRPr="00E73DA8"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  <w:t>처리</w:t>
            </w:r>
          </w:p>
          <w:p w14:paraId="00B1B863" w14:textId="77777777" w:rsidR="007F3477" w:rsidRPr="00E73DA8" w:rsidRDefault="007F3477" w:rsidP="0097192F">
            <w:pPr>
              <w:widowControl w:val="0"/>
              <w:wordWrap w:val="0"/>
              <w:autoSpaceDE w:val="0"/>
              <w:autoSpaceDN w:val="0"/>
              <w:snapToGrid w:val="0"/>
              <w:spacing w:after="0"/>
              <w:jc w:val="both"/>
              <w:textAlignment w:val="baseline"/>
              <w:rPr>
                <w:rFonts w:ascii="나눔스퀘어" w:eastAsia="나눔스퀘어" w:hAnsi="나눔스퀘어" w:cs="굴림"/>
                <w:color w:val="000000" w:themeColor="text1"/>
                <w:sz w:val="18"/>
                <w:szCs w:val="18"/>
              </w:rPr>
            </w:pPr>
            <w:r w:rsidRPr="00E73DA8">
              <w:rPr>
                <w:rFonts w:cs="맑은 고딕" w:hint="eastAsia"/>
                <w:color w:val="000000"/>
                <w:sz w:val="18"/>
                <w:szCs w:val="18"/>
              </w:rPr>
              <w:t>∙</w:t>
            </w:r>
            <w:r w:rsidRPr="00E73DA8"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  <w:t xml:space="preserve"> 장학사업 관련 행사</w:t>
            </w:r>
            <w:r w:rsidRPr="00E73DA8">
              <w:rPr>
                <w:rFonts w:ascii="나눔스퀘어" w:eastAsia="나눔스퀘어" w:hAnsi="나눔스퀘어" w:cs="굴림" w:hint="eastAsia"/>
                <w:color w:val="000000"/>
                <w:sz w:val="18"/>
                <w:szCs w:val="18"/>
              </w:rPr>
              <w:t xml:space="preserve">, </w:t>
            </w:r>
            <w:r w:rsidRPr="00E73DA8"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  <w:t>연계 서비스 제공 등</w:t>
            </w:r>
          </w:p>
        </w:tc>
      </w:tr>
      <w:tr w:rsidR="007F3477" w:rsidRPr="00E73DA8" w14:paraId="12AB3647" w14:textId="77777777" w:rsidTr="0097192F">
        <w:trPr>
          <w:trHeight w:val="330"/>
        </w:trPr>
        <w:tc>
          <w:tcPr>
            <w:tcW w:w="2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1CD89A0" w14:textId="77777777" w:rsidR="007F3477" w:rsidRPr="00E73DA8" w:rsidRDefault="007F3477" w:rsidP="0097192F">
            <w:pPr>
              <w:snapToGrid w:val="0"/>
              <w:spacing w:after="0"/>
              <w:jc w:val="center"/>
              <w:textAlignment w:val="baseline"/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</w:pPr>
            <w:proofErr w:type="spellStart"/>
            <w:r w:rsidRPr="00E73DA8">
              <w:rPr>
                <w:rFonts w:ascii="나눔스퀘어" w:eastAsia="나눔스퀘어" w:hAnsi="나눔스퀘어" w:cs="굴림"/>
                <w:b/>
                <w:bCs/>
                <w:color w:val="000000"/>
                <w:sz w:val="18"/>
                <w:szCs w:val="18"/>
              </w:rPr>
              <w:t>수집</w:t>
            </w:r>
            <w:r w:rsidRPr="00E73DA8">
              <w:rPr>
                <w:rFonts w:ascii="나눔스퀘어" w:eastAsia="나눔스퀘어" w:hAnsi="나눔스퀘어" w:cs="굴림" w:hint="eastAsia"/>
                <w:b/>
                <w:bCs/>
                <w:color w:val="000000"/>
                <w:sz w:val="18"/>
                <w:szCs w:val="18"/>
              </w:rPr>
              <w:t>·</w:t>
            </w:r>
            <w:r w:rsidRPr="00E73DA8">
              <w:rPr>
                <w:rFonts w:ascii="나눔스퀘어" w:eastAsia="나눔스퀘어" w:hAnsi="나눔스퀘어" w:cs="굴림"/>
                <w:b/>
                <w:bCs/>
                <w:color w:val="000000"/>
                <w:sz w:val="18"/>
                <w:szCs w:val="18"/>
              </w:rPr>
              <w:t>이용할</w:t>
            </w:r>
            <w:proofErr w:type="spellEnd"/>
            <w:r w:rsidRPr="00E73DA8">
              <w:rPr>
                <w:rFonts w:ascii="나눔스퀘어" w:eastAsia="나눔스퀘어" w:hAnsi="나눔스퀘어" w:cs="굴림"/>
                <w:b/>
                <w:bCs/>
                <w:color w:val="000000"/>
                <w:sz w:val="18"/>
                <w:szCs w:val="18"/>
              </w:rPr>
              <w:t xml:space="preserve"> 항목</w:t>
            </w:r>
          </w:p>
        </w:tc>
        <w:tc>
          <w:tcPr>
            <w:tcW w:w="73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2BAEDAD" w14:textId="77777777" w:rsidR="007F3477" w:rsidRDefault="007F3477" w:rsidP="00EC7E99">
            <w:pPr>
              <w:widowControl w:val="0"/>
              <w:wordWrap w:val="0"/>
              <w:autoSpaceDE w:val="0"/>
              <w:autoSpaceDN w:val="0"/>
              <w:snapToGrid w:val="0"/>
              <w:spacing w:after="0"/>
              <w:ind w:left="1280" w:hanging="1280"/>
              <w:jc w:val="both"/>
              <w:textAlignment w:val="baseline"/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</w:pPr>
            <w:r w:rsidRPr="00E73DA8">
              <w:rPr>
                <w:rFonts w:ascii="나눔스퀘어" w:eastAsia="나눔스퀘어" w:hAnsi="나눔스퀘어" w:cs="굴림" w:hint="eastAsia"/>
                <w:b/>
                <w:bCs/>
                <w:color w:val="000000"/>
                <w:sz w:val="18"/>
                <w:szCs w:val="18"/>
              </w:rPr>
              <w:t>[</w:t>
            </w:r>
            <w:r w:rsidRPr="00E73DA8">
              <w:rPr>
                <w:rFonts w:ascii="나눔스퀘어" w:eastAsia="나눔스퀘어" w:hAnsi="나눔스퀘어" w:cs="굴림"/>
                <w:b/>
                <w:bCs/>
                <w:color w:val="000000"/>
                <w:sz w:val="18"/>
                <w:szCs w:val="18"/>
              </w:rPr>
              <w:t>개인식별정보</w:t>
            </w:r>
            <w:r w:rsidRPr="00E73DA8">
              <w:rPr>
                <w:rFonts w:ascii="나눔스퀘어" w:eastAsia="나눔스퀘어" w:hAnsi="나눔스퀘어" w:cs="굴림" w:hint="eastAsia"/>
                <w:b/>
                <w:bCs/>
                <w:color w:val="000000"/>
                <w:sz w:val="18"/>
                <w:szCs w:val="18"/>
              </w:rPr>
              <w:t xml:space="preserve">] </w:t>
            </w:r>
            <w:r w:rsidRPr="00E73DA8"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  <w:t>사진</w:t>
            </w:r>
            <w:r w:rsidRPr="00E73DA8">
              <w:rPr>
                <w:rFonts w:ascii="나눔스퀘어" w:eastAsia="나눔스퀘어" w:hAnsi="나눔스퀘어" w:cs="굴림" w:hint="eastAsia"/>
                <w:color w:val="000000"/>
                <w:sz w:val="18"/>
                <w:szCs w:val="18"/>
              </w:rPr>
              <w:t xml:space="preserve">, </w:t>
            </w:r>
            <w:r w:rsidRPr="00E73DA8"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  <w:t>성명</w:t>
            </w:r>
            <w:r w:rsidRPr="00E73DA8">
              <w:rPr>
                <w:rFonts w:ascii="나눔스퀘어" w:eastAsia="나눔스퀘어" w:hAnsi="나눔스퀘어" w:cs="굴림" w:hint="eastAsia"/>
                <w:color w:val="000000"/>
                <w:sz w:val="18"/>
                <w:szCs w:val="18"/>
              </w:rPr>
              <w:t xml:space="preserve">, </w:t>
            </w:r>
            <w:r w:rsidR="00EC7E99">
              <w:rPr>
                <w:rFonts w:ascii="나눔스퀘어" w:eastAsia="나눔스퀘어" w:hAnsi="나눔스퀘어" w:cs="굴림" w:hint="eastAsia"/>
                <w:color w:val="000000"/>
                <w:sz w:val="18"/>
                <w:szCs w:val="18"/>
              </w:rPr>
              <w:t>성별,</w:t>
            </w:r>
            <w:r w:rsidR="00EC7E99"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  <w:t xml:space="preserve"> </w:t>
            </w:r>
            <w:r w:rsidRPr="00E73DA8"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  <w:t>생년월일</w:t>
            </w:r>
            <w:r w:rsidRPr="00E73DA8">
              <w:rPr>
                <w:rFonts w:ascii="나눔스퀘어" w:eastAsia="나눔스퀘어" w:hAnsi="나눔스퀘어" w:cs="굴림" w:hint="eastAsia"/>
                <w:color w:val="000000"/>
                <w:sz w:val="18"/>
                <w:szCs w:val="18"/>
              </w:rPr>
              <w:t xml:space="preserve">, </w:t>
            </w:r>
            <w:r w:rsidR="004A69AC">
              <w:rPr>
                <w:rFonts w:ascii="나눔스퀘어" w:eastAsia="나눔스퀘어" w:hAnsi="나눔스퀘어" w:cs="굴림" w:hint="eastAsia"/>
                <w:color w:val="000000"/>
                <w:sz w:val="18"/>
                <w:szCs w:val="18"/>
              </w:rPr>
              <w:t>주민등록번호,</w:t>
            </w:r>
            <w:r w:rsidR="004A69AC"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  <w:t xml:space="preserve"> </w:t>
            </w:r>
            <w:r w:rsidRPr="00E73DA8"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  <w:t>학교 및 재학정보</w:t>
            </w:r>
            <w:r w:rsidRPr="00E73DA8">
              <w:rPr>
                <w:rFonts w:ascii="나눔스퀘어" w:eastAsia="나눔스퀘어" w:hAnsi="나눔스퀘어" w:cs="굴림" w:hint="eastAsia"/>
                <w:color w:val="000000"/>
                <w:sz w:val="18"/>
                <w:szCs w:val="18"/>
              </w:rPr>
              <w:t xml:space="preserve">, </w:t>
            </w:r>
            <w:r w:rsidRPr="00E73DA8"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  <w:t>주소</w:t>
            </w:r>
            <w:r w:rsidRPr="00E73DA8">
              <w:rPr>
                <w:rFonts w:ascii="나눔스퀘어" w:eastAsia="나눔스퀘어" w:hAnsi="나눔스퀘어" w:cs="굴림" w:hint="eastAsia"/>
                <w:color w:val="000000"/>
                <w:sz w:val="18"/>
                <w:szCs w:val="18"/>
              </w:rPr>
              <w:t xml:space="preserve">, </w:t>
            </w:r>
            <w:r w:rsidRPr="00E73DA8"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  <w:t>전자우편 주소</w:t>
            </w:r>
            <w:r w:rsidRPr="00E73DA8">
              <w:rPr>
                <w:rFonts w:ascii="나눔스퀘어" w:eastAsia="나눔스퀘어" w:hAnsi="나눔스퀘어" w:cs="굴림" w:hint="eastAsia"/>
                <w:color w:val="000000"/>
                <w:sz w:val="18"/>
                <w:szCs w:val="18"/>
              </w:rPr>
              <w:t xml:space="preserve">, </w:t>
            </w:r>
            <w:r w:rsidRPr="00E73DA8"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  <w:t>연락처</w:t>
            </w:r>
            <w:r w:rsidR="004A69AC">
              <w:rPr>
                <w:rFonts w:ascii="나눔스퀘어" w:eastAsia="나눔스퀘어" w:hAnsi="나눔스퀘어" w:cs="굴림" w:hint="eastAsia"/>
                <w:color w:val="000000"/>
                <w:sz w:val="18"/>
                <w:szCs w:val="18"/>
              </w:rPr>
              <w:t>,</w:t>
            </w:r>
            <w:r w:rsidR="004A69AC"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  <w:t xml:space="preserve"> </w:t>
            </w:r>
            <w:r w:rsidR="004A69AC">
              <w:rPr>
                <w:rFonts w:ascii="나눔스퀘어" w:eastAsia="나눔스퀘어" w:hAnsi="나눔스퀘어" w:cs="굴림" w:hint="eastAsia"/>
                <w:color w:val="000000"/>
                <w:sz w:val="18"/>
                <w:szCs w:val="18"/>
              </w:rPr>
              <w:t>은행정보(계좌번호)</w:t>
            </w:r>
          </w:p>
          <w:p w14:paraId="59A4645D" w14:textId="160510E7" w:rsidR="004A69AC" w:rsidRPr="00E73DA8" w:rsidRDefault="004A69AC" w:rsidP="00EC7E99">
            <w:pPr>
              <w:widowControl w:val="0"/>
              <w:wordWrap w:val="0"/>
              <w:autoSpaceDE w:val="0"/>
              <w:autoSpaceDN w:val="0"/>
              <w:snapToGrid w:val="0"/>
              <w:spacing w:after="0"/>
              <w:ind w:left="1280" w:hanging="1280"/>
              <w:jc w:val="both"/>
              <w:textAlignment w:val="baseline"/>
              <w:rPr>
                <w:rFonts w:ascii="나눔스퀘어" w:eastAsia="나눔스퀘어" w:hAnsi="나눔스퀘어" w:cs="굴림"/>
                <w:color w:val="000000" w:themeColor="text1"/>
                <w:sz w:val="18"/>
                <w:szCs w:val="18"/>
              </w:rPr>
            </w:pPr>
            <w:r w:rsidRPr="00E73DA8">
              <w:rPr>
                <w:rFonts w:ascii="나눔스퀘어" w:eastAsia="나눔스퀘어" w:hAnsi="나눔스퀘어" w:cs="굴림" w:hint="eastAsia"/>
                <w:b/>
                <w:bCs/>
                <w:color w:val="000000"/>
                <w:sz w:val="18"/>
                <w:szCs w:val="18"/>
              </w:rPr>
              <w:t>[</w:t>
            </w:r>
            <w:r>
              <w:rPr>
                <w:rFonts w:ascii="나눔스퀘어" w:eastAsia="나눔스퀘어" w:hAnsi="나눔스퀘어" w:cs="굴림" w:hint="eastAsia"/>
                <w:b/>
                <w:bCs/>
                <w:color w:val="000000"/>
                <w:sz w:val="18"/>
                <w:szCs w:val="18"/>
              </w:rPr>
              <w:t>민감정보</w:t>
            </w:r>
            <w:r w:rsidRPr="00E73DA8">
              <w:rPr>
                <w:rFonts w:ascii="나눔스퀘어" w:eastAsia="나눔스퀘어" w:hAnsi="나눔스퀘어" w:cs="굴림" w:hint="eastAsia"/>
                <w:b/>
                <w:bCs/>
                <w:color w:val="000000"/>
                <w:sz w:val="18"/>
                <w:szCs w:val="18"/>
              </w:rPr>
              <w:t xml:space="preserve">] </w:t>
            </w:r>
            <w:r>
              <w:rPr>
                <w:rFonts w:ascii="나눔스퀘어" w:eastAsia="나눔스퀘어" w:hAnsi="나눔스퀘어" w:cs="굴림" w:hint="eastAsia"/>
                <w:color w:val="000000"/>
                <w:sz w:val="18"/>
                <w:szCs w:val="18"/>
              </w:rPr>
              <w:t>장학금 수혜내역,</w:t>
            </w:r>
            <w:r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나눔스퀘어" w:eastAsia="나눔스퀘어" w:hAnsi="나눔스퀘어" w:cs="굴림" w:hint="eastAsia"/>
                <w:color w:val="000000"/>
                <w:sz w:val="18"/>
                <w:szCs w:val="18"/>
              </w:rPr>
              <w:t>주거상태,</w:t>
            </w:r>
            <w:r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나눔스퀘어" w:eastAsia="나눔스퀘어" w:hAnsi="나눔스퀘어" w:cs="굴림" w:hint="eastAsia"/>
                <w:color w:val="000000"/>
                <w:sz w:val="18"/>
                <w:szCs w:val="18"/>
              </w:rPr>
              <w:t>동거인 유무,</w:t>
            </w:r>
            <w:r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나눔스퀘어" w:eastAsia="나눔스퀘어" w:hAnsi="나눔스퀘어" w:cs="굴림" w:hint="eastAsia"/>
                <w:color w:val="000000"/>
                <w:sz w:val="18"/>
                <w:szCs w:val="18"/>
              </w:rPr>
              <w:t>월평균 소득 및 지출,</w:t>
            </w:r>
            <w:r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나눔스퀘어" w:eastAsia="나눔스퀘어" w:hAnsi="나눔스퀘어" w:cs="굴림" w:hint="eastAsia"/>
                <w:color w:val="000000"/>
                <w:sz w:val="18"/>
                <w:szCs w:val="18"/>
              </w:rPr>
              <w:t>생활비 마련 방법,</w:t>
            </w:r>
            <w:r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나눔스퀘어" w:eastAsia="나눔스퀘어" w:hAnsi="나눔스퀘어" w:cs="굴림" w:hint="eastAsia"/>
                <w:color w:val="000000"/>
                <w:sz w:val="18"/>
                <w:szCs w:val="18"/>
              </w:rPr>
              <w:t>기타 지원 유무,</w:t>
            </w:r>
            <w:r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나눔스퀘어" w:eastAsia="나눔스퀘어" w:hAnsi="나눔스퀘어" w:cs="굴림" w:hint="eastAsia"/>
                <w:color w:val="000000"/>
                <w:sz w:val="18"/>
                <w:szCs w:val="18"/>
              </w:rPr>
              <w:t>부채현황 보호유형,</w:t>
            </w:r>
            <w:r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나눔스퀘어" w:eastAsia="나눔스퀘어" w:hAnsi="나눔스퀘어" w:cs="굴림" w:hint="eastAsia"/>
                <w:color w:val="000000"/>
                <w:sz w:val="18"/>
                <w:szCs w:val="18"/>
              </w:rPr>
              <w:t>보호종결여부</w:t>
            </w:r>
            <w:r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3477" w:rsidRPr="00E73DA8" w14:paraId="3FA7A6B9" w14:textId="77777777" w:rsidTr="0097192F">
        <w:trPr>
          <w:trHeight w:val="527"/>
        </w:trPr>
        <w:tc>
          <w:tcPr>
            <w:tcW w:w="2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D4E0A40" w14:textId="77777777" w:rsidR="007F3477" w:rsidRPr="00E73DA8" w:rsidRDefault="007F3477" w:rsidP="0097192F">
            <w:pPr>
              <w:snapToGrid w:val="0"/>
              <w:spacing w:after="0"/>
              <w:jc w:val="center"/>
              <w:textAlignment w:val="baseline"/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</w:pPr>
            <w:proofErr w:type="spellStart"/>
            <w:r w:rsidRPr="00E73DA8">
              <w:rPr>
                <w:rFonts w:ascii="나눔스퀘어" w:eastAsia="나눔스퀘어" w:hAnsi="나눔스퀘어" w:cs="굴림"/>
                <w:b/>
                <w:bCs/>
                <w:color w:val="000000"/>
                <w:sz w:val="18"/>
                <w:szCs w:val="18"/>
              </w:rPr>
              <w:t>보유</w:t>
            </w:r>
            <w:r w:rsidRPr="00E73DA8">
              <w:rPr>
                <w:rFonts w:ascii="나눔스퀘어" w:eastAsia="나눔스퀘어" w:hAnsi="나눔스퀘어" w:cs="굴림" w:hint="eastAsia"/>
                <w:b/>
                <w:bCs/>
                <w:color w:val="000000"/>
                <w:sz w:val="18"/>
                <w:szCs w:val="18"/>
              </w:rPr>
              <w:t>·</w:t>
            </w:r>
            <w:r w:rsidRPr="00E73DA8">
              <w:rPr>
                <w:rFonts w:ascii="나눔스퀘어" w:eastAsia="나눔스퀘어" w:hAnsi="나눔스퀘어" w:cs="굴림"/>
                <w:b/>
                <w:bCs/>
                <w:color w:val="000000"/>
                <w:sz w:val="18"/>
                <w:szCs w:val="18"/>
              </w:rPr>
              <w:t>이용</w:t>
            </w:r>
            <w:proofErr w:type="spellEnd"/>
            <w:r w:rsidRPr="00E73DA8">
              <w:rPr>
                <w:rFonts w:ascii="나눔스퀘어" w:eastAsia="나눔스퀘어" w:hAnsi="나눔스퀘어" w:cs="굴림"/>
                <w:b/>
                <w:bCs/>
                <w:color w:val="000000"/>
                <w:sz w:val="18"/>
                <w:szCs w:val="18"/>
              </w:rPr>
              <w:t xml:space="preserve"> 기간</w:t>
            </w:r>
          </w:p>
        </w:tc>
        <w:tc>
          <w:tcPr>
            <w:tcW w:w="73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5EC0587" w14:textId="63071B65" w:rsidR="007F3477" w:rsidRPr="00E73DA8" w:rsidRDefault="007F3477" w:rsidP="0097192F">
            <w:pPr>
              <w:widowControl w:val="0"/>
              <w:wordWrap w:val="0"/>
              <w:autoSpaceDE w:val="0"/>
              <w:autoSpaceDN w:val="0"/>
              <w:snapToGrid w:val="0"/>
              <w:spacing w:after="0"/>
              <w:jc w:val="both"/>
              <w:textAlignment w:val="baseline"/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</w:pPr>
            <w:r w:rsidRPr="00E73DA8">
              <w:rPr>
                <w:rFonts w:ascii="나눔스퀘어" w:eastAsia="나눔스퀘어" w:hAnsi="나눔스퀘어" w:cs="굴림" w:hint="eastAsia"/>
                <w:b/>
                <w:bCs/>
                <w:color w:val="000000"/>
                <w:sz w:val="18"/>
                <w:szCs w:val="18"/>
              </w:rPr>
              <w:t>[</w:t>
            </w:r>
            <w:r w:rsidRPr="00E73DA8">
              <w:rPr>
                <w:rFonts w:ascii="나눔스퀘어" w:eastAsia="나눔스퀘어" w:hAnsi="나눔스퀘어" w:cs="굴림"/>
                <w:b/>
                <w:bCs/>
                <w:color w:val="000000"/>
                <w:sz w:val="18"/>
                <w:szCs w:val="18"/>
              </w:rPr>
              <w:t>이용기간</w:t>
            </w:r>
            <w:r w:rsidRPr="00E73DA8">
              <w:rPr>
                <w:rFonts w:ascii="나눔스퀘어" w:eastAsia="나눔스퀘어" w:hAnsi="나눔스퀘어" w:cs="굴림" w:hint="eastAsia"/>
                <w:b/>
                <w:bCs/>
                <w:color w:val="000000"/>
                <w:sz w:val="18"/>
                <w:szCs w:val="18"/>
              </w:rPr>
              <w:t>]</w:t>
            </w:r>
            <w:r w:rsidRPr="00E73DA8">
              <w:rPr>
                <w:rFonts w:ascii="나눔스퀘어" w:eastAsia="나눔스퀘어" w:hAnsi="나눔스퀘어" w:cs="굴림" w:hint="eastAsia"/>
                <w:color w:val="000000"/>
                <w:sz w:val="18"/>
                <w:szCs w:val="18"/>
              </w:rPr>
              <w:t xml:space="preserve"> 202</w:t>
            </w:r>
            <w:r w:rsidR="00682DD5"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  <w:t>4</w:t>
            </w:r>
            <w:r w:rsidRPr="00E73DA8"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  <w:t xml:space="preserve">년 </w:t>
            </w:r>
            <w:r w:rsidR="004A69AC"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  <w:t>03</w:t>
            </w:r>
            <w:r w:rsidRPr="00E73DA8"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  <w:t xml:space="preserve">월 </w:t>
            </w:r>
            <w:r w:rsidRPr="00E73DA8">
              <w:rPr>
                <w:rFonts w:ascii="나눔스퀘어" w:eastAsia="나눔스퀘어" w:hAnsi="나눔스퀘어" w:cs="굴림" w:hint="eastAsia"/>
                <w:color w:val="000000"/>
                <w:sz w:val="18"/>
                <w:szCs w:val="18"/>
              </w:rPr>
              <w:t>~ 202</w:t>
            </w:r>
            <w:r w:rsidR="00682DD5"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  <w:t>9</w:t>
            </w:r>
            <w:r w:rsidRPr="00E73DA8"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  <w:t xml:space="preserve">년 </w:t>
            </w:r>
            <w:r w:rsidR="004A69AC"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  <w:t>03</w:t>
            </w:r>
            <w:r w:rsidRPr="00E73DA8"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  <w:t>월</w:t>
            </w:r>
          </w:p>
          <w:p w14:paraId="0A9CE270" w14:textId="4BEFEDC7" w:rsidR="007F3477" w:rsidRPr="00E73DA8" w:rsidRDefault="007F3477" w:rsidP="0097192F">
            <w:pPr>
              <w:widowControl w:val="0"/>
              <w:wordWrap w:val="0"/>
              <w:autoSpaceDE w:val="0"/>
              <w:autoSpaceDN w:val="0"/>
              <w:snapToGrid w:val="0"/>
              <w:spacing w:after="0"/>
              <w:jc w:val="both"/>
              <w:textAlignment w:val="baseline"/>
              <w:rPr>
                <w:rFonts w:ascii="나눔스퀘어" w:eastAsia="나눔스퀘어" w:hAnsi="나눔스퀘어" w:cs="굴림"/>
                <w:color w:val="000000" w:themeColor="text1"/>
                <w:sz w:val="18"/>
                <w:szCs w:val="18"/>
              </w:rPr>
            </w:pPr>
            <w:r w:rsidRPr="00E73DA8">
              <w:rPr>
                <w:rFonts w:ascii="나눔스퀘어" w:eastAsia="나눔스퀘어" w:hAnsi="나눔스퀘어" w:cs="굴림" w:hint="eastAsia"/>
                <w:b/>
                <w:bCs/>
                <w:color w:val="000000"/>
                <w:sz w:val="18"/>
                <w:szCs w:val="18"/>
              </w:rPr>
              <w:t>[</w:t>
            </w:r>
            <w:r w:rsidRPr="00E73DA8">
              <w:rPr>
                <w:rFonts w:ascii="나눔스퀘어" w:eastAsia="나눔스퀘어" w:hAnsi="나눔스퀘어" w:cs="굴림"/>
                <w:b/>
                <w:bCs/>
                <w:color w:val="000000"/>
                <w:sz w:val="18"/>
                <w:szCs w:val="18"/>
              </w:rPr>
              <w:t>보유기간</w:t>
            </w:r>
            <w:r w:rsidRPr="00E73DA8">
              <w:rPr>
                <w:rFonts w:ascii="나눔스퀘어" w:eastAsia="나눔스퀘어" w:hAnsi="나눔스퀘어" w:cs="굴림" w:hint="eastAsia"/>
                <w:b/>
                <w:bCs/>
                <w:color w:val="000000"/>
                <w:sz w:val="18"/>
                <w:szCs w:val="18"/>
              </w:rPr>
              <w:t>]</w:t>
            </w:r>
            <w:r w:rsidRPr="00E73DA8">
              <w:rPr>
                <w:rFonts w:ascii="나눔스퀘어" w:eastAsia="나눔스퀘어" w:hAnsi="나눔스퀘어" w:cs="굴림" w:hint="eastAsia"/>
                <w:color w:val="000000"/>
                <w:sz w:val="18"/>
                <w:szCs w:val="18"/>
              </w:rPr>
              <w:t xml:space="preserve"> 202</w:t>
            </w:r>
            <w:r w:rsidR="00682DD5"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  <w:t>4</w:t>
            </w:r>
            <w:r w:rsidRPr="00E73DA8"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  <w:t xml:space="preserve">년 </w:t>
            </w:r>
            <w:r w:rsidR="004A69AC"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  <w:t>03</w:t>
            </w:r>
            <w:r w:rsidRPr="00E73DA8"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  <w:t xml:space="preserve">월 </w:t>
            </w:r>
            <w:r w:rsidRPr="00E73DA8">
              <w:rPr>
                <w:rFonts w:ascii="나눔스퀘어" w:eastAsia="나눔스퀘어" w:hAnsi="나눔스퀘어" w:cs="굴림" w:hint="eastAsia"/>
                <w:color w:val="000000"/>
                <w:sz w:val="18"/>
                <w:szCs w:val="18"/>
              </w:rPr>
              <w:t>~ 20</w:t>
            </w:r>
            <w:r w:rsidR="00682DD5"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  <w:t>30</w:t>
            </w:r>
            <w:r w:rsidRPr="00E73DA8"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  <w:t xml:space="preserve">년 </w:t>
            </w:r>
            <w:r w:rsidR="004A69AC"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  <w:t>03</w:t>
            </w:r>
            <w:r w:rsidRPr="00E73DA8"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  <w:t>월</w:t>
            </w:r>
            <w:r w:rsidRPr="00E73DA8">
              <w:rPr>
                <w:rFonts w:ascii="나눔스퀘어" w:eastAsia="나눔스퀘어" w:hAnsi="나눔스퀘어" w:cs="굴림" w:hint="eastAsia"/>
                <w:color w:val="000000"/>
                <w:sz w:val="18"/>
                <w:szCs w:val="18"/>
              </w:rPr>
              <w:t>(</w:t>
            </w:r>
            <w:r w:rsidRPr="00E73DA8"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  <w:t xml:space="preserve">사업 종료 후 </w:t>
            </w:r>
            <w:r w:rsidRPr="00E73DA8">
              <w:rPr>
                <w:rFonts w:ascii="나눔스퀘어" w:eastAsia="나눔스퀘어" w:hAnsi="나눔스퀘어" w:cs="굴림" w:hint="eastAsia"/>
                <w:color w:val="000000"/>
                <w:sz w:val="18"/>
                <w:szCs w:val="18"/>
              </w:rPr>
              <w:t>5</w:t>
            </w:r>
            <w:r w:rsidRPr="00E73DA8"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  <w:t>년간</w:t>
            </w:r>
            <w:r w:rsidRPr="00E73DA8">
              <w:rPr>
                <w:rFonts w:ascii="나눔스퀘어" w:eastAsia="나눔스퀘어" w:hAnsi="나눔스퀘어" w:cs="굴림" w:hint="eastAsia"/>
                <w:color w:val="000000"/>
                <w:sz w:val="18"/>
                <w:szCs w:val="18"/>
              </w:rPr>
              <w:t>)</w:t>
            </w:r>
          </w:p>
        </w:tc>
      </w:tr>
      <w:tr w:rsidR="007F3477" w:rsidRPr="00E73DA8" w14:paraId="1743373C" w14:textId="77777777" w:rsidTr="0097192F">
        <w:trPr>
          <w:trHeight w:val="683"/>
        </w:trPr>
        <w:tc>
          <w:tcPr>
            <w:tcW w:w="227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DB3DE5A" w14:textId="77777777" w:rsidR="007F3477" w:rsidRPr="00E73DA8" w:rsidRDefault="007F3477" w:rsidP="0097192F">
            <w:pPr>
              <w:snapToGrid w:val="0"/>
              <w:spacing w:after="0"/>
              <w:jc w:val="center"/>
              <w:textAlignment w:val="baseline"/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</w:pPr>
            <w:r w:rsidRPr="00E73DA8">
              <w:rPr>
                <w:rFonts w:ascii="나눔스퀘어" w:eastAsia="나눔스퀘어" w:hAnsi="나눔스퀘어" w:cs="굴림"/>
                <w:b/>
                <w:bCs/>
                <w:color w:val="000000"/>
                <w:sz w:val="18"/>
                <w:szCs w:val="18"/>
              </w:rPr>
              <w:t>동의 거부 권리 및 동의 거부에 따른 제한사항</w:t>
            </w:r>
          </w:p>
        </w:tc>
        <w:tc>
          <w:tcPr>
            <w:tcW w:w="7309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865DFB1" w14:textId="430E9BC4" w:rsidR="007F3477" w:rsidRPr="00E73DA8" w:rsidRDefault="007F3477" w:rsidP="0097192F">
            <w:pPr>
              <w:widowControl w:val="0"/>
              <w:wordWrap w:val="0"/>
              <w:autoSpaceDE w:val="0"/>
              <w:autoSpaceDN w:val="0"/>
              <w:snapToGrid w:val="0"/>
              <w:spacing w:after="0"/>
              <w:jc w:val="both"/>
              <w:textAlignment w:val="baseline"/>
              <w:rPr>
                <w:rFonts w:ascii="나눔스퀘어" w:eastAsia="나눔스퀘어" w:hAnsi="나눔스퀘어" w:cs="굴림"/>
                <w:color w:val="000000" w:themeColor="text1"/>
                <w:spacing w:val="-2"/>
                <w:sz w:val="18"/>
                <w:szCs w:val="18"/>
              </w:rPr>
            </w:pPr>
            <w:r w:rsidRPr="00E73DA8">
              <w:rPr>
                <w:rFonts w:ascii="나눔스퀘어" w:eastAsia="나눔스퀘어" w:hAnsi="나눔스퀘어" w:cs="굴림"/>
                <w:color w:val="000000"/>
                <w:spacing w:val="-6"/>
                <w:sz w:val="18"/>
                <w:szCs w:val="18"/>
              </w:rPr>
              <w:t xml:space="preserve">귀하는 개인정보 </w:t>
            </w:r>
            <w:proofErr w:type="spellStart"/>
            <w:r w:rsidRPr="00E73DA8">
              <w:rPr>
                <w:rFonts w:ascii="나눔스퀘어" w:eastAsia="나눔스퀘어" w:hAnsi="나눔스퀘어" w:cs="굴림"/>
                <w:color w:val="000000"/>
                <w:spacing w:val="-6"/>
                <w:sz w:val="18"/>
                <w:szCs w:val="18"/>
              </w:rPr>
              <w:t>수집</w:t>
            </w:r>
            <w:r w:rsidRPr="00E73DA8">
              <w:rPr>
                <w:rFonts w:ascii="나눔스퀘어" w:eastAsia="나눔스퀘어" w:hAnsi="나눔스퀘어" w:cs="굴림" w:hint="eastAsia"/>
                <w:color w:val="000000"/>
                <w:spacing w:val="-6"/>
                <w:sz w:val="18"/>
                <w:szCs w:val="18"/>
              </w:rPr>
              <w:t>·</w:t>
            </w:r>
            <w:r w:rsidRPr="00E73DA8">
              <w:rPr>
                <w:rFonts w:ascii="나눔스퀘어" w:eastAsia="나눔스퀘어" w:hAnsi="나눔스퀘어" w:cs="굴림"/>
                <w:color w:val="000000"/>
                <w:spacing w:val="-6"/>
                <w:sz w:val="18"/>
                <w:szCs w:val="18"/>
              </w:rPr>
              <w:t>이용에</w:t>
            </w:r>
            <w:proofErr w:type="spellEnd"/>
            <w:r w:rsidRPr="00E73DA8">
              <w:rPr>
                <w:rFonts w:ascii="나눔스퀘어" w:eastAsia="나눔스퀘어" w:hAnsi="나눔스퀘어" w:cs="굴림"/>
                <w:color w:val="000000"/>
                <w:spacing w:val="-6"/>
                <w:sz w:val="18"/>
                <w:szCs w:val="18"/>
              </w:rPr>
              <w:t xml:space="preserve"> 관한 동의를 거부할 권리가 있습니다</w:t>
            </w:r>
            <w:r w:rsidRPr="00E73DA8">
              <w:rPr>
                <w:rFonts w:ascii="나눔스퀘어" w:eastAsia="나눔스퀘어" w:hAnsi="나눔스퀘어" w:cs="굴림" w:hint="eastAsia"/>
                <w:color w:val="000000"/>
                <w:spacing w:val="-6"/>
                <w:sz w:val="18"/>
                <w:szCs w:val="18"/>
              </w:rPr>
              <w:t xml:space="preserve">. </w:t>
            </w:r>
            <w:r w:rsidRPr="00E73DA8">
              <w:rPr>
                <w:rFonts w:ascii="나눔스퀘어" w:eastAsia="나눔스퀘어" w:hAnsi="나눔스퀘어" w:cs="굴림"/>
                <w:color w:val="000000"/>
                <w:spacing w:val="-6"/>
                <w:sz w:val="18"/>
                <w:szCs w:val="18"/>
              </w:rPr>
              <w:t xml:space="preserve">다만 동의하지 않으시는 </w:t>
            </w:r>
            <w:r w:rsidRPr="00E73DA8">
              <w:rPr>
                <w:rFonts w:ascii="나눔스퀘어" w:eastAsia="나눔스퀘어" w:hAnsi="나눔스퀘어" w:cs="굴림"/>
                <w:color w:val="000000"/>
                <w:spacing w:val="-2"/>
                <w:sz w:val="18"/>
                <w:szCs w:val="18"/>
              </w:rPr>
              <w:t>경우 「</w:t>
            </w:r>
            <w:proofErr w:type="spellStart"/>
            <w:r w:rsidRPr="00E73DA8">
              <w:rPr>
                <w:rFonts w:ascii="나눔스퀘어" w:eastAsia="나눔스퀘어" w:hAnsi="나눔스퀘어" w:cs="굴림"/>
                <w:color w:val="000000"/>
                <w:spacing w:val="-2"/>
                <w:sz w:val="18"/>
                <w:szCs w:val="18"/>
              </w:rPr>
              <w:t>월곡주얼리</w:t>
            </w:r>
            <w:r w:rsidR="004A69AC">
              <w:rPr>
                <w:rFonts w:ascii="나눔스퀘어" w:eastAsia="나눔스퀘어" w:hAnsi="나눔스퀘어" w:cs="굴림" w:hint="eastAsia"/>
                <w:color w:val="000000"/>
                <w:spacing w:val="-2"/>
                <w:sz w:val="18"/>
                <w:szCs w:val="18"/>
              </w:rPr>
              <w:t>장학생</w:t>
            </w:r>
            <w:r w:rsidRPr="00E73DA8">
              <w:rPr>
                <w:rFonts w:ascii="나눔스퀘어" w:eastAsia="나눔스퀘어" w:hAnsi="나눔스퀘어" w:cs="굴림"/>
                <w:color w:val="000000"/>
                <w:spacing w:val="-2"/>
                <w:sz w:val="18"/>
                <w:szCs w:val="18"/>
              </w:rPr>
              <w:t>」의</w:t>
            </w:r>
            <w:proofErr w:type="spellEnd"/>
            <w:r w:rsidRPr="00E73DA8">
              <w:rPr>
                <w:rFonts w:ascii="나눔스퀘어" w:eastAsia="나눔스퀘어" w:hAnsi="나눔스퀘어" w:cs="굴림"/>
                <w:color w:val="000000"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E73DA8">
              <w:rPr>
                <w:rFonts w:ascii="나눔스퀘어" w:eastAsia="나눔스퀘어" w:hAnsi="나눔스퀘어" w:cs="굴림"/>
                <w:color w:val="000000"/>
                <w:spacing w:val="-2"/>
                <w:sz w:val="18"/>
                <w:szCs w:val="18"/>
              </w:rPr>
              <w:t>신청</w:t>
            </w:r>
            <w:r w:rsidRPr="00E73DA8">
              <w:rPr>
                <w:rFonts w:ascii="나눔스퀘어" w:eastAsia="나눔스퀘어" w:hAnsi="나눔스퀘어" w:cs="굴림" w:hint="eastAsia"/>
                <w:color w:val="000000"/>
                <w:spacing w:val="-2"/>
                <w:sz w:val="18"/>
                <w:szCs w:val="18"/>
              </w:rPr>
              <w:t>·</w:t>
            </w:r>
            <w:r w:rsidRPr="00E73DA8">
              <w:rPr>
                <w:rFonts w:ascii="나눔스퀘어" w:eastAsia="나눔스퀘어" w:hAnsi="나눔스퀘어" w:cs="굴림"/>
                <w:color w:val="000000"/>
                <w:spacing w:val="-2"/>
                <w:sz w:val="18"/>
                <w:szCs w:val="18"/>
              </w:rPr>
              <w:t>선발</w:t>
            </w:r>
            <w:r w:rsidRPr="00E73DA8">
              <w:rPr>
                <w:rFonts w:ascii="나눔스퀘어" w:eastAsia="나눔스퀘어" w:hAnsi="나눔스퀘어" w:cs="굴림" w:hint="eastAsia"/>
                <w:color w:val="000000"/>
                <w:spacing w:val="-2"/>
                <w:sz w:val="18"/>
                <w:szCs w:val="18"/>
              </w:rPr>
              <w:t>·</w:t>
            </w:r>
            <w:r w:rsidRPr="00E73DA8">
              <w:rPr>
                <w:rFonts w:ascii="나눔스퀘어" w:eastAsia="나눔스퀘어" w:hAnsi="나눔스퀘어" w:cs="굴림"/>
                <w:color w:val="000000"/>
                <w:spacing w:val="-2"/>
                <w:sz w:val="18"/>
                <w:szCs w:val="18"/>
              </w:rPr>
              <w:t>지원</w:t>
            </w:r>
            <w:proofErr w:type="spellEnd"/>
            <w:r w:rsidRPr="00E73DA8">
              <w:rPr>
                <w:rFonts w:ascii="나눔스퀘어" w:eastAsia="나눔스퀘어" w:hAnsi="나눔스퀘어" w:cs="굴림"/>
                <w:color w:val="000000"/>
                <w:spacing w:val="-2"/>
                <w:sz w:val="18"/>
                <w:szCs w:val="18"/>
              </w:rPr>
              <w:t xml:space="preserve"> 등과 같은 서비스 이용이 어려워질 수 있습니다</w:t>
            </w:r>
            <w:r w:rsidRPr="00E73DA8">
              <w:rPr>
                <w:rFonts w:ascii="나눔스퀘어" w:eastAsia="나눔스퀘어" w:hAnsi="나눔스퀘어" w:cs="굴림" w:hint="eastAsia"/>
                <w:color w:val="000000"/>
                <w:spacing w:val="-2"/>
                <w:sz w:val="18"/>
                <w:szCs w:val="18"/>
              </w:rPr>
              <w:t>.</w:t>
            </w:r>
          </w:p>
        </w:tc>
      </w:tr>
      <w:tr w:rsidR="007F3477" w:rsidRPr="00E73DA8" w14:paraId="49EEB47B" w14:textId="77777777" w:rsidTr="0097192F">
        <w:trPr>
          <w:trHeight w:val="370"/>
        </w:trPr>
        <w:tc>
          <w:tcPr>
            <w:tcW w:w="5951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8AAB98A" w14:textId="77777777" w:rsidR="007F3477" w:rsidRPr="00E73DA8" w:rsidRDefault="007F3477" w:rsidP="0097192F">
            <w:pPr>
              <w:snapToGrid w:val="0"/>
              <w:spacing w:after="0"/>
              <w:ind w:right="100"/>
              <w:textAlignment w:val="baseline"/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</w:pPr>
            <w:r w:rsidRPr="00E73DA8">
              <w:rPr>
                <w:rFonts w:ascii="나눔스퀘어" w:eastAsia="나눔스퀘어" w:hAnsi="나눔스퀘어" w:cs="굴림"/>
                <w:b/>
                <w:bCs/>
                <w:color w:val="000000"/>
                <w:sz w:val="18"/>
                <w:szCs w:val="18"/>
              </w:rPr>
              <w:t>개인정보 수집 및 이용에 동의하십니까</w:t>
            </w:r>
            <w:r w:rsidRPr="00E73DA8">
              <w:rPr>
                <w:rFonts w:ascii="나눔스퀘어" w:eastAsia="나눔스퀘어" w:hAnsi="나눔스퀘어" w:cs="굴림" w:hint="eastAsia"/>
                <w:b/>
                <w:bCs/>
                <w:color w:val="000000"/>
                <w:sz w:val="18"/>
                <w:szCs w:val="18"/>
              </w:rPr>
              <w:t xml:space="preserve">? </w:t>
            </w:r>
          </w:p>
        </w:tc>
        <w:tc>
          <w:tcPr>
            <w:tcW w:w="3630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2F2F2"/>
            <w:vAlign w:val="center"/>
          </w:tcPr>
          <w:p w14:paraId="189C9437" w14:textId="77777777" w:rsidR="007F3477" w:rsidRPr="00E73DA8" w:rsidRDefault="007F3477" w:rsidP="0097192F">
            <w:pPr>
              <w:snapToGrid w:val="0"/>
              <w:spacing w:after="0"/>
              <w:ind w:right="828" w:firstLineChars="100" w:firstLine="164"/>
              <w:textAlignment w:val="baseline"/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</w:pPr>
            <w:r w:rsidRPr="00E73DA8">
              <w:rPr>
                <w:rFonts w:ascii="나눔스퀘어" w:eastAsia="나눔스퀘어" w:hAnsi="나눔스퀘어" w:cs="굴림"/>
                <w:b/>
                <w:bCs/>
                <w:color w:val="000000"/>
                <w:sz w:val="18"/>
                <w:szCs w:val="18"/>
              </w:rPr>
              <w:t>□ 동의함</w:t>
            </w:r>
            <w:r w:rsidRPr="00E73DA8">
              <w:rPr>
                <w:rFonts w:ascii="나눔스퀘어" w:eastAsia="나눔스퀘어" w:hAnsi="나눔스퀘어" w:cs="굴림" w:hint="eastAsia"/>
                <w:b/>
                <w:bCs/>
                <w:color w:val="000000"/>
                <w:sz w:val="18"/>
                <w:szCs w:val="18"/>
              </w:rPr>
              <w:t xml:space="preserve">    </w:t>
            </w:r>
            <w:r w:rsidRPr="00E73DA8">
              <w:rPr>
                <w:rFonts w:ascii="나눔스퀘어" w:eastAsia="나눔스퀘어" w:hAnsi="나눔스퀘어" w:cs="굴림"/>
                <w:b/>
                <w:bCs/>
                <w:color w:val="000000"/>
                <w:sz w:val="18"/>
                <w:szCs w:val="18"/>
              </w:rPr>
              <w:t xml:space="preserve"> □ 동의하지 않음</w:t>
            </w:r>
          </w:p>
        </w:tc>
      </w:tr>
      <w:tr w:rsidR="007F3477" w:rsidRPr="00E73DA8" w14:paraId="2FF00629" w14:textId="77777777" w:rsidTr="0097192F">
        <w:trPr>
          <w:trHeight w:val="370"/>
        </w:trPr>
        <w:tc>
          <w:tcPr>
            <w:tcW w:w="9581" w:type="dxa"/>
            <w:gridSpan w:val="4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58EBCDB" w14:textId="77777777" w:rsidR="007F3477" w:rsidRPr="00E73DA8" w:rsidRDefault="007F3477" w:rsidP="0097192F">
            <w:pPr>
              <w:snapToGrid w:val="0"/>
              <w:spacing w:after="0"/>
              <w:textAlignment w:val="baseline"/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</w:pPr>
            <w:r w:rsidRPr="00E73DA8">
              <w:rPr>
                <w:rFonts w:ascii="나눔스퀘어" w:eastAsia="나눔스퀘어" w:hAnsi="나눔스퀘어" w:cs="굴림" w:hint="eastAsia"/>
                <w:b/>
                <w:bCs/>
                <w:color w:val="000000"/>
                <w:sz w:val="18"/>
                <w:szCs w:val="18"/>
              </w:rPr>
              <w:t xml:space="preserve">2. </w:t>
            </w:r>
            <w:r w:rsidRPr="00E73DA8">
              <w:rPr>
                <w:rFonts w:ascii="나눔스퀘어" w:eastAsia="나눔스퀘어" w:hAnsi="나눔스퀘어" w:cs="굴림"/>
                <w:b/>
                <w:bCs/>
                <w:color w:val="000000"/>
                <w:sz w:val="18"/>
                <w:szCs w:val="18"/>
              </w:rPr>
              <w:t>제</w:t>
            </w:r>
            <w:r w:rsidRPr="00E73DA8">
              <w:rPr>
                <w:rFonts w:ascii="나눔스퀘어" w:eastAsia="나눔스퀘어" w:hAnsi="나눔스퀘어" w:cs="굴림" w:hint="eastAsia"/>
                <w:b/>
                <w:bCs/>
                <w:color w:val="000000"/>
                <w:sz w:val="18"/>
                <w:szCs w:val="18"/>
              </w:rPr>
              <w:t>3</w:t>
            </w:r>
            <w:r w:rsidRPr="00E73DA8">
              <w:rPr>
                <w:rFonts w:ascii="나눔스퀘어" w:eastAsia="나눔스퀘어" w:hAnsi="나눔스퀘어" w:cs="굴림"/>
                <w:b/>
                <w:bCs/>
                <w:color w:val="000000"/>
                <w:sz w:val="18"/>
                <w:szCs w:val="18"/>
              </w:rPr>
              <w:t xml:space="preserve">자 </w:t>
            </w:r>
            <w:proofErr w:type="spellStart"/>
            <w:r w:rsidRPr="00E73DA8">
              <w:rPr>
                <w:rFonts w:ascii="나눔스퀘어" w:eastAsia="나눔스퀘어" w:hAnsi="나눔스퀘어" w:cs="굴림"/>
                <w:b/>
                <w:bCs/>
                <w:color w:val="000000"/>
                <w:sz w:val="18"/>
                <w:szCs w:val="18"/>
              </w:rPr>
              <w:t>제공</w:t>
            </w:r>
            <w:r w:rsidRPr="00E73DA8">
              <w:rPr>
                <w:rFonts w:ascii="나눔스퀘어" w:eastAsia="나눔스퀘어" w:hAnsi="나눔스퀘어" w:cs="굴림" w:hint="eastAsia"/>
                <w:b/>
                <w:bCs/>
                <w:color w:val="000000"/>
                <w:sz w:val="18"/>
                <w:szCs w:val="18"/>
              </w:rPr>
              <w:t>·</w:t>
            </w:r>
            <w:r w:rsidRPr="00E73DA8">
              <w:rPr>
                <w:rFonts w:ascii="나눔스퀘어" w:eastAsia="나눔스퀘어" w:hAnsi="나눔스퀘어" w:cs="굴림"/>
                <w:b/>
                <w:bCs/>
                <w:color w:val="000000"/>
                <w:sz w:val="18"/>
                <w:szCs w:val="18"/>
              </w:rPr>
              <w:t>조회에</w:t>
            </w:r>
            <w:proofErr w:type="spellEnd"/>
            <w:r w:rsidRPr="00E73DA8">
              <w:rPr>
                <w:rFonts w:ascii="나눔스퀘어" w:eastAsia="나눔스퀘어" w:hAnsi="나눔스퀘어" w:cs="굴림"/>
                <w:b/>
                <w:bCs/>
                <w:color w:val="000000"/>
                <w:sz w:val="18"/>
                <w:szCs w:val="18"/>
              </w:rPr>
              <w:t xml:space="preserve"> 관한 사항</w:t>
            </w:r>
          </w:p>
        </w:tc>
      </w:tr>
      <w:tr w:rsidR="007F3477" w:rsidRPr="00E73DA8" w14:paraId="220804A0" w14:textId="77777777" w:rsidTr="0097192F">
        <w:trPr>
          <w:trHeight w:val="1053"/>
        </w:trPr>
        <w:tc>
          <w:tcPr>
            <w:tcW w:w="2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6291C40" w14:textId="77777777" w:rsidR="007F3477" w:rsidRPr="00E73DA8" w:rsidRDefault="007F3477" w:rsidP="0097192F">
            <w:pPr>
              <w:snapToGrid w:val="0"/>
              <w:spacing w:after="0"/>
              <w:jc w:val="center"/>
              <w:textAlignment w:val="baseline"/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</w:pPr>
            <w:r w:rsidRPr="00E73DA8">
              <w:rPr>
                <w:rFonts w:ascii="나눔스퀘어" w:eastAsia="나눔스퀘어" w:hAnsi="나눔스퀘어" w:cs="굴림"/>
                <w:b/>
                <w:bCs/>
                <w:color w:val="000000"/>
                <w:sz w:val="18"/>
                <w:szCs w:val="18"/>
              </w:rPr>
              <w:t>개인정보를</w:t>
            </w:r>
          </w:p>
          <w:p w14:paraId="122D966C" w14:textId="77777777" w:rsidR="007F3477" w:rsidRPr="00E73DA8" w:rsidRDefault="007F3477" w:rsidP="0097192F">
            <w:pPr>
              <w:snapToGrid w:val="0"/>
              <w:spacing w:after="0"/>
              <w:jc w:val="center"/>
              <w:textAlignment w:val="baseline"/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</w:pPr>
            <w:proofErr w:type="gramStart"/>
            <w:r w:rsidRPr="00E73DA8">
              <w:rPr>
                <w:rFonts w:ascii="나눔스퀘어" w:eastAsia="나눔스퀘어" w:hAnsi="나눔스퀘어" w:cs="굴림"/>
                <w:b/>
                <w:bCs/>
                <w:color w:val="000000"/>
                <w:sz w:val="18"/>
                <w:szCs w:val="18"/>
              </w:rPr>
              <w:t>제공 받는</w:t>
            </w:r>
            <w:proofErr w:type="gramEnd"/>
            <w:r w:rsidRPr="00E73DA8">
              <w:rPr>
                <w:rFonts w:ascii="나눔스퀘어" w:eastAsia="나눔스퀘어" w:hAnsi="나눔스퀘어" w:cs="굴림"/>
                <w:b/>
                <w:bCs/>
                <w:color w:val="000000"/>
                <w:sz w:val="18"/>
                <w:szCs w:val="18"/>
              </w:rPr>
              <w:t xml:space="preserve"> 자</w:t>
            </w:r>
          </w:p>
        </w:tc>
        <w:tc>
          <w:tcPr>
            <w:tcW w:w="73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9F07889" w14:textId="77777777" w:rsidR="007F3477" w:rsidRPr="00E73DA8" w:rsidRDefault="007F3477" w:rsidP="0097192F">
            <w:pPr>
              <w:widowControl w:val="0"/>
              <w:wordWrap w:val="0"/>
              <w:autoSpaceDE w:val="0"/>
              <w:autoSpaceDN w:val="0"/>
              <w:snapToGrid w:val="0"/>
              <w:spacing w:after="0"/>
              <w:jc w:val="both"/>
              <w:textAlignment w:val="baseline"/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</w:pPr>
            <w:r w:rsidRPr="00E73DA8">
              <w:rPr>
                <w:rFonts w:cs="맑은 고딕" w:hint="eastAsia"/>
                <w:color w:val="000000"/>
                <w:sz w:val="18"/>
                <w:szCs w:val="18"/>
              </w:rPr>
              <w:t>∙</w:t>
            </w:r>
            <w:r w:rsidRPr="00E73DA8"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  <w:t xml:space="preserve"> 장학사업과 관계된 정부 부처 및 그 산하기관</w:t>
            </w:r>
          </w:p>
          <w:p w14:paraId="194D0EAB" w14:textId="77777777" w:rsidR="007F3477" w:rsidRPr="00E73DA8" w:rsidRDefault="007F3477" w:rsidP="0097192F">
            <w:pPr>
              <w:widowControl w:val="0"/>
              <w:wordWrap w:val="0"/>
              <w:autoSpaceDE w:val="0"/>
              <w:autoSpaceDN w:val="0"/>
              <w:snapToGrid w:val="0"/>
              <w:spacing w:after="0"/>
              <w:jc w:val="both"/>
              <w:textAlignment w:val="baseline"/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</w:pPr>
            <w:r w:rsidRPr="00E73DA8">
              <w:rPr>
                <w:rFonts w:cs="맑은 고딕" w:hint="eastAsia"/>
                <w:color w:val="000000"/>
                <w:sz w:val="18"/>
                <w:szCs w:val="18"/>
              </w:rPr>
              <w:t>∙</w:t>
            </w:r>
            <w:r w:rsidRPr="00E73DA8"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  <w:t xml:space="preserve"> 장학생 선발 심사위원</w:t>
            </w:r>
          </w:p>
          <w:p w14:paraId="3C386301" w14:textId="77777777" w:rsidR="007F3477" w:rsidRPr="00E73DA8" w:rsidRDefault="007F3477" w:rsidP="0097192F">
            <w:pPr>
              <w:widowControl w:val="0"/>
              <w:wordWrap w:val="0"/>
              <w:autoSpaceDE w:val="0"/>
              <w:autoSpaceDN w:val="0"/>
              <w:snapToGrid w:val="0"/>
              <w:spacing w:after="0"/>
              <w:jc w:val="both"/>
              <w:textAlignment w:val="baseline"/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</w:pPr>
            <w:r w:rsidRPr="00E73DA8">
              <w:rPr>
                <w:rFonts w:cs="맑은 고딕" w:hint="eastAsia"/>
                <w:color w:val="000000"/>
                <w:sz w:val="18"/>
                <w:szCs w:val="18"/>
              </w:rPr>
              <w:t>∙</w:t>
            </w:r>
            <w:r w:rsidRPr="00E73DA8"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  <w:t xml:space="preserve"> </w:t>
            </w:r>
            <w:r w:rsidRPr="00E73DA8">
              <w:rPr>
                <w:rFonts w:ascii="나눔스퀘어" w:eastAsia="나눔스퀘어" w:hAnsi="나눔스퀘어" w:cs="굴림" w:hint="eastAsia"/>
                <w:color w:val="000000"/>
                <w:sz w:val="18"/>
                <w:szCs w:val="18"/>
              </w:rPr>
              <w:t>(</w:t>
            </w:r>
            <w:r w:rsidRPr="00E73DA8"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  <w:t>재</w:t>
            </w:r>
            <w:r w:rsidRPr="00E73DA8">
              <w:rPr>
                <w:rFonts w:ascii="나눔스퀘어" w:eastAsia="나눔스퀘어" w:hAnsi="나눔스퀘어" w:cs="굴림" w:hint="eastAsia"/>
                <w:color w:val="000000"/>
                <w:sz w:val="18"/>
                <w:szCs w:val="18"/>
              </w:rPr>
              <w:t>)</w:t>
            </w:r>
            <w:proofErr w:type="spellStart"/>
            <w:r w:rsidRPr="00E73DA8"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  <w:t>월곡주얼리산업진흥재단</w:t>
            </w:r>
            <w:proofErr w:type="spellEnd"/>
            <w:r w:rsidRPr="00E73DA8"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  <w:t xml:space="preserve"> 장학사업 관계자</w:t>
            </w:r>
          </w:p>
          <w:p w14:paraId="5A3AEFA2" w14:textId="77777777" w:rsidR="007F3477" w:rsidRPr="00E73DA8" w:rsidRDefault="007F3477" w:rsidP="0097192F">
            <w:pPr>
              <w:widowControl w:val="0"/>
              <w:wordWrap w:val="0"/>
              <w:autoSpaceDE w:val="0"/>
              <w:autoSpaceDN w:val="0"/>
              <w:snapToGrid w:val="0"/>
              <w:spacing w:after="0"/>
              <w:jc w:val="both"/>
              <w:textAlignment w:val="baseline"/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</w:pPr>
            <w:r w:rsidRPr="00E73DA8">
              <w:rPr>
                <w:rFonts w:cs="맑은 고딕" w:hint="eastAsia"/>
                <w:color w:val="000000"/>
                <w:sz w:val="18"/>
                <w:szCs w:val="18"/>
              </w:rPr>
              <w:t>∙</w:t>
            </w:r>
            <w:r w:rsidRPr="00E73DA8"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  <w:t xml:space="preserve"> 장학사업 관련 행사</w:t>
            </w:r>
            <w:r w:rsidRPr="00E73DA8">
              <w:rPr>
                <w:rFonts w:ascii="나눔스퀘어" w:eastAsia="나눔스퀘어" w:hAnsi="나눔스퀘어" w:cs="굴림" w:hint="eastAsia"/>
                <w:color w:val="000000"/>
                <w:sz w:val="18"/>
                <w:szCs w:val="18"/>
              </w:rPr>
              <w:t xml:space="preserve">. </w:t>
            </w:r>
            <w:r w:rsidRPr="00E73DA8"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  <w:t>기타 서비스 제공 등을 지원하는 기업 등</w:t>
            </w:r>
          </w:p>
        </w:tc>
      </w:tr>
      <w:tr w:rsidR="007F3477" w:rsidRPr="00E73DA8" w14:paraId="5C7C9A98" w14:textId="77777777" w:rsidTr="0097192F">
        <w:trPr>
          <w:trHeight w:val="573"/>
        </w:trPr>
        <w:tc>
          <w:tcPr>
            <w:tcW w:w="2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8A641BF" w14:textId="77777777" w:rsidR="007F3477" w:rsidRPr="00E73DA8" w:rsidRDefault="007F3477" w:rsidP="0097192F">
            <w:pPr>
              <w:snapToGrid w:val="0"/>
              <w:spacing w:after="0"/>
              <w:jc w:val="center"/>
              <w:textAlignment w:val="baseline"/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</w:pPr>
            <w:proofErr w:type="gramStart"/>
            <w:r w:rsidRPr="00E73DA8">
              <w:rPr>
                <w:rFonts w:ascii="나눔스퀘어" w:eastAsia="나눔스퀘어" w:hAnsi="나눔스퀘어" w:cs="굴림"/>
                <w:b/>
                <w:bCs/>
                <w:color w:val="000000"/>
                <w:sz w:val="18"/>
                <w:szCs w:val="18"/>
              </w:rPr>
              <w:t>제공 받는</w:t>
            </w:r>
            <w:proofErr w:type="gramEnd"/>
            <w:r w:rsidRPr="00E73DA8">
              <w:rPr>
                <w:rFonts w:ascii="나눔스퀘어" w:eastAsia="나눔스퀘어" w:hAnsi="나눔스퀘어" w:cs="굴림"/>
                <w:b/>
                <w:bCs/>
                <w:color w:val="000000"/>
                <w:sz w:val="18"/>
                <w:szCs w:val="18"/>
              </w:rPr>
              <w:t xml:space="preserve"> 자의 이용목적</w:t>
            </w:r>
          </w:p>
        </w:tc>
        <w:tc>
          <w:tcPr>
            <w:tcW w:w="73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D350B24" w14:textId="77777777" w:rsidR="007F3477" w:rsidRPr="00E73DA8" w:rsidRDefault="007F3477" w:rsidP="0097192F">
            <w:pPr>
              <w:widowControl w:val="0"/>
              <w:wordWrap w:val="0"/>
              <w:autoSpaceDE w:val="0"/>
              <w:autoSpaceDN w:val="0"/>
              <w:snapToGrid w:val="0"/>
              <w:spacing w:after="0"/>
              <w:jc w:val="both"/>
              <w:textAlignment w:val="baseline"/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</w:pPr>
            <w:r w:rsidRPr="00E73DA8">
              <w:rPr>
                <w:rFonts w:cs="맑은 고딕" w:hint="eastAsia"/>
                <w:color w:val="000000"/>
                <w:sz w:val="18"/>
                <w:szCs w:val="18"/>
              </w:rPr>
              <w:t>∙</w:t>
            </w:r>
            <w:r w:rsidRPr="00E73DA8"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  <w:t xml:space="preserve"> </w:t>
            </w:r>
            <w:r w:rsidRPr="00E73DA8">
              <w:rPr>
                <w:rFonts w:ascii="나눔스퀘어" w:eastAsia="나눔스퀘어" w:hAnsi="나눔스퀘어" w:cs="굴림"/>
                <w:color w:val="000000"/>
                <w:spacing w:val="-2"/>
                <w:sz w:val="18"/>
                <w:szCs w:val="18"/>
              </w:rPr>
              <w:t>장학생 선발</w:t>
            </w:r>
            <w:r w:rsidRPr="00E73DA8">
              <w:rPr>
                <w:rFonts w:ascii="나눔스퀘어" w:eastAsia="나눔스퀘어" w:hAnsi="나눔스퀘어" w:cs="굴림" w:hint="eastAsia"/>
                <w:color w:val="000000"/>
                <w:spacing w:val="-2"/>
                <w:sz w:val="18"/>
                <w:szCs w:val="18"/>
              </w:rPr>
              <w:t xml:space="preserve">, </w:t>
            </w:r>
            <w:r w:rsidRPr="00E73DA8">
              <w:rPr>
                <w:rFonts w:ascii="나눔스퀘어" w:eastAsia="나눔스퀘어" w:hAnsi="나눔스퀘어" w:cs="굴림"/>
                <w:color w:val="000000"/>
                <w:spacing w:val="-2"/>
                <w:sz w:val="18"/>
                <w:szCs w:val="18"/>
              </w:rPr>
              <w:t>자격유지 적격여부 판단</w:t>
            </w:r>
            <w:r w:rsidRPr="00E73DA8">
              <w:rPr>
                <w:rFonts w:ascii="나눔스퀘어" w:eastAsia="나눔스퀘어" w:hAnsi="나눔스퀘어" w:cs="굴림" w:hint="eastAsia"/>
                <w:color w:val="000000"/>
                <w:spacing w:val="-2"/>
                <w:sz w:val="18"/>
                <w:szCs w:val="18"/>
              </w:rPr>
              <w:t xml:space="preserve">, </w:t>
            </w:r>
            <w:r w:rsidRPr="00E73DA8">
              <w:rPr>
                <w:rFonts w:ascii="나눔스퀘어" w:eastAsia="나눔스퀘어" w:hAnsi="나눔스퀘어" w:cs="굴림"/>
                <w:color w:val="000000"/>
                <w:spacing w:val="-2"/>
                <w:sz w:val="18"/>
                <w:szCs w:val="18"/>
              </w:rPr>
              <w:t>장학사업 관련 법령상 의무이행 및 민원사무관리</w:t>
            </w:r>
          </w:p>
          <w:p w14:paraId="46F913E2" w14:textId="77777777" w:rsidR="007F3477" w:rsidRPr="00E73DA8" w:rsidRDefault="007F3477" w:rsidP="0097192F">
            <w:pPr>
              <w:widowControl w:val="0"/>
              <w:wordWrap w:val="0"/>
              <w:autoSpaceDE w:val="0"/>
              <w:autoSpaceDN w:val="0"/>
              <w:snapToGrid w:val="0"/>
              <w:spacing w:after="0"/>
              <w:jc w:val="both"/>
              <w:textAlignment w:val="baseline"/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</w:pPr>
            <w:r w:rsidRPr="00E73DA8">
              <w:rPr>
                <w:rFonts w:cs="맑은 고딕" w:hint="eastAsia"/>
                <w:color w:val="000000"/>
                <w:sz w:val="18"/>
                <w:szCs w:val="18"/>
              </w:rPr>
              <w:t>∙</w:t>
            </w:r>
            <w:r w:rsidRPr="00E73DA8"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  <w:t xml:space="preserve"> 장학생 이중지원 판단 및 확인</w:t>
            </w:r>
            <w:r w:rsidRPr="00E73DA8">
              <w:rPr>
                <w:rFonts w:ascii="나눔스퀘어" w:eastAsia="나눔스퀘어" w:hAnsi="나눔스퀘어" w:cs="굴림" w:hint="eastAsia"/>
                <w:color w:val="000000"/>
                <w:sz w:val="18"/>
                <w:szCs w:val="18"/>
              </w:rPr>
              <w:t xml:space="preserve">, </w:t>
            </w:r>
            <w:r w:rsidRPr="00E73DA8"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  <w:t>이중지원방지시스템 입력 등</w:t>
            </w:r>
          </w:p>
        </w:tc>
      </w:tr>
      <w:tr w:rsidR="007F3477" w:rsidRPr="00E73DA8" w14:paraId="0E21728D" w14:textId="77777777" w:rsidTr="0097192F">
        <w:trPr>
          <w:trHeight w:val="370"/>
        </w:trPr>
        <w:tc>
          <w:tcPr>
            <w:tcW w:w="2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3439CBA" w14:textId="77777777" w:rsidR="007F3477" w:rsidRPr="00E73DA8" w:rsidRDefault="007F3477" w:rsidP="0097192F">
            <w:pPr>
              <w:snapToGrid w:val="0"/>
              <w:spacing w:after="0"/>
              <w:jc w:val="center"/>
              <w:textAlignment w:val="baseline"/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</w:pPr>
            <w:r w:rsidRPr="00E73DA8">
              <w:rPr>
                <w:rFonts w:ascii="나눔스퀘어" w:eastAsia="나눔스퀘어" w:hAnsi="나눔스퀘어" w:cs="굴림"/>
                <w:b/>
                <w:bCs/>
                <w:color w:val="000000"/>
                <w:spacing w:val="-2"/>
                <w:sz w:val="18"/>
                <w:szCs w:val="18"/>
              </w:rPr>
              <w:t>제공되는 개인정보 항목</w:t>
            </w:r>
          </w:p>
        </w:tc>
        <w:tc>
          <w:tcPr>
            <w:tcW w:w="73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3E04770" w14:textId="77777777" w:rsidR="007F3477" w:rsidRPr="00E73DA8" w:rsidRDefault="007F3477" w:rsidP="0097192F">
            <w:pPr>
              <w:widowControl w:val="0"/>
              <w:wordWrap w:val="0"/>
              <w:autoSpaceDE w:val="0"/>
              <w:autoSpaceDN w:val="0"/>
              <w:snapToGrid w:val="0"/>
              <w:spacing w:after="0"/>
              <w:jc w:val="both"/>
              <w:textAlignment w:val="baseline"/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</w:pPr>
            <w:r w:rsidRPr="00E73DA8">
              <w:rPr>
                <w:rFonts w:ascii="나눔스퀘어" w:eastAsia="나눔스퀘어" w:hAnsi="나눔스퀘어" w:cs="굴림" w:hint="eastAsia"/>
                <w:b/>
                <w:bCs/>
                <w:color w:val="000000"/>
                <w:sz w:val="18"/>
                <w:szCs w:val="18"/>
              </w:rPr>
              <w:t xml:space="preserve">[1. </w:t>
            </w:r>
            <w:r w:rsidRPr="00E73DA8">
              <w:rPr>
                <w:rFonts w:ascii="나눔스퀘어" w:eastAsia="나눔스퀘어" w:hAnsi="나눔스퀘어" w:cs="굴림"/>
                <w:b/>
                <w:bCs/>
                <w:color w:val="000000"/>
                <w:sz w:val="18"/>
                <w:szCs w:val="18"/>
              </w:rPr>
              <w:t xml:space="preserve">개인정보 </w:t>
            </w:r>
            <w:proofErr w:type="spellStart"/>
            <w:r w:rsidRPr="00E73DA8">
              <w:rPr>
                <w:rFonts w:ascii="나눔스퀘어" w:eastAsia="나눔스퀘어" w:hAnsi="나눔스퀘어" w:cs="굴림"/>
                <w:b/>
                <w:bCs/>
                <w:color w:val="000000"/>
                <w:sz w:val="18"/>
                <w:szCs w:val="18"/>
              </w:rPr>
              <w:t>수집</w:t>
            </w:r>
            <w:r w:rsidRPr="00E73DA8">
              <w:rPr>
                <w:rFonts w:ascii="나눔스퀘어" w:eastAsia="나눔스퀘어" w:hAnsi="나눔스퀘어" w:cs="굴림" w:hint="eastAsia"/>
                <w:b/>
                <w:bCs/>
                <w:color w:val="000000"/>
                <w:sz w:val="18"/>
                <w:szCs w:val="18"/>
              </w:rPr>
              <w:t>·</w:t>
            </w:r>
            <w:r w:rsidRPr="00E73DA8">
              <w:rPr>
                <w:rFonts w:ascii="나눔스퀘어" w:eastAsia="나눔스퀘어" w:hAnsi="나눔스퀘어" w:cs="굴림"/>
                <w:b/>
                <w:bCs/>
                <w:color w:val="000000"/>
                <w:sz w:val="18"/>
                <w:szCs w:val="18"/>
              </w:rPr>
              <w:t>이용에</w:t>
            </w:r>
            <w:proofErr w:type="spellEnd"/>
            <w:r w:rsidRPr="00E73DA8">
              <w:rPr>
                <w:rFonts w:ascii="나눔스퀘어" w:eastAsia="나눔스퀘어" w:hAnsi="나눔스퀘어" w:cs="굴림"/>
                <w:b/>
                <w:bCs/>
                <w:color w:val="000000"/>
                <w:sz w:val="18"/>
                <w:szCs w:val="18"/>
              </w:rPr>
              <w:t xml:space="preserve"> 관한 사항</w:t>
            </w:r>
            <w:r w:rsidRPr="00E73DA8">
              <w:rPr>
                <w:rFonts w:ascii="나눔스퀘어" w:eastAsia="나눔스퀘어" w:hAnsi="나눔스퀘어" w:cs="굴림" w:hint="eastAsia"/>
                <w:b/>
                <w:bCs/>
                <w:color w:val="000000"/>
                <w:sz w:val="18"/>
                <w:szCs w:val="18"/>
              </w:rPr>
              <w:t>]</w:t>
            </w:r>
            <w:r w:rsidRPr="00E73DA8">
              <w:rPr>
                <w:rFonts w:ascii="나눔스퀘어" w:eastAsia="나눔스퀘어" w:hAnsi="나눔스퀘어" w:cs="굴림" w:hint="eastAsia"/>
                <w:color w:val="000000"/>
                <w:sz w:val="18"/>
                <w:szCs w:val="18"/>
              </w:rPr>
              <w:t xml:space="preserve"> </w:t>
            </w:r>
            <w:r w:rsidRPr="00E73DA8"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  <w:t xml:space="preserve">중 개인정보 </w:t>
            </w:r>
            <w:proofErr w:type="spellStart"/>
            <w:r w:rsidRPr="00E73DA8"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  <w:t>수집</w:t>
            </w:r>
            <w:r w:rsidRPr="00E73DA8">
              <w:rPr>
                <w:rFonts w:ascii="나눔스퀘어" w:eastAsia="나눔스퀘어" w:hAnsi="나눔스퀘어" w:cs="굴림" w:hint="eastAsia"/>
                <w:color w:val="000000"/>
                <w:sz w:val="18"/>
                <w:szCs w:val="18"/>
              </w:rPr>
              <w:t>·</w:t>
            </w:r>
            <w:r w:rsidRPr="00E73DA8"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  <w:t>이용의</w:t>
            </w:r>
            <w:proofErr w:type="spellEnd"/>
            <w:r w:rsidRPr="00E73DA8"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73DA8"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  <w:t>수집</w:t>
            </w:r>
            <w:r w:rsidRPr="00E73DA8">
              <w:rPr>
                <w:rFonts w:ascii="나눔스퀘어" w:eastAsia="나눔스퀘어" w:hAnsi="나눔스퀘어" w:cs="굴림" w:hint="eastAsia"/>
                <w:color w:val="000000"/>
                <w:sz w:val="18"/>
                <w:szCs w:val="18"/>
              </w:rPr>
              <w:t>·</w:t>
            </w:r>
            <w:r w:rsidRPr="00E73DA8"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  <w:t>이용할</w:t>
            </w:r>
            <w:proofErr w:type="spellEnd"/>
            <w:r w:rsidRPr="00E73DA8"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  <w:t xml:space="preserve"> 항목</w:t>
            </w:r>
          </w:p>
        </w:tc>
      </w:tr>
      <w:tr w:rsidR="007F3477" w:rsidRPr="00E73DA8" w14:paraId="752868A2" w14:textId="77777777" w:rsidTr="0097192F">
        <w:trPr>
          <w:trHeight w:val="370"/>
        </w:trPr>
        <w:tc>
          <w:tcPr>
            <w:tcW w:w="2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4343D0D" w14:textId="77777777" w:rsidR="007F3477" w:rsidRPr="00E73DA8" w:rsidRDefault="007F3477" w:rsidP="0097192F">
            <w:pPr>
              <w:snapToGrid w:val="0"/>
              <w:spacing w:after="0"/>
              <w:jc w:val="center"/>
              <w:textAlignment w:val="baseline"/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</w:pPr>
            <w:proofErr w:type="gramStart"/>
            <w:r w:rsidRPr="00E73DA8">
              <w:rPr>
                <w:rFonts w:ascii="나눔스퀘어" w:eastAsia="나눔스퀘어" w:hAnsi="나눔스퀘어" w:cs="굴림"/>
                <w:b/>
                <w:bCs/>
                <w:color w:val="000000"/>
                <w:spacing w:val="-10"/>
                <w:sz w:val="18"/>
                <w:szCs w:val="18"/>
              </w:rPr>
              <w:t>제공 받는</w:t>
            </w:r>
            <w:proofErr w:type="gramEnd"/>
            <w:r w:rsidRPr="00E73DA8">
              <w:rPr>
                <w:rFonts w:ascii="나눔스퀘어" w:eastAsia="나눔스퀘어" w:hAnsi="나눔스퀘어" w:cs="굴림"/>
                <w:b/>
                <w:bCs/>
                <w:color w:val="000000"/>
                <w:spacing w:val="-10"/>
                <w:sz w:val="18"/>
                <w:szCs w:val="18"/>
              </w:rPr>
              <w:t xml:space="preserve"> 자의 개인정보 </w:t>
            </w:r>
            <w:proofErr w:type="spellStart"/>
            <w:r w:rsidRPr="00E73DA8">
              <w:rPr>
                <w:rFonts w:ascii="나눔스퀘어" w:eastAsia="나눔스퀘어" w:hAnsi="나눔스퀘어" w:cs="굴림"/>
                <w:b/>
                <w:bCs/>
                <w:color w:val="000000"/>
                <w:spacing w:val="-10"/>
                <w:sz w:val="18"/>
                <w:szCs w:val="18"/>
              </w:rPr>
              <w:t>보유</w:t>
            </w:r>
            <w:r w:rsidRPr="00E73DA8">
              <w:rPr>
                <w:rFonts w:ascii="나눔스퀘어" w:eastAsia="나눔스퀘어" w:hAnsi="나눔스퀘어" w:cs="굴림" w:hint="eastAsia"/>
                <w:b/>
                <w:bCs/>
                <w:color w:val="000000"/>
                <w:spacing w:val="-10"/>
                <w:sz w:val="18"/>
                <w:szCs w:val="18"/>
              </w:rPr>
              <w:t>·</w:t>
            </w:r>
            <w:r w:rsidRPr="00E73DA8">
              <w:rPr>
                <w:rFonts w:ascii="나눔스퀘어" w:eastAsia="나눔스퀘어" w:hAnsi="나눔스퀘어" w:cs="굴림"/>
                <w:b/>
                <w:bCs/>
                <w:color w:val="000000"/>
                <w:spacing w:val="-10"/>
                <w:sz w:val="18"/>
                <w:szCs w:val="18"/>
              </w:rPr>
              <w:t>이용</w:t>
            </w:r>
            <w:proofErr w:type="spellEnd"/>
            <w:r w:rsidRPr="00E73DA8">
              <w:rPr>
                <w:rFonts w:ascii="나눔스퀘어" w:eastAsia="나눔스퀘어" w:hAnsi="나눔스퀘어" w:cs="굴림"/>
                <w:b/>
                <w:bCs/>
                <w:color w:val="000000"/>
                <w:spacing w:val="-10"/>
                <w:sz w:val="18"/>
                <w:szCs w:val="18"/>
              </w:rPr>
              <w:t xml:space="preserve"> 기간</w:t>
            </w:r>
          </w:p>
        </w:tc>
        <w:tc>
          <w:tcPr>
            <w:tcW w:w="73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316ED8B" w14:textId="77777777" w:rsidR="007F3477" w:rsidRPr="00E73DA8" w:rsidRDefault="007F3477" w:rsidP="0097192F">
            <w:pPr>
              <w:widowControl w:val="0"/>
              <w:wordWrap w:val="0"/>
              <w:autoSpaceDE w:val="0"/>
              <w:autoSpaceDN w:val="0"/>
              <w:snapToGrid w:val="0"/>
              <w:spacing w:after="0"/>
              <w:jc w:val="both"/>
              <w:textAlignment w:val="baseline"/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</w:pPr>
            <w:r w:rsidRPr="00E73DA8">
              <w:rPr>
                <w:rFonts w:ascii="나눔스퀘어" w:eastAsia="나눔스퀘어" w:hAnsi="나눔스퀘어" w:cs="굴림" w:hint="eastAsia"/>
                <w:b/>
                <w:bCs/>
                <w:color w:val="000000"/>
                <w:sz w:val="18"/>
                <w:szCs w:val="18"/>
              </w:rPr>
              <w:t>[</w:t>
            </w:r>
            <w:r w:rsidRPr="00E73DA8">
              <w:rPr>
                <w:rFonts w:ascii="나눔스퀘어" w:eastAsia="나눔스퀘어" w:hAnsi="나눔스퀘어" w:cs="굴림"/>
                <w:b/>
                <w:bCs/>
                <w:color w:val="000000"/>
                <w:sz w:val="18"/>
                <w:szCs w:val="18"/>
              </w:rPr>
              <w:t>이용기간</w:t>
            </w:r>
            <w:r w:rsidRPr="00E73DA8">
              <w:rPr>
                <w:rFonts w:ascii="나눔스퀘어" w:eastAsia="나눔스퀘어" w:hAnsi="나눔스퀘어" w:cs="굴림" w:hint="eastAsia"/>
                <w:b/>
                <w:bCs/>
                <w:color w:val="000000"/>
                <w:sz w:val="18"/>
                <w:szCs w:val="18"/>
              </w:rPr>
              <w:t>]</w:t>
            </w:r>
            <w:r w:rsidRPr="00E73DA8">
              <w:rPr>
                <w:rFonts w:ascii="나눔스퀘어" w:eastAsia="나눔스퀘어" w:hAnsi="나눔스퀘어" w:cs="굴림" w:hint="eastAsia"/>
                <w:color w:val="000000"/>
                <w:sz w:val="18"/>
                <w:szCs w:val="18"/>
              </w:rPr>
              <w:t xml:space="preserve"> </w:t>
            </w:r>
            <w:r w:rsidRPr="00E73DA8"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  <w:t>해당 지원과 서비스가 제공되는 기간</w:t>
            </w:r>
          </w:p>
          <w:p w14:paraId="31A3D4D3" w14:textId="77777777" w:rsidR="007F3477" w:rsidRPr="00E73DA8" w:rsidRDefault="007F3477" w:rsidP="0097192F">
            <w:pPr>
              <w:widowControl w:val="0"/>
              <w:wordWrap w:val="0"/>
              <w:autoSpaceDE w:val="0"/>
              <w:autoSpaceDN w:val="0"/>
              <w:snapToGrid w:val="0"/>
              <w:spacing w:after="0"/>
              <w:jc w:val="both"/>
              <w:textAlignment w:val="baseline"/>
              <w:rPr>
                <w:rFonts w:ascii="나눔스퀘어" w:eastAsia="나눔스퀘어" w:hAnsi="나눔스퀘어" w:cs="굴림"/>
                <w:color w:val="000000" w:themeColor="text1"/>
                <w:sz w:val="18"/>
                <w:szCs w:val="18"/>
              </w:rPr>
            </w:pPr>
            <w:r w:rsidRPr="00E73DA8">
              <w:rPr>
                <w:rFonts w:ascii="나눔스퀘어" w:eastAsia="나눔스퀘어" w:hAnsi="나눔스퀘어" w:cs="굴림" w:hint="eastAsia"/>
                <w:b/>
                <w:bCs/>
                <w:color w:val="000000"/>
                <w:sz w:val="18"/>
                <w:szCs w:val="18"/>
              </w:rPr>
              <w:t>[</w:t>
            </w:r>
            <w:r w:rsidRPr="00E73DA8">
              <w:rPr>
                <w:rFonts w:ascii="나눔스퀘어" w:eastAsia="나눔스퀘어" w:hAnsi="나눔스퀘어" w:cs="굴림"/>
                <w:b/>
                <w:bCs/>
                <w:color w:val="000000"/>
                <w:sz w:val="18"/>
                <w:szCs w:val="18"/>
              </w:rPr>
              <w:t>보유기간</w:t>
            </w:r>
            <w:r w:rsidRPr="00E73DA8">
              <w:rPr>
                <w:rFonts w:ascii="나눔스퀘어" w:eastAsia="나눔스퀘어" w:hAnsi="나눔스퀘어" w:cs="굴림" w:hint="eastAsia"/>
                <w:b/>
                <w:bCs/>
                <w:color w:val="000000"/>
                <w:sz w:val="18"/>
                <w:szCs w:val="18"/>
              </w:rPr>
              <w:t>]</w:t>
            </w:r>
            <w:r w:rsidRPr="00E73DA8">
              <w:rPr>
                <w:rFonts w:ascii="나눔스퀘어" w:eastAsia="나눔스퀘어" w:hAnsi="나눔스퀘어" w:cs="굴림" w:hint="eastAsia"/>
                <w:color w:val="000000"/>
                <w:sz w:val="18"/>
                <w:szCs w:val="18"/>
              </w:rPr>
              <w:t xml:space="preserve"> </w:t>
            </w:r>
            <w:r w:rsidRPr="00E73DA8"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  <w:t>정보주체의 동의 없이 보유하지 못함</w:t>
            </w:r>
          </w:p>
        </w:tc>
      </w:tr>
      <w:tr w:rsidR="007F3477" w:rsidRPr="00E73DA8" w14:paraId="5B17F433" w14:textId="77777777" w:rsidTr="0097192F">
        <w:trPr>
          <w:trHeight w:val="313"/>
        </w:trPr>
        <w:tc>
          <w:tcPr>
            <w:tcW w:w="2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A4301B8" w14:textId="77777777" w:rsidR="007F3477" w:rsidRPr="00E73DA8" w:rsidRDefault="007F3477" w:rsidP="0097192F">
            <w:pPr>
              <w:snapToGrid w:val="0"/>
              <w:spacing w:after="0"/>
              <w:jc w:val="center"/>
              <w:textAlignment w:val="baseline"/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</w:pPr>
            <w:r w:rsidRPr="00E73DA8">
              <w:rPr>
                <w:rFonts w:ascii="나눔스퀘어" w:eastAsia="나눔스퀘어" w:hAnsi="나눔스퀘어" w:cs="굴림"/>
                <w:b/>
                <w:bCs/>
                <w:color w:val="000000"/>
                <w:sz w:val="18"/>
                <w:szCs w:val="18"/>
              </w:rPr>
              <w:t>변경에 관한 사항</w:t>
            </w:r>
          </w:p>
        </w:tc>
        <w:tc>
          <w:tcPr>
            <w:tcW w:w="73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7A5B4DA" w14:textId="77777777" w:rsidR="007F3477" w:rsidRPr="00E73DA8" w:rsidRDefault="007F3477" w:rsidP="0097192F">
            <w:pPr>
              <w:widowControl w:val="0"/>
              <w:wordWrap w:val="0"/>
              <w:autoSpaceDE w:val="0"/>
              <w:autoSpaceDN w:val="0"/>
              <w:snapToGrid w:val="0"/>
              <w:spacing w:after="0"/>
              <w:jc w:val="both"/>
              <w:textAlignment w:val="baseline"/>
              <w:rPr>
                <w:rFonts w:ascii="나눔스퀘어" w:eastAsia="나눔스퀘어" w:hAnsi="나눔스퀘어" w:cs="굴림"/>
                <w:color w:val="000000" w:themeColor="text1"/>
                <w:sz w:val="18"/>
                <w:szCs w:val="18"/>
              </w:rPr>
            </w:pPr>
            <w:r w:rsidRPr="00E73DA8"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  <w:t>지원단은 위 사항의 변경내용이 있을 시 변경 내용을 당사자에게 공지합니다</w:t>
            </w:r>
            <w:r w:rsidRPr="00E73DA8">
              <w:rPr>
                <w:rFonts w:ascii="나눔스퀘어" w:eastAsia="나눔스퀘어" w:hAnsi="나눔스퀘어" w:cs="굴림" w:hint="eastAsia"/>
                <w:color w:val="000000"/>
                <w:sz w:val="18"/>
                <w:szCs w:val="18"/>
              </w:rPr>
              <w:t>.</w:t>
            </w:r>
          </w:p>
        </w:tc>
      </w:tr>
      <w:tr w:rsidR="007F3477" w:rsidRPr="00E73DA8" w14:paraId="35897EFD" w14:textId="77777777" w:rsidTr="0097192F">
        <w:trPr>
          <w:trHeight w:val="833"/>
        </w:trPr>
        <w:tc>
          <w:tcPr>
            <w:tcW w:w="227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1001CAC" w14:textId="77777777" w:rsidR="007F3477" w:rsidRPr="00E73DA8" w:rsidRDefault="007F3477" w:rsidP="0097192F">
            <w:pPr>
              <w:snapToGrid w:val="0"/>
              <w:spacing w:after="0"/>
              <w:jc w:val="center"/>
              <w:textAlignment w:val="baseline"/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</w:pPr>
            <w:r w:rsidRPr="00E73DA8">
              <w:rPr>
                <w:rFonts w:ascii="나눔스퀘어" w:eastAsia="나눔스퀘어" w:hAnsi="나눔스퀘어" w:cs="굴림"/>
                <w:b/>
                <w:bCs/>
                <w:color w:val="000000"/>
                <w:sz w:val="18"/>
                <w:szCs w:val="18"/>
              </w:rPr>
              <w:t>동의 거부 권리 및 동의 거부에 따른 제한사항</w:t>
            </w:r>
          </w:p>
        </w:tc>
        <w:tc>
          <w:tcPr>
            <w:tcW w:w="7309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C58CBA6" w14:textId="168FB78C" w:rsidR="007F3477" w:rsidRPr="00E73DA8" w:rsidRDefault="007F3477" w:rsidP="0097192F">
            <w:pPr>
              <w:widowControl w:val="0"/>
              <w:wordWrap w:val="0"/>
              <w:autoSpaceDE w:val="0"/>
              <w:autoSpaceDN w:val="0"/>
              <w:snapToGrid w:val="0"/>
              <w:spacing w:after="0"/>
              <w:jc w:val="both"/>
              <w:textAlignment w:val="baseline"/>
              <w:rPr>
                <w:rFonts w:ascii="나눔스퀘어" w:eastAsia="나눔스퀘어" w:hAnsi="나눔스퀘어" w:cs="굴림"/>
                <w:color w:val="000000" w:themeColor="text1"/>
                <w:sz w:val="18"/>
                <w:szCs w:val="18"/>
              </w:rPr>
            </w:pPr>
            <w:r w:rsidRPr="00E73DA8">
              <w:rPr>
                <w:rFonts w:ascii="나눔스퀘어" w:eastAsia="나눔스퀘어" w:hAnsi="나눔스퀘어" w:cs="굴림"/>
                <w:color w:val="000000"/>
                <w:spacing w:val="-6"/>
                <w:sz w:val="18"/>
                <w:szCs w:val="18"/>
              </w:rPr>
              <w:t xml:space="preserve">귀하는 개인정보 </w:t>
            </w:r>
            <w:proofErr w:type="spellStart"/>
            <w:r w:rsidRPr="00E73DA8">
              <w:rPr>
                <w:rFonts w:ascii="나눔스퀘어" w:eastAsia="나눔스퀘어" w:hAnsi="나눔스퀘어" w:cs="굴림"/>
                <w:color w:val="000000"/>
                <w:spacing w:val="-6"/>
                <w:sz w:val="18"/>
                <w:szCs w:val="18"/>
              </w:rPr>
              <w:t>수집</w:t>
            </w:r>
            <w:r w:rsidRPr="00E73DA8">
              <w:rPr>
                <w:rFonts w:ascii="나눔스퀘어" w:eastAsia="나눔스퀘어" w:hAnsi="나눔스퀘어" w:cs="굴림" w:hint="eastAsia"/>
                <w:color w:val="000000"/>
                <w:spacing w:val="-6"/>
                <w:sz w:val="18"/>
                <w:szCs w:val="18"/>
              </w:rPr>
              <w:t>·</w:t>
            </w:r>
            <w:r w:rsidRPr="00E73DA8">
              <w:rPr>
                <w:rFonts w:ascii="나눔스퀘어" w:eastAsia="나눔스퀘어" w:hAnsi="나눔스퀘어" w:cs="굴림"/>
                <w:color w:val="000000"/>
                <w:spacing w:val="-6"/>
                <w:sz w:val="18"/>
                <w:szCs w:val="18"/>
              </w:rPr>
              <w:t>이용에</w:t>
            </w:r>
            <w:proofErr w:type="spellEnd"/>
            <w:r w:rsidRPr="00E73DA8">
              <w:rPr>
                <w:rFonts w:ascii="나눔스퀘어" w:eastAsia="나눔스퀘어" w:hAnsi="나눔스퀘어" w:cs="굴림"/>
                <w:color w:val="000000"/>
                <w:spacing w:val="-6"/>
                <w:sz w:val="18"/>
                <w:szCs w:val="18"/>
              </w:rPr>
              <w:t xml:space="preserve"> 관한 동의를 거부할 권리가 있습니다</w:t>
            </w:r>
            <w:r w:rsidRPr="00E73DA8">
              <w:rPr>
                <w:rFonts w:ascii="나눔스퀘어" w:eastAsia="나눔스퀘어" w:hAnsi="나눔스퀘어" w:cs="굴림" w:hint="eastAsia"/>
                <w:color w:val="000000"/>
                <w:spacing w:val="-6"/>
                <w:sz w:val="18"/>
                <w:szCs w:val="18"/>
              </w:rPr>
              <w:t xml:space="preserve">. </w:t>
            </w:r>
            <w:r w:rsidRPr="00E73DA8">
              <w:rPr>
                <w:rFonts w:ascii="나눔스퀘어" w:eastAsia="나눔스퀘어" w:hAnsi="나눔스퀘어" w:cs="굴림"/>
                <w:color w:val="000000"/>
                <w:spacing w:val="-6"/>
                <w:sz w:val="18"/>
                <w:szCs w:val="18"/>
              </w:rPr>
              <w:t xml:space="preserve">다만 동의하지 않으시는 </w:t>
            </w:r>
            <w:r w:rsidRPr="00E73DA8">
              <w:rPr>
                <w:rFonts w:ascii="나눔스퀘어" w:eastAsia="나눔스퀘어" w:hAnsi="나눔스퀘어" w:cs="굴림"/>
                <w:color w:val="000000"/>
                <w:spacing w:val="-2"/>
                <w:sz w:val="18"/>
                <w:szCs w:val="18"/>
              </w:rPr>
              <w:t>경우 「</w:t>
            </w:r>
            <w:proofErr w:type="spellStart"/>
            <w:r w:rsidRPr="00E73DA8">
              <w:rPr>
                <w:rFonts w:ascii="나눔스퀘어" w:eastAsia="나눔스퀘어" w:hAnsi="나눔스퀘어" w:cs="굴림"/>
                <w:color w:val="000000"/>
                <w:spacing w:val="-2"/>
                <w:sz w:val="18"/>
                <w:szCs w:val="18"/>
              </w:rPr>
              <w:t>월곡</w:t>
            </w:r>
            <w:r w:rsidR="00531856">
              <w:rPr>
                <w:rFonts w:ascii="나눔스퀘어" w:eastAsia="나눔스퀘어" w:hAnsi="나눔스퀘어" w:cs="굴림" w:hint="eastAsia"/>
                <w:color w:val="000000"/>
                <w:spacing w:val="-2"/>
                <w:sz w:val="18"/>
                <w:szCs w:val="18"/>
              </w:rPr>
              <w:t>주얼리</w:t>
            </w:r>
            <w:r w:rsidR="002F7886">
              <w:rPr>
                <w:rFonts w:ascii="나눔스퀘어" w:eastAsia="나눔스퀘어" w:hAnsi="나눔스퀘어" w:cs="굴림" w:hint="eastAsia"/>
                <w:color w:val="000000"/>
                <w:spacing w:val="-2"/>
                <w:sz w:val="18"/>
                <w:szCs w:val="18"/>
              </w:rPr>
              <w:t>장학생</w:t>
            </w:r>
            <w:r w:rsidRPr="00E73DA8">
              <w:rPr>
                <w:rFonts w:ascii="나눔스퀘어" w:eastAsia="나눔스퀘어" w:hAnsi="나눔스퀘어" w:cs="굴림"/>
                <w:color w:val="000000"/>
                <w:spacing w:val="-2"/>
                <w:sz w:val="18"/>
                <w:szCs w:val="18"/>
              </w:rPr>
              <w:t>」의</w:t>
            </w:r>
            <w:proofErr w:type="spellEnd"/>
            <w:r w:rsidRPr="00E73DA8">
              <w:rPr>
                <w:rFonts w:ascii="나눔스퀘어" w:eastAsia="나눔스퀘어" w:hAnsi="나눔스퀘어" w:cs="굴림"/>
                <w:color w:val="000000"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E73DA8">
              <w:rPr>
                <w:rFonts w:ascii="나눔스퀘어" w:eastAsia="나눔스퀘어" w:hAnsi="나눔스퀘어" w:cs="굴림"/>
                <w:color w:val="000000"/>
                <w:spacing w:val="-2"/>
                <w:sz w:val="18"/>
                <w:szCs w:val="18"/>
              </w:rPr>
              <w:t>신청</w:t>
            </w:r>
            <w:r w:rsidRPr="00E73DA8">
              <w:rPr>
                <w:rFonts w:ascii="나눔스퀘어" w:eastAsia="나눔스퀘어" w:hAnsi="나눔스퀘어" w:cs="굴림" w:hint="eastAsia"/>
                <w:color w:val="000000"/>
                <w:spacing w:val="-2"/>
                <w:sz w:val="18"/>
                <w:szCs w:val="18"/>
              </w:rPr>
              <w:t>·</w:t>
            </w:r>
            <w:r w:rsidRPr="00E73DA8">
              <w:rPr>
                <w:rFonts w:ascii="나눔스퀘어" w:eastAsia="나눔스퀘어" w:hAnsi="나눔스퀘어" w:cs="굴림"/>
                <w:color w:val="000000"/>
                <w:spacing w:val="-2"/>
                <w:sz w:val="18"/>
                <w:szCs w:val="18"/>
              </w:rPr>
              <w:t>선발</w:t>
            </w:r>
            <w:r w:rsidRPr="00E73DA8">
              <w:rPr>
                <w:rFonts w:ascii="나눔스퀘어" w:eastAsia="나눔스퀘어" w:hAnsi="나눔스퀘어" w:cs="굴림" w:hint="eastAsia"/>
                <w:color w:val="000000"/>
                <w:spacing w:val="-2"/>
                <w:sz w:val="18"/>
                <w:szCs w:val="18"/>
              </w:rPr>
              <w:t>·</w:t>
            </w:r>
            <w:r w:rsidRPr="00E73DA8">
              <w:rPr>
                <w:rFonts w:ascii="나눔스퀘어" w:eastAsia="나눔스퀘어" w:hAnsi="나눔스퀘어" w:cs="굴림"/>
                <w:color w:val="000000"/>
                <w:spacing w:val="-2"/>
                <w:sz w:val="18"/>
                <w:szCs w:val="18"/>
              </w:rPr>
              <w:t>지원</w:t>
            </w:r>
            <w:proofErr w:type="spellEnd"/>
            <w:r w:rsidRPr="00E73DA8">
              <w:rPr>
                <w:rFonts w:ascii="나눔스퀘어" w:eastAsia="나눔스퀘어" w:hAnsi="나눔스퀘어" w:cs="굴림"/>
                <w:color w:val="000000"/>
                <w:spacing w:val="-2"/>
                <w:sz w:val="18"/>
                <w:szCs w:val="18"/>
              </w:rPr>
              <w:t xml:space="preserve"> 등과 같은 서비스 이용이 어려워질 수 있습니다</w:t>
            </w:r>
            <w:r w:rsidRPr="00E73DA8">
              <w:rPr>
                <w:rFonts w:ascii="나눔스퀘어" w:eastAsia="나눔스퀘어" w:hAnsi="나눔스퀘어" w:cs="굴림" w:hint="eastAsia"/>
                <w:color w:val="000000"/>
                <w:spacing w:val="-2"/>
                <w:sz w:val="18"/>
                <w:szCs w:val="18"/>
              </w:rPr>
              <w:t>.</w:t>
            </w:r>
          </w:p>
        </w:tc>
      </w:tr>
      <w:tr w:rsidR="007F3477" w:rsidRPr="00E73DA8" w14:paraId="5F40F136" w14:textId="77777777" w:rsidTr="0097192F">
        <w:trPr>
          <w:trHeight w:val="243"/>
        </w:trPr>
        <w:tc>
          <w:tcPr>
            <w:tcW w:w="6093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6D98806" w14:textId="77777777" w:rsidR="007F3477" w:rsidRPr="00E73DA8" w:rsidRDefault="007F3477" w:rsidP="0097192F">
            <w:pPr>
              <w:snapToGrid w:val="0"/>
              <w:spacing w:after="0"/>
              <w:ind w:right="100"/>
              <w:textAlignment w:val="baseline"/>
              <w:rPr>
                <w:rFonts w:ascii="나눔스퀘어" w:eastAsia="나눔스퀘어" w:hAnsi="나눔스퀘어" w:cs="굴림"/>
                <w:b/>
                <w:bCs/>
                <w:color w:val="000000" w:themeColor="text1"/>
                <w:sz w:val="18"/>
                <w:szCs w:val="18"/>
              </w:rPr>
            </w:pPr>
            <w:r w:rsidRPr="00E73DA8">
              <w:rPr>
                <w:rFonts w:ascii="나눔스퀘어" w:eastAsia="나눔스퀘어" w:hAnsi="나눔스퀘어" w:cs="굴림"/>
                <w:b/>
                <w:bCs/>
                <w:color w:val="000000" w:themeColor="text1"/>
                <w:sz w:val="18"/>
                <w:szCs w:val="18"/>
              </w:rPr>
              <w:t>개인정보 제</w:t>
            </w:r>
            <w:r w:rsidRPr="00E73DA8">
              <w:rPr>
                <w:rFonts w:ascii="나눔스퀘어" w:eastAsia="나눔스퀘어" w:hAnsi="나눔스퀘어" w:cs="굴림" w:hint="eastAsia"/>
                <w:b/>
                <w:bCs/>
                <w:color w:val="000000" w:themeColor="text1"/>
                <w:sz w:val="18"/>
                <w:szCs w:val="18"/>
              </w:rPr>
              <w:t>3</w:t>
            </w:r>
            <w:r w:rsidRPr="00E73DA8">
              <w:rPr>
                <w:rFonts w:ascii="나눔스퀘어" w:eastAsia="나눔스퀘어" w:hAnsi="나눔스퀘어" w:cs="굴림"/>
                <w:b/>
                <w:bCs/>
                <w:color w:val="000000" w:themeColor="text1"/>
                <w:sz w:val="18"/>
                <w:szCs w:val="18"/>
              </w:rPr>
              <w:t>자 제공 및 조회에 동의하십니까</w:t>
            </w:r>
            <w:r w:rsidRPr="00E73DA8">
              <w:rPr>
                <w:rFonts w:ascii="나눔스퀘어" w:eastAsia="나눔스퀘어" w:hAnsi="나눔스퀘어" w:cs="굴림" w:hint="eastAsia"/>
                <w:b/>
                <w:bCs/>
                <w:color w:val="000000" w:themeColor="text1"/>
                <w:sz w:val="18"/>
                <w:szCs w:val="18"/>
              </w:rPr>
              <w:t>?</w:t>
            </w:r>
          </w:p>
        </w:tc>
        <w:tc>
          <w:tcPr>
            <w:tcW w:w="348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2F2F2"/>
            <w:vAlign w:val="center"/>
          </w:tcPr>
          <w:p w14:paraId="12443F66" w14:textId="77777777" w:rsidR="007F3477" w:rsidRPr="00E73DA8" w:rsidRDefault="007F3477" w:rsidP="0097192F">
            <w:pPr>
              <w:snapToGrid w:val="0"/>
              <w:spacing w:after="0"/>
              <w:ind w:right="100"/>
              <w:textAlignment w:val="baseline"/>
              <w:rPr>
                <w:rFonts w:ascii="나눔스퀘어" w:eastAsia="나눔스퀘어" w:hAnsi="나눔스퀘어" w:cs="굴림"/>
                <w:b/>
                <w:bCs/>
                <w:color w:val="000000" w:themeColor="text1"/>
                <w:sz w:val="18"/>
                <w:szCs w:val="18"/>
              </w:rPr>
            </w:pPr>
            <w:r w:rsidRPr="00E73DA8">
              <w:rPr>
                <w:rFonts w:ascii="나눔스퀘어" w:eastAsia="나눔스퀘어" w:hAnsi="나눔스퀘어" w:cs="굴림"/>
                <w:b/>
                <w:bCs/>
                <w:color w:val="000000" w:themeColor="text1"/>
                <w:sz w:val="18"/>
                <w:szCs w:val="18"/>
              </w:rPr>
              <w:t>□ 동의함</w:t>
            </w:r>
            <w:r w:rsidRPr="00E73DA8">
              <w:rPr>
                <w:rFonts w:ascii="나눔스퀘어" w:eastAsia="나눔스퀘어" w:hAnsi="나눔스퀘어" w:cs="굴림" w:hint="eastAsia"/>
                <w:b/>
                <w:bCs/>
                <w:color w:val="000000" w:themeColor="text1"/>
                <w:sz w:val="18"/>
                <w:szCs w:val="18"/>
              </w:rPr>
              <w:t xml:space="preserve">    </w:t>
            </w:r>
            <w:r w:rsidRPr="00E73DA8">
              <w:rPr>
                <w:rFonts w:ascii="나눔스퀘어" w:eastAsia="나눔스퀘어" w:hAnsi="나눔스퀘어" w:cs="굴림"/>
                <w:b/>
                <w:bCs/>
                <w:color w:val="000000" w:themeColor="text1"/>
                <w:sz w:val="18"/>
                <w:szCs w:val="18"/>
              </w:rPr>
              <w:t xml:space="preserve"> □ 동의하지 않음</w:t>
            </w:r>
          </w:p>
        </w:tc>
      </w:tr>
      <w:tr w:rsidR="007F3477" w:rsidRPr="00E73DA8" w14:paraId="1C2D14DB" w14:textId="77777777" w:rsidTr="0097192F">
        <w:trPr>
          <w:trHeight w:val="370"/>
        </w:trPr>
        <w:tc>
          <w:tcPr>
            <w:tcW w:w="9581" w:type="dxa"/>
            <w:gridSpan w:val="4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972978E" w14:textId="77777777" w:rsidR="007F3477" w:rsidRPr="00E73DA8" w:rsidRDefault="007F3477" w:rsidP="0097192F">
            <w:pPr>
              <w:snapToGrid w:val="0"/>
              <w:spacing w:after="0"/>
              <w:textAlignment w:val="baseline"/>
              <w:rPr>
                <w:rFonts w:ascii="나눔스퀘어" w:eastAsia="나눔스퀘어" w:hAnsi="나눔스퀘어" w:cs="굴림"/>
                <w:color w:val="000000" w:themeColor="text1"/>
                <w:sz w:val="18"/>
                <w:szCs w:val="18"/>
              </w:rPr>
            </w:pPr>
            <w:r w:rsidRPr="00E73DA8">
              <w:rPr>
                <w:rFonts w:ascii="나눔스퀘어" w:eastAsia="나눔스퀘어" w:hAnsi="나눔스퀘어" w:cs="굴림" w:hint="eastAsia"/>
                <w:b/>
                <w:bCs/>
                <w:color w:val="000000" w:themeColor="text1"/>
                <w:sz w:val="18"/>
                <w:szCs w:val="18"/>
              </w:rPr>
              <w:t xml:space="preserve">3. </w:t>
            </w:r>
            <w:r w:rsidRPr="00E73DA8">
              <w:rPr>
                <w:rFonts w:ascii="나눔스퀘어" w:eastAsia="나눔스퀘어" w:hAnsi="나눔스퀘어" w:cs="굴림"/>
                <w:b/>
                <w:bCs/>
                <w:color w:val="000000" w:themeColor="text1"/>
                <w:sz w:val="18"/>
                <w:szCs w:val="18"/>
              </w:rPr>
              <w:t>제공된 개인정보의 파기 안내</w:t>
            </w:r>
          </w:p>
        </w:tc>
      </w:tr>
      <w:tr w:rsidR="007F3477" w:rsidRPr="00E73DA8" w14:paraId="654873D4" w14:textId="77777777" w:rsidTr="0097192F">
        <w:trPr>
          <w:trHeight w:val="672"/>
        </w:trPr>
        <w:tc>
          <w:tcPr>
            <w:tcW w:w="958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885C91D" w14:textId="3F79EC04" w:rsidR="007F3477" w:rsidRPr="00E73DA8" w:rsidRDefault="007F3477" w:rsidP="0097192F">
            <w:pPr>
              <w:widowControl w:val="0"/>
              <w:wordWrap w:val="0"/>
              <w:autoSpaceDE w:val="0"/>
              <w:autoSpaceDN w:val="0"/>
              <w:snapToGrid w:val="0"/>
              <w:spacing w:after="0"/>
              <w:ind w:left="100" w:right="100"/>
              <w:jc w:val="both"/>
              <w:textAlignment w:val="baseline"/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</w:pPr>
            <w:r w:rsidRPr="00E73DA8">
              <w:rPr>
                <w:rFonts w:ascii="나눔스퀘어" w:eastAsia="나눔스퀘어" w:hAnsi="나눔스퀘어" w:cs="굴림"/>
                <w:color w:val="000000"/>
                <w:spacing w:val="-4"/>
                <w:sz w:val="18"/>
                <w:szCs w:val="18"/>
              </w:rPr>
              <w:t>「</w:t>
            </w:r>
            <w:proofErr w:type="spellStart"/>
            <w:r w:rsidRPr="00E73DA8">
              <w:rPr>
                <w:rFonts w:ascii="나눔스퀘어" w:eastAsia="나눔스퀘어" w:hAnsi="나눔스퀘어" w:cs="굴림"/>
                <w:color w:val="000000"/>
                <w:spacing w:val="-4"/>
                <w:sz w:val="18"/>
                <w:szCs w:val="18"/>
              </w:rPr>
              <w:t>월곡주얼리</w:t>
            </w:r>
            <w:r w:rsidR="002F7886">
              <w:rPr>
                <w:rFonts w:ascii="나눔스퀘어" w:eastAsia="나눔스퀘어" w:hAnsi="나눔스퀘어" w:cs="굴림" w:hint="eastAsia"/>
                <w:color w:val="000000"/>
                <w:spacing w:val="-4"/>
                <w:sz w:val="18"/>
                <w:szCs w:val="18"/>
              </w:rPr>
              <w:t>장학생</w:t>
            </w:r>
            <w:r w:rsidR="003B6B1F" w:rsidRPr="00E73DA8">
              <w:rPr>
                <w:rFonts w:ascii="나눔스퀘어" w:eastAsia="나눔스퀘어" w:hAnsi="나눔스퀘어" w:cs="굴림"/>
                <w:color w:val="000000"/>
                <w:spacing w:val="-4"/>
                <w:sz w:val="18"/>
                <w:szCs w:val="18"/>
              </w:rPr>
              <w:t>」</w:t>
            </w:r>
            <w:r w:rsidRPr="00E73DA8">
              <w:rPr>
                <w:rFonts w:ascii="나눔스퀘어" w:eastAsia="나눔스퀘어" w:hAnsi="나눔스퀘어" w:cs="굴림"/>
                <w:color w:val="000000"/>
                <w:spacing w:val="-4"/>
                <w:sz w:val="18"/>
                <w:szCs w:val="18"/>
              </w:rPr>
              <w:t>을</w:t>
            </w:r>
            <w:proofErr w:type="spellEnd"/>
            <w:r w:rsidRPr="00E73DA8">
              <w:rPr>
                <w:rFonts w:ascii="나눔스퀘어" w:eastAsia="나눔스퀘어" w:hAnsi="나눔스퀘어" w:cs="굴림"/>
                <w:color w:val="000000"/>
                <w:spacing w:val="-4"/>
                <w:sz w:val="18"/>
                <w:szCs w:val="18"/>
              </w:rPr>
              <w:t xml:space="preserve"> 위해 제공된 개인정보의 이용 목적 달성 혹은 해당 정보 보유에</w:t>
            </w:r>
            <w:r w:rsidRPr="00E73DA8">
              <w:rPr>
                <w:rFonts w:ascii="나눔스퀘어" w:eastAsia="나눔스퀘어" w:hAnsi="나눔스퀘어" w:cs="굴림" w:hint="eastAsia"/>
                <w:color w:val="000000"/>
                <w:sz w:val="18"/>
                <w:szCs w:val="18"/>
              </w:rPr>
              <w:t xml:space="preserve"> </w:t>
            </w:r>
            <w:r w:rsidRPr="00E73DA8">
              <w:rPr>
                <w:rFonts w:ascii="나눔스퀘어" w:eastAsia="나눔스퀘어" w:hAnsi="나눔스퀘어" w:cs="굴림"/>
                <w:color w:val="000000"/>
                <w:spacing w:val="-2"/>
                <w:sz w:val="18"/>
                <w:szCs w:val="18"/>
              </w:rPr>
              <w:t xml:space="preserve">대한 불필요성이 인식될 경우 </w:t>
            </w:r>
            <w:r w:rsidRPr="00E73DA8">
              <w:rPr>
                <w:rFonts w:ascii="나눔스퀘어" w:eastAsia="나눔스퀘어" w:hAnsi="나눔스퀘어" w:cs="굴림" w:hint="eastAsia"/>
                <w:b/>
                <w:bCs/>
                <w:color w:val="000000"/>
                <w:spacing w:val="-2"/>
                <w:sz w:val="18"/>
                <w:szCs w:val="18"/>
                <w:u w:val="single" w:color="000000"/>
              </w:rPr>
              <w:t>(</w:t>
            </w:r>
            <w:r w:rsidRPr="00E73DA8">
              <w:rPr>
                <w:rFonts w:ascii="나눔스퀘어" w:eastAsia="나눔스퀘어" w:hAnsi="나눔스퀘어" w:cs="굴림"/>
                <w:b/>
                <w:bCs/>
                <w:color w:val="000000"/>
                <w:spacing w:val="-2"/>
                <w:sz w:val="18"/>
                <w:szCs w:val="18"/>
                <w:u w:val="single" w:color="000000"/>
              </w:rPr>
              <w:t>재</w:t>
            </w:r>
            <w:r w:rsidRPr="00E73DA8">
              <w:rPr>
                <w:rFonts w:ascii="나눔스퀘어" w:eastAsia="나눔스퀘어" w:hAnsi="나눔스퀘어" w:cs="굴림" w:hint="eastAsia"/>
                <w:b/>
                <w:bCs/>
                <w:color w:val="000000"/>
                <w:spacing w:val="-2"/>
                <w:sz w:val="18"/>
                <w:szCs w:val="18"/>
                <w:u w:val="single" w:color="000000"/>
              </w:rPr>
              <w:t>)</w:t>
            </w:r>
            <w:proofErr w:type="spellStart"/>
            <w:r w:rsidRPr="00E73DA8">
              <w:rPr>
                <w:rFonts w:ascii="나눔스퀘어" w:eastAsia="나눔스퀘어" w:hAnsi="나눔스퀘어" w:cs="굴림"/>
                <w:b/>
                <w:bCs/>
                <w:color w:val="000000"/>
                <w:spacing w:val="-2"/>
                <w:sz w:val="18"/>
                <w:szCs w:val="18"/>
                <w:u w:val="single" w:color="000000"/>
              </w:rPr>
              <w:t>월곡주얼리산업진흥재단은</w:t>
            </w:r>
            <w:proofErr w:type="spellEnd"/>
            <w:r w:rsidRPr="00E73DA8">
              <w:rPr>
                <w:rFonts w:ascii="나눔스퀘어" w:eastAsia="나눔스퀘어" w:hAnsi="나눔스퀘어" w:cs="굴림"/>
                <w:b/>
                <w:bCs/>
                <w:color w:val="000000"/>
                <w:spacing w:val="-2"/>
                <w:sz w:val="18"/>
                <w:szCs w:val="18"/>
                <w:u w:val="single" w:color="000000"/>
              </w:rPr>
              <w:t xml:space="preserve"> 지체 없이 영구 삭제함을 원칙</w:t>
            </w:r>
            <w:r w:rsidRPr="00E73DA8">
              <w:rPr>
                <w:rFonts w:ascii="나눔스퀘어" w:eastAsia="나눔스퀘어" w:hAnsi="나눔스퀘어" w:cs="굴림"/>
                <w:color w:val="000000"/>
                <w:spacing w:val="-2"/>
                <w:sz w:val="18"/>
                <w:szCs w:val="18"/>
              </w:rPr>
              <w:t>으로 하며 파기의 방법은</w:t>
            </w:r>
            <w:r w:rsidRPr="00E73DA8">
              <w:rPr>
                <w:rFonts w:ascii="나눔스퀘어" w:eastAsia="나눔스퀘어" w:hAnsi="나눔스퀘어" w:cs="굴림" w:hint="eastAsia"/>
                <w:color w:val="000000"/>
                <w:sz w:val="18"/>
                <w:szCs w:val="18"/>
              </w:rPr>
              <w:t xml:space="preserve"> </w:t>
            </w:r>
            <w:r w:rsidRPr="00E73DA8">
              <w:rPr>
                <w:rFonts w:ascii="나눔스퀘어" w:eastAsia="나눔스퀘어" w:hAnsi="나눔스퀘어" w:cs="굴림"/>
                <w:color w:val="000000"/>
                <w:spacing w:val="-4"/>
                <w:sz w:val="18"/>
                <w:szCs w:val="18"/>
              </w:rPr>
              <w:t>문서의 경우 파쇄</w:t>
            </w:r>
            <w:r w:rsidRPr="00E73DA8">
              <w:rPr>
                <w:rFonts w:ascii="나눔스퀘어" w:eastAsia="나눔스퀘어" w:hAnsi="나눔스퀘어" w:cs="굴림" w:hint="eastAsia"/>
                <w:color w:val="000000"/>
                <w:spacing w:val="-4"/>
                <w:sz w:val="18"/>
                <w:szCs w:val="18"/>
              </w:rPr>
              <w:t xml:space="preserve">, </w:t>
            </w:r>
            <w:r w:rsidRPr="00E73DA8">
              <w:rPr>
                <w:rFonts w:ascii="나눔스퀘어" w:eastAsia="나눔스퀘어" w:hAnsi="나눔스퀘어" w:cs="굴림"/>
                <w:color w:val="000000"/>
                <w:spacing w:val="-4"/>
                <w:sz w:val="18"/>
                <w:szCs w:val="18"/>
              </w:rPr>
              <w:t xml:space="preserve">전자 </w:t>
            </w:r>
            <w:r w:rsidRPr="00E73DA8">
              <w:rPr>
                <w:rFonts w:ascii="나눔스퀘어" w:eastAsia="나눔스퀘어" w:hAnsi="나눔스퀘어" w:cs="굴림" w:hint="eastAsia"/>
                <w:color w:val="000000"/>
                <w:spacing w:val="-4"/>
                <w:sz w:val="18"/>
                <w:szCs w:val="18"/>
              </w:rPr>
              <w:t>DB</w:t>
            </w:r>
            <w:r w:rsidRPr="00E73DA8">
              <w:rPr>
                <w:rFonts w:ascii="나눔스퀘어" w:eastAsia="나눔스퀘어" w:hAnsi="나눔스퀘어" w:cs="굴림"/>
                <w:color w:val="000000"/>
                <w:spacing w:val="-4"/>
                <w:sz w:val="18"/>
                <w:szCs w:val="18"/>
              </w:rPr>
              <w:t>의 경우 복구할 수 없는 기술적 방법을 통해 원본 및 백업본을 파기함을 개인정보 제공자에게 공지합니다</w:t>
            </w:r>
            <w:r w:rsidRPr="00E73DA8">
              <w:rPr>
                <w:rFonts w:ascii="나눔스퀘어" w:eastAsia="나눔스퀘어" w:hAnsi="나눔스퀘어" w:cs="굴림" w:hint="eastAsia"/>
                <w:color w:val="000000"/>
                <w:spacing w:val="-4"/>
                <w:sz w:val="18"/>
                <w:szCs w:val="18"/>
              </w:rPr>
              <w:t>.</w:t>
            </w:r>
          </w:p>
          <w:p w14:paraId="0F810FD1" w14:textId="77777777" w:rsidR="007F3477" w:rsidRPr="00E73DA8" w:rsidRDefault="007F3477" w:rsidP="0097192F">
            <w:pPr>
              <w:snapToGrid w:val="0"/>
              <w:spacing w:after="0"/>
              <w:ind w:left="100" w:right="100"/>
              <w:textAlignment w:val="baseline"/>
              <w:rPr>
                <w:rFonts w:ascii="나눔스퀘어" w:eastAsia="나눔스퀘어" w:hAnsi="나눔스퀘어" w:cs="굴림"/>
                <w:color w:val="000000" w:themeColor="text1"/>
                <w:sz w:val="18"/>
                <w:szCs w:val="18"/>
              </w:rPr>
            </w:pPr>
          </w:p>
        </w:tc>
      </w:tr>
      <w:tr w:rsidR="007F3477" w:rsidRPr="00E73DA8" w14:paraId="4CFCBA5A" w14:textId="77777777" w:rsidTr="0097192F">
        <w:trPr>
          <w:trHeight w:val="1676"/>
        </w:trPr>
        <w:tc>
          <w:tcPr>
            <w:tcW w:w="958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79080FB" w14:textId="77777777" w:rsidR="007F3477" w:rsidRPr="00E73DA8" w:rsidRDefault="007F3477" w:rsidP="0097192F">
            <w:pPr>
              <w:snapToGrid w:val="0"/>
              <w:spacing w:after="0" w:line="312" w:lineRule="auto"/>
              <w:jc w:val="center"/>
              <w:textAlignment w:val="baseline"/>
              <w:rPr>
                <w:rFonts w:ascii="나눔스퀘어" w:eastAsia="나눔스퀘어" w:hAnsi="나눔스퀘어" w:cs="굴림"/>
                <w:color w:val="000000"/>
                <w:sz w:val="18"/>
                <w:szCs w:val="20"/>
              </w:rPr>
            </w:pPr>
            <w:r w:rsidRPr="00E73DA8">
              <w:rPr>
                <w:rFonts w:ascii="나눔스퀘어" w:eastAsia="나눔스퀘어" w:hAnsi="나눔스퀘어" w:cs="굴림" w:hint="eastAsia"/>
                <w:color w:val="000000"/>
                <w:spacing w:val="-24"/>
                <w:sz w:val="18"/>
                <w:szCs w:val="20"/>
              </w:rPr>
              <w:t>개인정보 보호법</w:t>
            </w:r>
            <w:r w:rsidRPr="00E73DA8">
              <w:rPr>
                <w:rFonts w:ascii="나눔스퀘어" w:eastAsia="나눔스퀘어" w:hAnsi="나눔스퀘어" w:cs="굴림"/>
                <w:color w:val="000000"/>
                <w:spacing w:val="-24"/>
                <w:sz w:val="18"/>
                <w:szCs w:val="20"/>
              </w:rPr>
              <w:t xml:space="preserve"> 등</w:t>
            </w:r>
            <w:r w:rsidRPr="00E73DA8">
              <w:rPr>
                <w:rFonts w:ascii="나눔스퀘어" w:eastAsia="나눔스퀘어" w:hAnsi="나눔스퀘어" w:cs="굴림" w:hint="eastAsia"/>
                <w:color w:val="000000"/>
                <w:spacing w:val="-24"/>
                <w:sz w:val="18"/>
                <w:szCs w:val="20"/>
              </w:rPr>
              <w:t xml:space="preserve"> </w:t>
            </w:r>
            <w:r w:rsidRPr="00E73DA8">
              <w:rPr>
                <w:rFonts w:ascii="나눔스퀘어" w:eastAsia="나눔스퀘어" w:hAnsi="나눔스퀘어" w:cs="굴림"/>
                <w:color w:val="000000"/>
                <w:spacing w:val="-24"/>
                <w:sz w:val="18"/>
                <w:szCs w:val="20"/>
              </w:rPr>
              <w:t xml:space="preserve">  관련   법</w:t>
            </w:r>
            <w:r w:rsidRPr="00E73DA8">
              <w:rPr>
                <w:rFonts w:ascii="나눔스퀘어" w:eastAsia="나눔스퀘어" w:hAnsi="나눔스퀘어" w:cs="굴림" w:hint="eastAsia"/>
                <w:color w:val="000000"/>
                <w:spacing w:val="-24"/>
                <w:sz w:val="18"/>
                <w:szCs w:val="20"/>
              </w:rPr>
              <w:t>률</w:t>
            </w:r>
            <w:r w:rsidRPr="00E73DA8">
              <w:rPr>
                <w:rFonts w:ascii="나눔스퀘어" w:eastAsia="나눔스퀘어" w:hAnsi="나눔스퀘어" w:cs="굴림"/>
                <w:color w:val="000000"/>
                <w:spacing w:val="-24"/>
                <w:sz w:val="18"/>
                <w:szCs w:val="20"/>
              </w:rPr>
              <w:t>에   의거하여   상기 본인은   위와   같이   개인정보   수집 및 활용에   동의합니다.</w:t>
            </w:r>
          </w:p>
          <w:p w14:paraId="6DB0E569" w14:textId="77777777" w:rsidR="007F3477" w:rsidRPr="00E73DA8" w:rsidRDefault="007F3477" w:rsidP="0097192F">
            <w:pPr>
              <w:snapToGrid w:val="0"/>
              <w:spacing w:after="0" w:line="384" w:lineRule="auto"/>
              <w:jc w:val="center"/>
              <w:textAlignment w:val="baseline"/>
              <w:rPr>
                <w:rFonts w:ascii="나눔스퀘어" w:eastAsia="나눔스퀘어" w:hAnsi="나눔스퀘어" w:cs="굴림"/>
                <w:color w:val="000000"/>
                <w:sz w:val="18"/>
                <w:szCs w:val="20"/>
              </w:rPr>
            </w:pPr>
            <w:r w:rsidRPr="00E73DA8">
              <w:rPr>
                <w:rFonts w:ascii="나눔스퀘어" w:eastAsia="나눔스퀘어" w:hAnsi="나눔스퀘어" w:cs="굴림" w:hint="eastAsia"/>
                <w:color w:val="000000"/>
                <w:sz w:val="18"/>
                <w:szCs w:val="20"/>
              </w:rPr>
              <w:t xml:space="preserve"> </w:t>
            </w:r>
            <w:r w:rsidRPr="00E73DA8">
              <w:rPr>
                <w:rFonts w:ascii="나눔스퀘어" w:eastAsia="나눔스퀘어" w:hAnsi="나눔스퀘어" w:cs="굴림"/>
                <w:color w:val="000000"/>
                <w:sz w:val="18"/>
                <w:szCs w:val="20"/>
              </w:rPr>
              <w:t>년        월</w:t>
            </w:r>
            <w:r w:rsidRPr="00E73DA8">
              <w:rPr>
                <w:rFonts w:ascii="나눔스퀘어" w:eastAsia="나눔스퀘어" w:hAnsi="나눔스퀘어" w:cs="굴림" w:hint="eastAsia"/>
                <w:color w:val="000000"/>
                <w:sz w:val="18"/>
                <w:szCs w:val="20"/>
              </w:rPr>
              <w:t xml:space="preserve">      </w:t>
            </w:r>
            <w:r w:rsidRPr="00E73DA8">
              <w:rPr>
                <w:rFonts w:ascii="나눔스퀘어" w:eastAsia="나눔스퀘어" w:hAnsi="나눔스퀘어" w:cs="굴림"/>
                <w:color w:val="000000"/>
                <w:sz w:val="18"/>
                <w:szCs w:val="20"/>
              </w:rPr>
              <w:t xml:space="preserve">  </w:t>
            </w:r>
            <w:r w:rsidRPr="00E73DA8">
              <w:rPr>
                <w:rFonts w:ascii="나눔스퀘어" w:eastAsia="나눔스퀘어" w:hAnsi="나눔스퀘어" w:cs="굴림" w:hint="eastAsia"/>
                <w:color w:val="000000"/>
                <w:sz w:val="18"/>
                <w:szCs w:val="20"/>
              </w:rPr>
              <w:t xml:space="preserve">  </w:t>
            </w:r>
            <w:r w:rsidRPr="00E73DA8">
              <w:rPr>
                <w:rFonts w:ascii="나눔스퀘어" w:eastAsia="나눔스퀘어" w:hAnsi="나눔스퀘어" w:cs="굴림"/>
                <w:color w:val="000000"/>
                <w:sz w:val="18"/>
                <w:szCs w:val="20"/>
              </w:rPr>
              <w:t>일</w:t>
            </w:r>
          </w:p>
          <w:p w14:paraId="365DF13E" w14:textId="77777777" w:rsidR="007F3477" w:rsidRPr="00E73DA8" w:rsidRDefault="007F3477" w:rsidP="0097192F">
            <w:pPr>
              <w:snapToGrid w:val="0"/>
              <w:spacing w:after="0" w:line="384" w:lineRule="auto"/>
              <w:jc w:val="center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  <w:r w:rsidRPr="00E73DA8">
              <w:rPr>
                <w:rFonts w:ascii="나눔스퀘어" w:eastAsia="나눔스퀘어" w:hAnsi="나눔스퀘어" w:cs="굴림"/>
                <w:color w:val="000000"/>
                <w:sz w:val="18"/>
                <w:szCs w:val="20"/>
              </w:rPr>
              <w:t>성</w:t>
            </w:r>
            <w:r w:rsidRPr="00E73DA8">
              <w:rPr>
                <w:rFonts w:ascii="나눔스퀘어" w:eastAsia="나눔스퀘어" w:hAnsi="나눔스퀘어" w:cs="굴림" w:hint="eastAsia"/>
                <w:color w:val="000000"/>
                <w:sz w:val="18"/>
                <w:szCs w:val="20"/>
              </w:rPr>
              <w:t xml:space="preserve"> </w:t>
            </w:r>
            <w:proofErr w:type="gramStart"/>
            <w:r w:rsidRPr="00E73DA8">
              <w:rPr>
                <w:rFonts w:ascii="나눔스퀘어" w:eastAsia="나눔스퀘어" w:hAnsi="나눔스퀘어" w:cs="굴림"/>
                <w:color w:val="000000"/>
                <w:sz w:val="18"/>
                <w:szCs w:val="20"/>
              </w:rPr>
              <w:t xml:space="preserve">명 </w:t>
            </w:r>
            <w:r w:rsidRPr="00E73DA8">
              <w:rPr>
                <w:rFonts w:ascii="나눔스퀘어" w:eastAsia="나눔스퀘어" w:hAnsi="나눔스퀘어" w:cs="굴림" w:hint="eastAsia"/>
                <w:color w:val="000000"/>
                <w:sz w:val="18"/>
                <w:szCs w:val="20"/>
              </w:rPr>
              <w:t>:</w:t>
            </w:r>
            <w:proofErr w:type="gramEnd"/>
            <w:r w:rsidRPr="00E73DA8">
              <w:rPr>
                <w:rFonts w:ascii="나눔스퀘어" w:eastAsia="나눔스퀘어" w:hAnsi="나눔스퀘어" w:cs="굴림"/>
                <w:color w:val="000000"/>
                <w:sz w:val="18"/>
                <w:szCs w:val="20"/>
              </w:rPr>
              <w:t xml:space="preserve">                        </w:t>
            </w:r>
            <w:r w:rsidRPr="00E73DA8">
              <w:rPr>
                <w:rFonts w:ascii="나눔스퀘어" w:eastAsia="나눔스퀘어" w:hAnsi="나눔스퀘어" w:cs="굴림" w:hint="eastAsia"/>
                <w:color w:val="000000"/>
                <w:sz w:val="18"/>
                <w:szCs w:val="20"/>
              </w:rPr>
              <w:t xml:space="preserve"> (</w:t>
            </w:r>
            <w:r w:rsidRPr="00E73DA8">
              <w:rPr>
                <w:rFonts w:ascii="나눔스퀘어" w:eastAsia="나눔스퀘어" w:hAnsi="나눔스퀘어" w:cs="굴림"/>
                <w:color w:val="000000"/>
                <w:sz w:val="18"/>
                <w:szCs w:val="20"/>
              </w:rPr>
              <w:t>인</w:t>
            </w:r>
            <w:r w:rsidRPr="00E73DA8">
              <w:rPr>
                <w:rFonts w:ascii="나눔스퀘어" w:eastAsia="나눔스퀘어" w:hAnsi="나눔스퀘어" w:cs="굴림" w:hint="eastAsia"/>
                <w:color w:val="000000"/>
                <w:sz w:val="18"/>
                <w:szCs w:val="20"/>
              </w:rPr>
              <w:t>)</w:t>
            </w:r>
          </w:p>
        </w:tc>
      </w:tr>
    </w:tbl>
    <w:p w14:paraId="1685FEF1" w14:textId="5F807057" w:rsidR="007F3477" w:rsidRPr="00E73DA8" w:rsidRDefault="007F3477" w:rsidP="007F3477">
      <w:pPr>
        <w:snapToGrid w:val="0"/>
        <w:spacing w:after="0" w:line="312" w:lineRule="auto"/>
        <w:ind w:left="298" w:hanging="298"/>
        <w:textAlignment w:val="baseline"/>
        <w:rPr>
          <w:rFonts w:ascii="나눔스퀘어" w:eastAsia="나눔스퀘어" w:hAnsi="나눔스퀘어" w:cs="굴림"/>
          <w:color w:val="000000"/>
          <w:sz w:val="20"/>
          <w:szCs w:val="20"/>
        </w:rPr>
      </w:pPr>
      <w:r w:rsidRPr="00E73DA8">
        <w:rPr>
          <w:rFonts w:ascii="나눔스퀘어" w:eastAsia="나눔스퀘어" w:hAnsi="나눔스퀘어" w:cs="굴림"/>
          <w:color w:val="000000"/>
          <w:sz w:val="16"/>
          <w:szCs w:val="18"/>
        </w:rPr>
        <w:t xml:space="preserve">※ </w:t>
      </w:r>
      <w:r w:rsidRPr="00E73DA8">
        <w:rPr>
          <w:rFonts w:ascii="나눔스퀘어" w:eastAsia="나눔스퀘어" w:hAnsi="나눔스퀘어" w:cs="굴림"/>
          <w:color w:val="000000"/>
          <w:spacing w:val="-4"/>
          <w:sz w:val="16"/>
          <w:szCs w:val="18"/>
        </w:rPr>
        <w:t xml:space="preserve">개인정보 제공자가 동의한 </w:t>
      </w:r>
      <w:r w:rsidR="00770E11" w:rsidRPr="00E73DA8">
        <w:rPr>
          <w:rFonts w:ascii="나눔스퀘어" w:eastAsia="나눔스퀘어" w:hAnsi="나눔스퀘어" w:cs="굴림" w:hint="eastAsia"/>
          <w:color w:val="000000"/>
          <w:spacing w:val="-4"/>
          <w:sz w:val="16"/>
          <w:szCs w:val="18"/>
        </w:rPr>
        <w:t>내용 외의</w:t>
      </w:r>
      <w:r w:rsidRPr="00E73DA8">
        <w:rPr>
          <w:rFonts w:ascii="나눔스퀘어" w:eastAsia="나눔스퀘어" w:hAnsi="나눔스퀘어" w:cs="굴림"/>
          <w:color w:val="000000"/>
          <w:spacing w:val="-4"/>
          <w:sz w:val="16"/>
          <w:szCs w:val="18"/>
        </w:rPr>
        <w:t xml:space="preserve"> 다른 목적으로 활용하지 않으며</w:t>
      </w:r>
      <w:r w:rsidRPr="00E73DA8">
        <w:rPr>
          <w:rFonts w:ascii="나눔스퀘어" w:eastAsia="나눔스퀘어" w:hAnsi="나눔스퀘어" w:cs="굴림" w:hint="eastAsia"/>
          <w:color w:val="000000"/>
          <w:spacing w:val="-4"/>
          <w:sz w:val="16"/>
          <w:szCs w:val="18"/>
        </w:rPr>
        <w:t xml:space="preserve">, </w:t>
      </w:r>
      <w:r w:rsidRPr="00E73DA8">
        <w:rPr>
          <w:rFonts w:ascii="나눔스퀘어" w:eastAsia="나눔스퀘어" w:hAnsi="나눔스퀘어" w:cs="굴림"/>
          <w:color w:val="000000"/>
          <w:spacing w:val="-4"/>
          <w:sz w:val="16"/>
          <w:szCs w:val="18"/>
        </w:rPr>
        <w:t>제공된 개인정보의 이용을 거부하고자 할 때에는 개인정보 관리책임자를 통해 열람</w:t>
      </w:r>
      <w:r w:rsidRPr="00E73DA8">
        <w:rPr>
          <w:rFonts w:ascii="나눔스퀘어" w:eastAsia="나눔스퀘어" w:hAnsi="나눔스퀘어" w:cs="굴림" w:hint="eastAsia"/>
          <w:color w:val="000000"/>
          <w:spacing w:val="-4"/>
          <w:sz w:val="16"/>
          <w:szCs w:val="18"/>
        </w:rPr>
        <w:t xml:space="preserve">, </w:t>
      </w:r>
      <w:r w:rsidRPr="00E73DA8">
        <w:rPr>
          <w:rFonts w:ascii="나눔스퀘어" w:eastAsia="나눔스퀘어" w:hAnsi="나눔스퀘어" w:cs="굴림"/>
          <w:color w:val="000000"/>
          <w:spacing w:val="-4"/>
          <w:sz w:val="16"/>
          <w:szCs w:val="18"/>
        </w:rPr>
        <w:t>정정</w:t>
      </w:r>
      <w:r w:rsidRPr="00E73DA8">
        <w:rPr>
          <w:rFonts w:ascii="나눔스퀘어" w:eastAsia="나눔스퀘어" w:hAnsi="나눔스퀘어" w:cs="굴림" w:hint="eastAsia"/>
          <w:color w:val="000000"/>
          <w:spacing w:val="-4"/>
          <w:sz w:val="16"/>
          <w:szCs w:val="18"/>
        </w:rPr>
        <w:t xml:space="preserve">, </w:t>
      </w:r>
      <w:r w:rsidRPr="00E73DA8">
        <w:rPr>
          <w:rFonts w:ascii="나눔스퀘어" w:eastAsia="나눔스퀘어" w:hAnsi="나눔스퀘어" w:cs="굴림"/>
          <w:color w:val="000000"/>
          <w:spacing w:val="-4"/>
          <w:sz w:val="16"/>
          <w:szCs w:val="18"/>
        </w:rPr>
        <w:t>삭제를 요구할 수 있습니다</w:t>
      </w:r>
      <w:r w:rsidRPr="00E73DA8">
        <w:rPr>
          <w:rFonts w:ascii="나눔스퀘어" w:eastAsia="나눔스퀘어" w:hAnsi="나눔스퀘어" w:cs="굴림" w:hint="eastAsia"/>
          <w:color w:val="000000"/>
          <w:spacing w:val="-4"/>
          <w:sz w:val="16"/>
          <w:szCs w:val="18"/>
        </w:rPr>
        <w:t>.</w:t>
      </w:r>
    </w:p>
    <w:p w14:paraId="2528D4CE" w14:textId="5A9B2F29" w:rsidR="00EC32EC" w:rsidRDefault="00EC32EC" w:rsidP="00D23803">
      <w:pPr>
        <w:pStyle w:val="a"/>
        <w:numPr>
          <w:ilvl w:val="0"/>
          <w:numId w:val="0"/>
        </w:numPr>
        <w:spacing w:line="276" w:lineRule="auto"/>
        <w:ind w:left="215" w:hanging="215"/>
        <w:jc w:val="center"/>
        <w:rPr>
          <w:rFonts w:ascii="나눔스퀘어" w:eastAsia="나눔스퀘어" w:hAnsi="나눔스퀘어"/>
          <w:b/>
          <w:bCs/>
          <w:sz w:val="28"/>
          <w:szCs w:val="28"/>
        </w:rPr>
      </w:pPr>
    </w:p>
    <w:p w14:paraId="0C7306C3" w14:textId="7942C246" w:rsidR="00873749" w:rsidRPr="00873749" w:rsidRDefault="00873749" w:rsidP="00873749">
      <w:pPr>
        <w:pStyle w:val="a"/>
        <w:numPr>
          <w:ilvl w:val="0"/>
          <w:numId w:val="0"/>
        </w:numPr>
        <w:ind w:left="215" w:hanging="215"/>
        <w:rPr>
          <w:rFonts w:ascii="나눔스퀘어" w:eastAsia="나눔스퀘어" w:hAnsi="나눔스퀘어"/>
          <w:b/>
          <w:bCs/>
        </w:rPr>
      </w:pPr>
      <w:r w:rsidRPr="00873749">
        <w:rPr>
          <w:rFonts w:ascii="나눔스퀘어" w:eastAsia="나눔스퀘어" w:hAnsi="나눔스퀘어" w:hint="eastAsia"/>
          <w:b/>
          <w:bCs/>
        </w:rPr>
        <w:lastRenderedPageBreak/>
        <w:t>[서식</w:t>
      </w:r>
      <w:r w:rsidRPr="00873749">
        <w:rPr>
          <w:rFonts w:ascii="나눔스퀘어" w:eastAsia="나눔스퀘어" w:hAnsi="나눔스퀘어"/>
          <w:b/>
          <w:bCs/>
        </w:rPr>
        <w:t>2]</w:t>
      </w:r>
    </w:p>
    <w:p w14:paraId="33D716DF" w14:textId="1F1D567C" w:rsidR="00873749" w:rsidRPr="00873749" w:rsidRDefault="00873749" w:rsidP="00873749">
      <w:pPr>
        <w:pStyle w:val="a"/>
        <w:numPr>
          <w:ilvl w:val="0"/>
          <w:numId w:val="0"/>
        </w:numPr>
        <w:ind w:left="215" w:hanging="215"/>
        <w:jc w:val="center"/>
        <w:rPr>
          <w:rFonts w:ascii="나눔스퀘어" w:eastAsia="나눔스퀘어" w:hAnsi="나눔스퀘어"/>
          <w:b/>
          <w:bCs/>
          <w:sz w:val="28"/>
          <w:szCs w:val="28"/>
        </w:rPr>
      </w:pPr>
      <w:proofErr w:type="spellStart"/>
      <w:r w:rsidRPr="00873749">
        <w:rPr>
          <w:rFonts w:ascii="나눔스퀘어" w:eastAsia="나눔스퀘어" w:hAnsi="나눔스퀘어" w:hint="eastAsia"/>
          <w:b/>
          <w:bCs/>
          <w:sz w:val="28"/>
          <w:szCs w:val="28"/>
        </w:rPr>
        <w:t>월곡주얼리장학생</w:t>
      </w:r>
      <w:proofErr w:type="spellEnd"/>
      <w:r w:rsidRPr="00873749">
        <w:rPr>
          <w:rFonts w:ascii="나눔스퀘어" w:eastAsia="나눔스퀘어" w:hAnsi="나눔스퀘어" w:hint="eastAsia"/>
          <w:b/>
          <w:bCs/>
          <w:sz w:val="28"/>
          <w:szCs w:val="28"/>
        </w:rPr>
        <w:t xml:space="preserve"> 추천서 </w:t>
      </w:r>
      <w:r w:rsidRPr="00873749">
        <w:rPr>
          <w:rFonts w:ascii="나눔스퀘어" w:eastAsia="나눔스퀘어" w:hAnsi="나눔스퀘어"/>
          <w:b/>
          <w:bCs/>
          <w:sz w:val="28"/>
          <w:szCs w:val="28"/>
        </w:rPr>
        <w:t>(</w:t>
      </w:r>
      <w:proofErr w:type="spellStart"/>
      <w:r w:rsidRPr="00873749">
        <w:rPr>
          <w:rFonts w:ascii="나눔스퀘어" w:eastAsia="나눔스퀘어" w:hAnsi="나눔스퀘어" w:hint="eastAsia"/>
          <w:b/>
          <w:bCs/>
          <w:sz w:val="28"/>
          <w:szCs w:val="28"/>
        </w:rPr>
        <w:t>드림서포터</w:t>
      </w:r>
      <w:proofErr w:type="spellEnd"/>
      <w:r w:rsidRPr="00873749">
        <w:rPr>
          <w:rFonts w:ascii="나눔스퀘어" w:eastAsia="나눔스퀘어" w:hAnsi="나눔스퀘어" w:hint="eastAsia"/>
          <w:b/>
          <w:bCs/>
          <w:sz w:val="28"/>
          <w:szCs w:val="28"/>
        </w:rPr>
        <w:t xml:space="preserve"> 작성)</w:t>
      </w:r>
    </w:p>
    <w:p w14:paraId="68E421DA" w14:textId="77777777" w:rsidR="00873749" w:rsidRPr="00873749" w:rsidRDefault="00873749" w:rsidP="00873749">
      <w:pPr>
        <w:widowControl w:val="0"/>
        <w:wordWrap w:val="0"/>
        <w:autoSpaceDE w:val="0"/>
        <w:autoSpaceDN w:val="0"/>
        <w:snapToGrid w:val="0"/>
        <w:spacing w:after="0" w:line="384" w:lineRule="auto"/>
        <w:ind w:left="524" w:hanging="524"/>
        <w:jc w:val="both"/>
        <w:textAlignment w:val="baseline"/>
        <w:rPr>
          <w:rFonts w:ascii="나눔스퀘어" w:eastAsia="나눔스퀘어" w:hAnsi="나눔스퀘어" w:cs="굴림"/>
          <w:color w:val="000000"/>
          <w:spacing w:val="-10"/>
        </w:rPr>
      </w:pPr>
    </w:p>
    <w:p w14:paraId="1A3F09BC" w14:textId="0668467C" w:rsidR="00873749" w:rsidRPr="00873749" w:rsidRDefault="00873749" w:rsidP="00873749">
      <w:pPr>
        <w:widowControl w:val="0"/>
        <w:wordWrap w:val="0"/>
        <w:autoSpaceDE w:val="0"/>
        <w:autoSpaceDN w:val="0"/>
        <w:snapToGrid w:val="0"/>
        <w:spacing w:after="0" w:line="384" w:lineRule="auto"/>
        <w:ind w:left="524" w:hanging="524"/>
        <w:jc w:val="both"/>
        <w:textAlignment w:val="baseline"/>
        <w:rPr>
          <w:rFonts w:ascii="나눔스퀘어" w:eastAsia="나눔스퀘어" w:hAnsi="나눔스퀘어" w:cs="굴림"/>
          <w:color w:val="000000"/>
          <w:sz w:val="20"/>
          <w:szCs w:val="20"/>
        </w:rPr>
      </w:pPr>
      <w:r w:rsidRPr="00873749">
        <w:rPr>
          <w:rFonts w:ascii="나눔스퀘어" w:eastAsia="나눔스퀘어" w:hAnsi="나눔스퀘어" w:cs="굴림"/>
          <w:color w:val="000000"/>
          <w:spacing w:val="-10"/>
        </w:rPr>
        <w:t xml:space="preserve">※ </w:t>
      </w:r>
      <w:proofErr w:type="spellStart"/>
      <w:r w:rsidRPr="00873749">
        <w:rPr>
          <w:rFonts w:ascii="나눔스퀘어" w:eastAsia="나눔스퀘어" w:hAnsi="나눔스퀘어" w:cs="굴림"/>
          <w:color w:val="000000"/>
          <w:spacing w:val="-10"/>
        </w:rPr>
        <w:t>드림서포터가</w:t>
      </w:r>
      <w:proofErr w:type="spellEnd"/>
      <w:r w:rsidRPr="00873749">
        <w:rPr>
          <w:rFonts w:ascii="나눔스퀘어" w:eastAsia="나눔스퀘어" w:hAnsi="나눔스퀘어" w:cs="굴림"/>
          <w:color w:val="000000"/>
          <w:spacing w:val="-10"/>
        </w:rPr>
        <w:t xml:space="preserve"> 직접 아래 항목을 빠짐없이 자유롭게 작성</w:t>
      </w:r>
      <w:r w:rsidR="0089369F">
        <w:rPr>
          <w:rFonts w:ascii="나눔스퀘어" w:eastAsia="나눔스퀘어" w:hAnsi="나눔스퀘어" w:cs="굴림" w:hint="eastAsia"/>
          <w:color w:val="000000"/>
          <w:spacing w:val="-10"/>
        </w:rPr>
        <w:t>하고,</w:t>
      </w:r>
      <w:r w:rsidR="0089369F">
        <w:rPr>
          <w:rFonts w:ascii="나눔스퀘어" w:eastAsia="나눔스퀘어" w:hAnsi="나눔스퀘어" w:cs="굴림"/>
          <w:color w:val="000000"/>
          <w:spacing w:val="-10"/>
        </w:rPr>
        <w:t xml:space="preserve"> </w:t>
      </w:r>
      <w:r w:rsidR="0089369F">
        <w:rPr>
          <w:rFonts w:ascii="나눔스퀘어" w:eastAsia="나눔스퀘어" w:hAnsi="나눔스퀘어" w:cs="굴림" w:hint="eastAsia"/>
          <w:color w:val="000000"/>
          <w:spacing w:val="-10"/>
        </w:rPr>
        <w:t>서명</w:t>
      </w:r>
      <w:r w:rsidRPr="00873749">
        <w:rPr>
          <w:rFonts w:ascii="나눔스퀘어" w:eastAsia="나눔스퀘어" w:hAnsi="나눔스퀘어" w:cs="굴림"/>
          <w:color w:val="000000"/>
          <w:spacing w:val="-10"/>
        </w:rPr>
        <w:t>하되</w:t>
      </w:r>
      <w:r w:rsidRPr="00873749">
        <w:rPr>
          <w:rFonts w:ascii="나눔스퀘어" w:eastAsia="나눔스퀘어" w:hAnsi="나눔스퀘어" w:cs="굴림" w:hint="eastAsia"/>
          <w:color w:val="000000"/>
          <w:spacing w:val="-10"/>
        </w:rPr>
        <w:t>, 2</w:t>
      </w:r>
      <w:r w:rsidRPr="00873749">
        <w:rPr>
          <w:rFonts w:ascii="나눔스퀘어" w:eastAsia="나눔스퀘어" w:hAnsi="나눔스퀘어" w:cs="굴림"/>
          <w:color w:val="000000"/>
          <w:spacing w:val="-10"/>
        </w:rPr>
        <w:t>매 이내로 작성해주세요</w:t>
      </w:r>
      <w:r w:rsidRPr="00873749">
        <w:rPr>
          <w:rFonts w:ascii="나눔스퀘어" w:eastAsia="나눔스퀘어" w:hAnsi="나눔스퀘어" w:cs="굴림" w:hint="eastAsia"/>
          <w:color w:val="000000"/>
          <w:spacing w:val="-10"/>
        </w:rPr>
        <w:t>.</w:t>
      </w:r>
    </w:p>
    <w:tbl>
      <w:tblPr>
        <w:tblOverlap w:val="never"/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52"/>
        <w:gridCol w:w="1622"/>
        <w:gridCol w:w="2301"/>
        <w:gridCol w:w="1622"/>
        <w:gridCol w:w="2528"/>
      </w:tblGrid>
      <w:tr w:rsidR="00873749" w:rsidRPr="00873749" w14:paraId="70816448" w14:textId="77777777" w:rsidTr="00873749">
        <w:trPr>
          <w:trHeight w:val="405"/>
          <w:jc w:val="center"/>
        </w:trPr>
        <w:tc>
          <w:tcPr>
            <w:tcW w:w="145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F6520F3" w14:textId="77777777" w:rsidR="00873749" w:rsidRPr="00873749" w:rsidRDefault="00873749" w:rsidP="00873749">
            <w:pPr>
              <w:widowControl w:val="0"/>
              <w:autoSpaceDE w:val="0"/>
              <w:autoSpaceDN w:val="0"/>
              <w:snapToGrid w:val="0"/>
              <w:spacing w:after="0"/>
              <w:jc w:val="center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  <w:r w:rsidRPr="00873749">
              <w:rPr>
                <w:rFonts w:ascii="나눔스퀘어" w:eastAsia="나눔스퀘어" w:hAnsi="나눔스퀘어" w:cs="굴림"/>
                <w:b/>
                <w:bCs/>
                <w:color w:val="000000"/>
              </w:rPr>
              <w:t>학생정보</w:t>
            </w:r>
          </w:p>
        </w:tc>
        <w:tc>
          <w:tcPr>
            <w:tcW w:w="162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5ADF832" w14:textId="77777777" w:rsidR="00873749" w:rsidRPr="00873749" w:rsidRDefault="00873749" w:rsidP="00873749">
            <w:pPr>
              <w:widowControl w:val="0"/>
              <w:autoSpaceDE w:val="0"/>
              <w:autoSpaceDN w:val="0"/>
              <w:snapToGrid w:val="0"/>
              <w:spacing w:after="0"/>
              <w:jc w:val="center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  <w:r w:rsidRPr="00873749">
              <w:rPr>
                <w:rFonts w:ascii="나눔스퀘어" w:eastAsia="나눔스퀘어" w:hAnsi="나눔스퀘어" w:cs="굴림"/>
                <w:b/>
                <w:bCs/>
                <w:color w:val="000000"/>
              </w:rPr>
              <w:t>성명</w:t>
            </w:r>
          </w:p>
        </w:tc>
        <w:tc>
          <w:tcPr>
            <w:tcW w:w="230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E1781FC" w14:textId="77777777" w:rsidR="00873749" w:rsidRPr="00873749" w:rsidRDefault="00873749" w:rsidP="00873749">
            <w:pPr>
              <w:widowControl w:val="0"/>
              <w:autoSpaceDE w:val="0"/>
              <w:autoSpaceDN w:val="0"/>
              <w:snapToGrid w:val="0"/>
              <w:spacing w:after="0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6E288FF" w14:textId="77777777" w:rsidR="00873749" w:rsidRPr="00873749" w:rsidRDefault="00873749" w:rsidP="00873749">
            <w:pPr>
              <w:widowControl w:val="0"/>
              <w:autoSpaceDE w:val="0"/>
              <w:autoSpaceDN w:val="0"/>
              <w:snapToGrid w:val="0"/>
              <w:spacing w:after="0"/>
              <w:jc w:val="center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  <w:r w:rsidRPr="00873749">
              <w:rPr>
                <w:rFonts w:ascii="나눔스퀘어" w:eastAsia="나눔스퀘어" w:hAnsi="나눔스퀘어" w:cs="굴림"/>
                <w:b/>
                <w:bCs/>
                <w:color w:val="000000"/>
              </w:rPr>
              <w:t>생년월일</w:t>
            </w:r>
          </w:p>
        </w:tc>
        <w:tc>
          <w:tcPr>
            <w:tcW w:w="2528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BAE806A" w14:textId="77777777" w:rsidR="00873749" w:rsidRPr="00873749" w:rsidRDefault="00873749" w:rsidP="00873749">
            <w:pPr>
              <w:widowControl w:val="0"/>
              <w:autoSpaceDE w:val="0"/>
              <w:autoSpaceDN w:val="0"/>
              <w:snapToGrid w:val="0"/>
              <w:spacing w:after="0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</w:p>
        </w:tc>
      </w:tr>
      <w:tr w:rsidR="00873749" w:rsidRPr="00873749" w14:paraId="1518FA6A" w14:textId="77777777" w:rsidTr="00873749">
        <w:trPr>
          <w:trHeight w:val="496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2EF10F13" w14:textId="77777777" w:rsidR="00873749" w:rsidRPr="00873749" w:rsidRDefault="00873749" w:rsidP="00873749">
            <w:pPr>
              <w:spacing w:after="0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</w:p>
        </w:tc>
        <w:tc>
          <w:tcPr>
            <w:tcW w:w="16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0DC1B8C" w14:textId="77777777" w:rsidR="00873749" w:rsidRPr="00873749" w:rsidRDefault="00873749" w:rsidP="00873749">
            <w:pPr>
              <w:widowControl w:val="0"/>
              <w:autoSpaceDE w:val="0"/>
              <w:autoSpaceDN w:val="0"/>
              <w:snapToGrid w:val="0"/>
              <w:spacing w:after="0"/>
              <w:jc w:val="center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  <w:r w:rsidRPr="00873749">
              <w:rPr>
                <w:rFonts w:ascii="나눔스퀘어" w:eastAsia="나눔스퀘어" w:hAnsi="나눔스퀘어" w:cs="굴림"/>
                <w:b/>
                <w:bCs/>
                <w:color w:val="000000"/>
              </w:rPr>
              <w:t>학교</w:t>
            </w:r>
          </w:p>
        </w:tc>
        <w:tc>
          <w:tcPr>
            <w:tcW w:w="23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719CD49" w14:textId="77777777" w:rsidR="00873749" w:rsidRPr="00873749" w:rsidRDefault="00873749" w:rsidP="00873749">
            <w:pPr>
              <w:spacing w:after="0"/>
              <w:rPr>
                <w:rFonts w:ascii="나눔스퀘어" w:eastAsia="나눔스퀘어" w:hAnsi="나눔스퀘어" w:cs="굴림"/>
                <w:color w:val="auto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3E53413" w14:textId="77777777" w:rsidR="00873749" w:rsidRPr="00873749" w:rsidRDefault="00873749" w:rsidP="00873749">
            <w:pPr>
              <w:widowControl w:val="0"/>
              <w:autoSpaceDE w:val="0"/>
              <w:autoSpaceDN w:val="0"/>
              <w:snapToGrid w:val="0"/>
              <w:spacing w:after="0"/>
              <w:jc w:val="center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  <w:r w:rsidRPr="00873749">
              <w:rPr>
                <w:rFonts w:ascii="나눔스퀘어" w:eastAsia="나눔스퀘어" w:hAnsi="나눔스퀘어" w:cs="굴림"/>
                <w:b/>
                <w:bCs/>
                <w:color w:val="000000"/>
              </w:rPr>
              <w:t>전공</w:t>
            </w:r>
          </w:p>
        </w:tc>
        <w:tc>
          <w:tcPr>
            <w:tcW w:w="2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B0B8C7A" w14:textId="77777777" w:rsidR="00873749" w:rsidRPr="00873749" w:rsidRDefault="00873749" w:rsidP="00873749">
            <w:pPr>
              <w:widowControl w:val="0"/>
              <w:autoSpaceDE w:val="0"/>
              <w:autoSpaceDN w:val="0"/>
              <w:snapToGrid w:val="0"/>
              <w:spacing w:after="0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</w:p>
        </w:tc>
      </w:tr>
      <w:tr w:rsidR="00873749" w:rsidRPr="00873749" w14:paraId="3A50F2BB" w14:textId="77777777" w:rsidTr="00873749">
        <w:trPr>
          <w:trHeight w:val="491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7A4B8308" w14:textId="77777777" w:rsidR="00873749" w:rsidRPr="00873749" w:rsidRDefault="00873749" w:rsidP="00873749">
            <w:pPr>
              <w:spacing w:after="0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3DEEB188" w14:textId="77777777" w:rsidR="00873749" w:rsidRPr="00873749" w:rsidRDefault="00873749" w:rsidP="00873749">
            <w:pPr>
              <w:spacing w:after="0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091D9057" w14:textId="77777777" w:rsidR="00873749" w:rsidRPr="00873749" w:rsidRDefault="00873749" w:rsidP="00873749">
            <w:pPr>
              <w:spacing w:after="0"/>
              <w:rPr>
                <w:rFonts w:ascii="나눔스퀘어" w:eastAsia="나눔스퀘어" w:hAnsi="나눔스퀘어" w:cs="굴림"/>
                <w:color w:val="auto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E371C97" w14:textId="77777777" w:rsidR="00873749" w:rsidRPr="00873749" w:rsidRDefault="00873749" w:rsidP="00873749">
            <w:pPr>
              <w:widowControl w:val="0"/>
              <w:autoSpaceDE w:val="0"/>
              <w:autoSpaceDN w:val="0"/>
              <w:snapToGrid w:val="0"/>
              <w:spacing w:after="0"/>
              <w:jc w:val="center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  <w:r w:rsidRPr="00873749">
              <w:rPr>
                <w:rFonts w:ascii="나눔스퀘어" w:eastAsia="나눔스퀘어" w:hAnsi="나눔스퀘어" w:cs="굴림"/>
                <w:b/>
                <w:bCs/>
                <w:color w:val="000000"/>
              </w:rPr>
              <w:t>학년</w:t>
            </w:r>
          </w:p>
        </w:tc>
        <w:tc>
          <w:tcPr>
            <w:tcW w:w="252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350B588" w14:textId="77777777" w:rsidR="00873749" w:rsidRPr="00873749" w:rsidRDefault="00873749" w:rsidP="00873749">
            <w:pPr>
              <w:widowControl w:val="0"/>
              <w:autoSpaceDE w:val="0"/>
              <w:autoSpaceDN w:val="0"/>
              <w:snapToGrid w:val="0"/>
              <w:spacing w:after="0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</w:p>
        </w:tc>
      </w:tr>
      <w:tr w:rsidR="00873749" w:rsidRPr="00873749" w14:paraId="1A258658" w14:textId="77777777" w:rsidTr="00873749">
        <w:trPr>
          <w:trHeight w:val="485"/>
          <w:jc w:val="center"/>
        </w:trPr>
        <w:tc>
          <w:tcPr>
            <w:tcW w:w="145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E7CBEFB" w14:textId="77777777" w:rsidR="00873749" w:rsidRPr="00873749" w:rsidRDefault="00873749" w:rsidP="00873749">
            <w:pPr>
              <w:widowControl w:val="0"/>
              <w:autoSpaceDE w:val="0"/>
              <w:autoSpaceDN w:val="0"/>
              <w:snapToGrid w:val="0"/>
              <w:spacing w:after="0"/>
              <w:jc w:val="center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  <w:proofErr w:type="spellStart"/>
            <w:r w:rsidRPr="00873749">
              <w:rPr>
                <w:rFonts w:ascii="나눔스퀘어" w:eastAsia="나눔스퀘어" w:hAnsi="나눔스퀘어" w:cs="굴림"/>
                <w:b/>
                <w:bCs/>
                <w:color w:val="000000"/>
              </w:rPr>
              <w:t>드림서포터</w:t>
            </w:r>
            <w:proofErr w:type="spellEnd"/>
          </w:p>
          <w:p w14:paraId="22B7953A" w14:textId="77777777" w:rsidR="00873749" w:rsidRPr="00873749" w:rsidRDefault="00873749" w:rsidP="00873749">
            <w:pPr>
              <w:widowControl w:val="0"/>
              <w:autoSpaceDE w:val="0"/>
              <w:autoSpaceDN w:val="0"/>
              <w:snapToGrid w:val="0"/>
              <w:spacing w:after="0"/>
              <w:jc w:val="center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  <w:r w:rsidRPr="00873749">
              <w:rPr>
                <w:rFonts w:ascii="나눔스퀘어" w:eastAsia="나눔스퀘어" w:hAnsi="나눔스퀘어" w:cs="굴림"/>
                <w:b/>
                <w:bCs/>
                <w:color w:val="000000"/>
              </w:rPr>
              <w:t>정보</w:t>
            </w:r>
          </w:p>
        </w:tc>
        <w:tc>
          <w:tcPr>
            <w:tcW w:w="162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7E49714" w14:textId="77777777" w:rsidR="00873749" w:rsidRPr="00873749" w:rsidRDefault="00873749" w:rsidP="00873749">
            <w:pPr>
              <w:widowControl w:val="0"/>
              <w:autoSpaceDE w:val="0"/>
              <w:autoSpaceDN w:val="0"/>
              <w:snapToGrid w:val="0"/>
              <w:spacing w:after="0"/>
              <w:jc w:val="center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  <w:r w:rsidRPr="00873749">
              <w:rPr>
                <w:rFonts w:ascii="나눔스퀘어" w:eastAsia="나눔스퀘어" w:hAnsi="나눔스퀘어" w:cs="굴림"/>
                <w:b/>
                <w:bCs/>
                <w:color w:val="000000"/>
              </w:rPr>
              <w:t>성명</w:t>
            </w:r>
          </w:p>
        </w:tc>
        <w:tc>
          <w:tcPr>
            <w:tcW w:w="230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1784BF46" w14:textId="77777777" w:rsidR="00873749" w:rsidRPr="00873749" w:rsidRDefault="00873749" w:rsidP="00873749">
            <w:pPr>
              <w:widowControl w:val="0"/>
              <w:autoSpaceDE w:val="0"/>
              <w:autoSpaceDN w:val="0"/>
              <w:snapToGrid w:val="0"/>
              <w:spacing w:after="0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AAA8E36" w14:textId="77777777" w:rsidR="00873749" w:rsidRPr="00873749" w:rsidRDefault="00873749" w:rsidP="00873749">
            <w:pPr>
              <w:widowControl w:val="0"/>
              <w:autoSpaceDE w:val="0"/>
              <w:autoSpaceDN w:val="0"/>
              <w:snapToGrid w:val="0"/>
              <w:spacing w:after="0"/>
              <w:jc w:val="center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  <w:r w:rsidRPr="00873749">
              <w:rPr>
                <w:rFonts w:ascii="나눔스퀘어" w:eastAsia="나눔스퀘어" w:hAnsi="나눔스퀘어" w:cs="굴림"/>
                <w:b/>
                <w:bCs/>
                <w:color w:val="000000"/>
              </w:rPr>
              <w:t>생년월일</w:t>
            </w:r>
          </w:p>
        </w:tc>
        <w:tc>
          <w:tcPr>
            <w:tcW w:w="2528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5C1E86C8" w14:textId="77777777" w:rsidR="00873749" w:rsidRPr="00873749" w:rsidRDefault="00873749" w:rsidP="00873749">
            <w:pPr>
              <w:widowControl w:val="0"/>
              <w:autoSpaceDE w:val="0"/>
              <w:autoSpaceDN w:val="0"/>
              <w:snapToGrid w:val="0"/>
              <w:spacing w:after="0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</w:p>
        </w:tc>
      </w:tr>
      <w:tr w:rsidR="00873749" w:rsidRPr="00873749" w14:paraId="2A58C4DA" w14:textId="77777777" w:rsidTr="00873749">
        <w:trPr>
          <w:trHeight w:val="49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2C9F8FB9" w14:textId="77777777" w:rsidR="00873749" w:rsidRPr="00873749" w:rsidRDefault="00873749" w:rsidP="00873749">
            <w:pPr>
              <w:spacing w:after="0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0597711" w14:textId="77777777" w:rsidR="00873749" w:rsidRPr="00873749" w:rsidRDefault="00873749" w:rsidP="00873749">
            <w:pPr>
              <w:widowControl w:val="0"/>
              <w:autoSpaceDE w:val="0"/>
              <w:autoSpaceDN w:val="0"/>
              <w:snapToGrid w:val="0"/>
              <w:spacing w:after="0"/>
              <w:jc w:val="center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  <w:r w:rsidRPr="00873749">
              <w:rPr>
                <w:rFonts w:ascii="나눔스퀘어" w:eastAsia="나눔스퀘어" w:hAnsi="나눔스퀘어" w:cs="굴림"/>
                <w:b/>
                <w:bCs/>
                <w:color w:val="000000"/>
              </w:rPr>
              <w:t>연락처</w:t>
            </w:r>
          </w:p>
        </w:tc>
        <w:tc>
          <w:tcPr>
            <w:tcW w:w="2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033965E7" w14:textId="77777777" w:rsidR="00873749" w:rsidRPr="00873749" w:rsidRDefault="00873749" w:rsidP="00873749">
            <w:pPr>
              <w:widowControl w:val="0"/>
              <w:autoSpaceDE w:val="0"/>
              <w:autoSpaceDN w:val="0"/>
              <w:snapToGrid w:val="0"/>
              <w:spacing w:after="0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C06EE2A" w14:textId="77777777" w:rsidR="00873749" w:rsidRPr="00873749" w:rsidRDefault="00873749" w:rsidP="00873749">
            <w:pPr>
              <w:widowControl w:val="0"/>
              <w:autoSpaceDE w:val="0"/>
              <w:autoSpaceDN w:val="0"/>
              <w:snapToGrid w:val="0"/>
              <w:spacing w:after="0"/>
              <w:jc w:val="center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  <w:r w:rsidRPr="00873749">
              <w:rPr>
                <w:rFonts w:ascii="나눔스퀘어" w:eastAsia="나눔스퀘어" w:hAnsi="나눔스퀘어" w:cs="굴림"/>
                <w:b/>
                <w:bCs/>
                <w:color w:val="000000"/>
              </w:rPr>
              <w:t>이메일</w:t>
            </w:r>
          </w:p>
        </w:tc>
        <w:tc>
          <w:tcPr>
            <w:tcW w:w="2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40EB9FA8" w14:textId="77777777" w:rsidR="00873749" w:rsidRPr="00873749" w:rsidRDefault="00873749" w:rsidP="00873749">
            <w:pPr>
              <w:widowControl w:val="0"/>
              <w:autoSpaceDE w:val="0"/>
              <w:autoSpaceDN w:val="0"/>
              <w:snapToGrid w:val="0"/>
              <w:spacing w:after="0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</w:p>
        </w:tc>
      </w:tr>
      <w:tr w:rsidR="00873749" w:rsidRPr="00873749" w14:paraId="43517909" w14:textId="77777777" w:rsidTr="00873749">
        <w:trPr>
          <w:trHeight w:val="27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2A84AA5A" w14:textId="77777777" w:rsidR="00873749" w:rsidRPr="00873749" w:rsidRDefault="00873749" w:rsidP="00873749">
            <w:pPr>
              <w:spacing w:after="0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E87F94A" w14:textId="77777777" w:rsidR="00873749" w:rsidRPr="00873749" w:rsidRDefault="00873749" w:rsidP="00873749">
            <w:pPr>
              <w:widowControl w:val="0"/>
              <w:autoSpaceDE w:val="0"/>
              <w:autoSpaceDN w:val="0"/>
              <w:snapToGrid w:val="0"/>
              <w:spacing w:after="0"/>
              <w:jc w:val="center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  <w:r w:rsidRPr="00873749">
              <w:rPr>
                <w:rFonts w:ascii="나눔스퀘어" w:eastAsia="나눔스퀘어" w:hAnsi="나눔스퀘어" w:cs="굴림"/>
                <w:b/>
                <w:bCs/>
                <w:color w:val="000000"/>
              </w:rPr>
              <w:t>관계</w:t>
            </w:r>
          </w:p>
        </w:tc>
        <w:tc>
          <w:tcPr>
            <w:tcW w:w="6451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49009D0B" w14:textId="674043B1" w:rsidR="00873749" w:rsidRDefault="00873749" w:rsidP="00873749">
            <w:pPr>
              <w:widowControl w:val="0"/>
              <w:autoSpaceDE w:val="0"/>
              <w:autoSpaceDN w:val="0"/>
              <w:snapToGrid w:val="0"/>
              <w:spacing w:before="100" w:after="0"/>
              <w:textAlignment w:val="baseline"/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</w:pPr>
            <w:r w:rsidRPr="00873749">
              <w:rPr>
                <w:rFonts w:ascii="나눔스퀘어" w:eastAsia="나눔스퀘어" w:hAnsi="나눔스퀘어" w:cs="굴림" w:hint="eastAsia"/>
                <w:color w:val="000000"/>
                <w:sz w:val="18"/>
                <w:szCs w:val="18"/>
              </w:rPr>
              <w:t>(</w:t>
            </w:r>
            <w:r w:rsidRPr="00873749"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  <w:t>학생과의 관계를 자세히 알려주세요</w:t>
            </w:r>
            <w:r w:rsidRPr="00873749">
              <w:rPr>
                <w:rFonts w:ascii="나눔스퀘어" w:eastAsia="나눔스퀘어" w:hAnsi="나눔스퀘어" w:cs="굴림" w:hint="eastAsia"/>
                <w:color w:val="000000"/>
                <w:sz w:val="18"/>
                <w:szCs w:val="18"/>
              </w:rPr>
              <w:t>)</w:t>
            </w:r>
          </w:p>
          <w:p w14:paraId="2771BEA2" w14:textId="77777777" w:rsidR="00873749" w:rsidRDefault="00873749" w:rsidP="00873749">
            <w:pPr>
              <w:widowControl w:val="0"/>
              <w:autoSpaceDE w:val="0"/>
              <w:autoSpaceDN w:val="0"/>
              <w:snapToGrid w:val="0"/>
              <w:spacing w:before="100" w:after="0"/>
              <w:textAlignment w:val="baseline"/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</w:pPr>
          </w:p>
          <w:p w14:paraId="01736760" w14:textId="01CDA35B" w:rsidR="00873749" w:rsidRPr="00873749" w:rsidRDefault="00873749" w:rsidP="00873749">
            <w:pPr>
              <w:widowControl w:val="0"/>
              <w:autoSpaceDE w:val="0"/>
              <w:autoSpaceDN w:val="0"/>
              <w:snapToGrid w:val="0"/>
              <w:spacing w:before="100" w:after="0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</w:p>
        </w:tc>
      </w:tr>
      <w:tr w:rsidR="00873749" w:rsidRPr="00873749" w14:paraId="643FB9BB" w14:textId="77777777" w:rsidTr="00873749">
        <w:trPr>
          <w:trHeight w:val="1594"/>
          <w:jc w:val="center"/>
        </w:trPr>
        <w:tc>
          <w:tcPr>
            <w:tcW w:w="145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79D19BA" w14:textId="77777777" w:rsidR="00873749" w:rsidRPr="00873749" w:rsidRDefault="00873749" w:rsidP="00873749">
            <w:pPr>
              <w:widowControl w:val="0"/>
              <w:autoSpaceDE w:val="0"/>
              <w:autoSpaceDN w:val="0"/>
              <w:snapToGrid w:val="0"/>
              <w:spacing w:after="0"/>
              <w:jc w:val="center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  <w:r w:rsidRPr="00873749">
              <w:rPr>
                <w:rFonts w:ascii="나눔스퀘어" w:eastAsia="나눔스퀘어" w:hAnsi="나눔스퀘어" w:cs="굴림"/>
                <w:b/>
                <w:bCs/>
                <w:color w:val="000000"/>
              </w:rPr>
              <w:t>추천학생</w:t>
            </w:r>
          </w:p>
          <w:p w14:paraId="50F0B023" w14:textId="77777777" w:rsidR="00873749" w:rsidRPr="00873749" w:rsidRDefault="00873749" w:rsidP="00873749">
            <w:pPr>
              <w:widowControl w:val="0"/>
              <w:autoSpaceDE w:val="0"/>
              <w:autoSpaceDN w:val="0"/>
              <w:snapToGrid w:val="0"/>
              <w:spacing w:after="0"/>
              <w:jc w:val="center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  <w:r w:rsidRPr="00873749">
              <w:rPr>
                <w:rFonts w:ascii="나눔스퀘어" w:eastAsia="나눔스퀘어" w:hAnsi="나눔스퀘어" w:cs="굴림"/>
                <w:b/>
                <w:bCs/>
                <w:color w:val="000000"/>
              </w:rPr>
              <w:t>상황</w:t>
            </w:r>
          </w:p>
        </w:tc>
        <w:tc>
          <w:tcPr>
            <w:tcW w:w="8073" w:type="dxa"/>
            <w:gridSpan w:val="4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3CA21811" w14:textId="77777777" w:rsidR="00873749" w:rsidRPr="00873749" w:rsidRDefault="00873749" w:rsidP="00873749">
            <w:pPr>
              <w:widowControl w:val="0"/>
              <w:wordWrap w:val="0"/>
              <w:autoSpaceDE w:val="0"/>
              <w:autoSpaceDN w:val="0"/>
              <w:snapToGrid w:val="0"/>
              <w:spacing w:before="100" w:after="0"/>
              <w:jc w:val="both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  <w:r w:rsidRPr="00873749">
              <w:rPr>
                <w:rFonts w:ascii="나눔스퀘어" w:eastAsia="나눔스퀘어" w:hAnsi="나눔스퀘어" w:cs="굴림" w:hint="eastAsia"/>
                <w:color w:val="000000"/>
                <w:sz w:val="18"/>
                <w:szCs w:val="18"/>
              </w:rPr>
              <w:t>(</w:t>
            </w:r>
            <w:r w:rsidRPr="00873749"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  <w:t>어떤 학생인가요</w:t>
            </w:r>
            <w:r w:rsidRPr="00873749">
              <w:rPr>
                <w:rFonts w:ascii="나눔스퀘어" w:eastAsia="나눔스퀘어" w:hAnsi="나눔스퀘어" w:cs="굴림" w:hint="eastAsia"/>
                <w:color w:val="000000"/>
                <w:sz w:val="18"/>
                <w:szCs w:val="18"/>
              </w:rPr>
              <w:t xml:space="preserve">? </w:t>
            </w:r>
            <w:r w:rsidRPr="00873749"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  <w:t>성장배경</w:t>
            </w:r>
            <w:r w:rsidRPr="00873749">
              <w:rPr>
                <w:rFonts w:ascii="나눔스퀘어" w:eastAsia="나눔스퀘어" w:hAnsi="나눔스퀘어" w:cs="굴림" w:hint="eastAsia"/>
                <w:color w:val="000000"/>
                <w:sz w:val="18"/>
                <w:szCs w:val="18"/>
              </w:rPr>
              <w:t xml:space="preserve">, </w:t>
            </w:r>
            <w:r w:rsidRPr="00873749"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  <w:t>학교생활</w:t>
            </w:r>
            <w:r w:rsidRPr="00873749">
              <w:rPr>
                <w:rFonts w:ascii="나눔스퀘어" w:eastAsia="나눔스퀘어" w:hAnsi="나눔스퀘어" w:cs="굴림" w:hint="eastAsia"/>
                <w:color w:val="000000"/>
                <w:sz w:val="18"/>
                <w:szCs w:val="18"/>
              </w:rPr>
              <w:t xml:space="preserve">, </w:t>
            </w:r>
            <w:r w:rsidRPr="00873749"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  <w:t>성품과 태도</w:t>
            </w:r>
            <w:r w:rsidRPr="00873749">
              <w:rPr>
                <w:rFonts w:ascii="나눔스퀘어" w:eastAsia="나눔스퀘어" w:hAnsi="나눔스퀘어" w:cs="굴림" w:hint="eastAsia"/>
                <w:color w:val="000000"/>
                <w:sz w:val="18"/>
                <w:szCs w:val="18"/>
              </w:rPr>
              <w:t xml:space="preserve">, </w:t>
            </w:r>
            <w:r w:rsidRPr="00873749"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  <w:t>기타 학생에 대해 알고 계신 사항을 작성해 주세요</w:t>
            </w:r>
            <w:r w:rsidRPr="00873749">
              <w:rPr>
                <w:rFonts w:ascii="나눔스퀘어" w:eastAsia="나눔스퀘어" w:hAnsi="나눔스퀘어" w:cs="굴림" w:hint="eastAsia"/>
                <w:color w:val="000000"/>
                <w:sz w:val="18"/>
                <w:szCs w:val="18"/>
              </w:rPr>
              <w:t>.)</w:t>
            </w:r>
          </w:p>
          <w:p w14:paraId="3182067D" w14:textId="77777777" w:rsidR="00873749" w:rsidRPr="00873749" w:rsidRDefault="00873749" w:rsidP="00873749">
            <w:pPr>
              <w:widowControl w:val="0"/>
              <w:wordWrap w:val="0"/>
              <w:autoSpaceDE w:val="0"/>
              <w:autoSpaceDN w:val="0"/>
              <w:snapToGrid w:val="0"/>
              <w:spacing w:after="0"/>
              <w:jc w:val="both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</w:p>
        </w:tc>
      </w:tr>
      <w:tr w:rsidR="00873749" w:rsidRPr="00873749" w14:paraId="671859EA" w14:textId="77777777" w:rsidTr="00873749">
        <w:trPr>
          <w:trHeight w:val="1878"/>
          <w:jc w:val="center"/>
        </w:trPr>
        <w:tc>
          <w:tcPr>
            <w:tcW w:w="145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BC53058" w14:textId="77777777" w:rsidR="00873749" w:rsidRPr="00873749" w:rsidRDefault="00873749" w:rsidP="00873749">
            <w:pPr>
              <w:widowControl w:val="0"/>
              <w:autoSpaceDE w:val="0"/>
              <w:autoSpaceDN w:val="0"/>
              <w:snapToGrid w:val="0"/>
              <w:spacing w:after="0"/>
              <w:jc w:val="center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  <w:r w:rsidRPr="00873749">
              <w:rPr>
                <w:rFonts w:ascii="나눔스퀘어" w:eastAsia="나눔스퀘어" w:hAnsi="나눔스퀘어" w:cs="굴림"/>
                <w:b/>
                <w:bCs/>
                <w:color w:val="000000"/>
              </w:rPr>
              <w:t>추천학생</w:t>
            </w:r>
          </w:p>
          <w:p w14:paraId="56DC9202" w14:textId="77777777" w:rsidR="00873749" w:rsidRPr="00873749" w:rsidRDefault="00873749" w:rsidP="00873749">
            <w:pPr>
              <w:widowControl w:val="0"/>
              <w:autoSpaceDE w:val="0"/>
              <w:autoSpaceDN w:val="0"/>
              <w:snapToGrid w:val="0"/>
              <w:spacing w:after="0"/>
              <w:jc w:val="center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  <w:r w:rsidRPr="00873749">
              <w:rPr>
                <w:rFonts w:ascii="나눔스퀘어" w:eastAsia="나눔스퀘어" w:hAnsi="나눔스퀘어" w:cs="굴림"/>
                <w:b/>
                <w:bCs/>
                <w:color w:val="000000"/>
              </w:rPr>
              <w:t>꿈</w:t>
            </w:r>
          </w:p>
        </w:tc>
        <w:tc>
          <w:tcPr>
            <w:tcW w:w="807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66DA423F" w14:textId="77777777" w:rsidR="00873749" w:rsidRPr="00873749" w:rsidRDefault="00873749" w:rsidP="00873749">
            <w:pPr>
              <w:widowControl w:val="0"/>
              <w:wordWrap w:val="0"/>
              <w:autoSpaceDE w:val="0"/>
              <w:autoSpaceDN w:val="0"/>
              <w:snapToGrid w:val="0"/>
              <w:spacing w:before="100" w:after="0"/>
              <w:jc w:val="both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  <w:r w:rsidRPr="00873749">
              <w:rPr>
                <w:rFonts w:ascii="나눔스퀘어" w:eastAsia="나눔스퀘어" w:hAnsi="나눔스퀘어" w:cs="굴림" w:hint="eastAsia"/>
                <w:color w:val="000000"/>
                <w:spacing w:val="-8"/>
                <w:sz w:val="18"/>
                <w:szCs w:val="18"/>
              </w:rPr>
              <w:t>(</w:t>
            </w:r>
            <w:proofErr w:type="spellStart"/>
            <w:r w:rsidRPr="00873749">
              <w:rPr>
                <w:rFonts w:ascii="나눔스퀘어" w:eastAsia="나눔스퀘어" w:hAnsi="나눔스퀘어" w:cs="굴림"/>
                <w:color w:val="000000"/>
                <w:spacing w:val="-8"/>
                <w:sz w:val="18"/>
                <w:szCs w:val="18"/>
              </w:rPr>
              <w:t>주얼리</w:t>
            </w:r>
            <w:proofErr w:type="spellEnd"/>
            <w:r w:rsidRPr="00873749">
              <w:rPr>
                <w:rFonts w:ascii="나눔스퀘어" w:eastAsia="나눔스퀘어" w:hAnsi="나눔스퀘어" w:cs="굴림"/>
                <w:color w:val="000000"/>
                <w:spacing w:val="-8"/>
                <w:sz w:val="18"/>
                <w:szCs w:val="18"/>
              </w:rPr>
              <w:t xml:space="preserve"> 분야로 어떤 꿈을 꾸고 있나요</w:t>
            </w:r>
            <w:r w:rsidRPr="00873749">
              <w:rPr>
                <w:rFonts w:ascii="나눔스퀘어" w:eastAsia="나눔스퀘어" w:hAnsi="나눔스퀘어" w:cs="굴림" w:hint="eastAsia"/>
                <w:color w:val="000000"/>
                <w:spacing w:val="-8"/>
                <w:sz w:val="18"/>
                <w:szCs w:val="18"/>
              </w:rPr>
              <w:t xml:space="preserve">? </w:t>
            </w:r>
            <w:r w:rsidRPr="00873749">
              <w:rPr>
                <w:rFonts w:ascii="나눔스퀘어" w:eastAsia="나눔스퀘어" w:hAnsi="나눔스퀘어" w:cs="굴림"/>
                <w:color w:val="000000"/>
                <w:spacing w:val="-8"/>
                <w:sz w:val="18"/>
                <w:szCs w:val="18"/>
              </w:rPr>
              <w:t>학생이 꿈꾸는 것</w:t>
            </w:r>
            <w:r w:rsidRPr="00873749">
              <w:rPr>
                <w:rFonts w:ascii="나눔스퀘어" w:eastAsia="나눔스퀘어" w:hAnsi="나눔스퀘어" w:cs="굴림" w:hint="eastAsia"/>
                <w:color w:val="000000"/>
                <w:spacing w:val="-8"/>
                <w:sz w:val="18"/>
                <w:szCs w:val="18"/>
              </w:rPr>
              <w:t xml:space="preserve">, </w:t>
            </w:r>
            <w:r w:rsidRPr="00873749">
              <w:rPr>
                <w:rFonts w:ascii="나눔스퀘어" w:eastAsia="나눔스퀘어" w:hAnsi="나눔스퀘어" w:cs="굴림"/>
                <w:color w:val="000000"/>
                <w:spacing w:val="-8"/>
                <w:sz w:val="18"/>
                <w:szCs w:val="18"/>
              </w:rPr>
              <w:t>그 꿈을 이루기 위한 노력과 도전이 무엇이었는지를 중심으로 작성해 주세요</w:t>
            </w:r>
            <w:r w:rsidRPr="00873749">
              <w:rPr>
                <w:rFonts w:ascii="나눔스퀘어" w:eastAsia="나눔스퀘어" w:hAnsi="나눔스퀘어" w:cs="굴림" w:hint="eastAsia"/>
                <w:color w:val="000000"/>
                <w:spacing w:val="-8"/>
                <w:sz w:val="18"/>
                <w:szCs w:val="18"/>
              </w:rPr>
              <w:t>.)</w:t>
            </w:r>
          </w:p>
          <w:p w14:paraId="5E2C5DD3" w14:textId="77777777" w:rsidR="00873749" w:rsidRPr="00873749" w:rsidRDefault="00873749" w:rsidP="00873749">
            <w:pPr>
              <w:widowControl w:val="0"/>
              <w:wordWrap w:val="0"/>
              <w:autoSpaceDE w:val="0"/>
              <w:autoSpaceDN w:val="0"/>
              <w:snapToGrid w:val="0"/>
              <w:spacing w:after="0"/>
              <w:jc w:val="both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</w:p>
        </w:tc>
      </w:tr>
      <w:tr w:rsidR="00873749" w:rsidRPr="00873749" w14:paraId="3D0DBB02" w14:textId="77777777" w:rsidTr="00873749">
        <w:trPr>
          <w:trHeight w:val="2484"/>
          <w:jc w:val="center"/>
        </w:trPr>
        <w:tc>
          <w:tcPr>
            <w:tcW w:w="145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C3E6649" w14:textId="77777777" w:rsidR="00873749" w:rsidRPr="00873749" w:rsidRDefault="00873749" w:rsidP="00873749">
            <w:pPr>
              <w:widowControl w:val="0"/>
              <w:autoSpaceDE w:val="0"/>
              <w:autoSpaceDN w:val="0"/>
              <w:snapToGrid w:val="0"/>
              <w:spacing w:after="0"/>
              <w:jc w:val="center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  <w:r w:rsidRPr="00873749">
              <w:rPr>
                <w:rFonts w:ascii="나눔스퀘어" w:eastAsia="나눔스퀘어" w:hAnsi="나눔스퀘어" w:cs="굴림"/>
                <w:b/>
                <w:bCs/>
                <w:color w:val="000000"/>
              </w:rPr>
              <w:t>추천사유</w:t>
            </w:r>
          </w:p>
        </w:tc>
        <w:tc>
          <w:tcPr>
            <w:tcW w:w="807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70E6D728" w14:textId="77777777" w:rsidR="00873749" w:rsidRPr="00873749" w:rsidRDefault="00873749" w:rsidP="00873749">
            <w:pPr>
              <w:widowControl w:val="0"/>
              <w:wordWrap w:val="0"/>
              <w:autoSpaceDE w:val="0"/>
              <w:autoSpaceDN w:val="0"/>
              <w:snapToGrid w:val="0"/>
              <w:spacing w:before="100" w:after="0"/>
              <w:jc w:val="both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  <w:r w:rsidRPr="00873749">
              <w:rPr>
                <w:rFonts w:ascii="나눔스퀘어" w:eastAsia="나눔스퀘어" w:hAnsi="나눔스퀘어" w:cs="굴림" w:hint="eastAsia"/>
                <w:color w:val="000000"/>
                <w:sz w:val="18"/>
                <w:szCs w:val="18"/>
              </w:rPr>
              <w:t>(</w:t>
            </w:r>
            <w:r w:rsidRPr="00873749"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  <w:t>왜 추천하시나요</w:t>
            </w:r>
            <w:r w:rsidRPr="00873749">
              <w:rPr>
                <w:rFonts w:ascii="나눔스퀘어" w:eastAsia="나눔스퀘어" w:hAnsi="나눔스퀘어" w:cs="굴림" w:hint="eastAsia"/>
                <w:color w:val="000000"/>
                <w:sz w:val="18"/>
                <w:szCs w:val="18"/>
              </w:rPr>
              <w:t xml:space="preserve">? </w:t>
            </w:r>
            <w:proofErr w:type="spellStart"/>
            <w:r w:rsidRPr="00873749"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  <w:t>월곡주얼리장학생으로</w:t>
            </w:r>
            <w:proofErr w:type="spellEnd"/>
            <w:r w:rsidRPr="00873749">
              <w:rPr>
                <w:rFonts w:ascii="나눔스퀘어" w:eastAsia="나눔스퀘어" w:hAnsi="나눔스퀘어" w:cs="굴림"/>
                <w:color w:val="000000"/>
                <w:sz w:val="18"/>
                <w:szCs w:val="18"/>
              </w:rPr>
              <w:t xml:space="preserve"> 추천하는 이유를 알려주세요</w:t>
            </w:r>
            <w:r w:rsidRPr="00873749">
              <w:rPr>
                <w:rFonts w:ascii="나눔스퀘어" w:eastAsia="나눔스퀘어" w:hAnsi="나눔스퀘어" w:cs="굴림" w:hint="eastAsia"/>
                <w:color w:val="000000"/>
                <w:sz w:val="18"/>
                <w:szCs w:val="18"/>
              </w:rPr>
              <w:t>.)</w:t>
            </w:r>
          </w:p>
          <w:p w14:paraId="62D91529" w14:textId="77777777" w:rsidR="00873749" w:rsidRPr="00873749" w:rsidRDefault="00873749" w:rsidP="00873749">
            <w:pPr>
              <w:widowControl w:val="0"/>
              <w:wordWrap w:val="0"/>
              <w:autoSpaceDE w:val="0"/>
              <w:autoSpaceDN w:val="0"/>
              <w:snapToGrid w:val="0"/>
              <w:spacing w:after="0"/>
              <w:jc w:val="both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</w:p>
        </w:tc>
      </w:tr>
      <w:tr w:rsidR="00873749" w:rsidRPr="00873749" w14:paraId="42D59812" w14:textId="77777777" w:rsidTr="00873749">
        <w:trPr>
          <w:trHeight w:val="2518"/>
          <w:jc w:val="center"/>
        </w:trPr>
        <w:tc>
          <w:tcPr>
            <w:tcW w:w="9525" w:type="dxa"/>
            <w:gridSpan w:val="5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2CC11E5" w14:textId="77777777" w:rsidR="00873749" w:rsidRPr="00873749" w:rsidRDefault="00873749" w:rsidP="00873749">
            <w:pPr>
              <w:widowControl w:val="0"/>
              <w:autoSpaceDE w:val="0"/>
              <w:autoSpaceDN w:val="0"/>
              <w:snapToGrid w:val="0"/>
              <w:spacing w:after="0"/>
              <w:jc w:val="center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  <w:r w:rsidRPr="00873749">
              <w:rPr>
                <w:rFonts w:ascii="나눔스퀘어" w:eastAsia="나눔스퀘어" w:hAnsi="나눔스퀘어" w:cs="굴림"/>
                <w:color w:val="000000"/>
              </w:rPr>
              <w:t xml:space="preserve">위와 같은 사유로 </w:t>
            </w:r>
            <w:r w:rsidRPr="00873749">
              <w:rPr>
                <w:rFonts w:ascii="나눔스퀘어" w:eastAsia="나눔스퀘어" w:hAnsi="나눔스퀘어" w:cs="굴림" w:hint="eastAsia"/>
                <w:color w:val="000000"/>
              </w:rPr>
              <w:t>_______</w:t>
            </w:r>
            <w:r w:rsidRPr="00873749">
              <w:rPr>
                <w:rFonts w:ascii="나눔스퀘어" w:eastAsia="나눔스퀘어" w:hAnsi="나눔스퀘어" w:cs="굴림"/>
                <w:color w:val="000000"/>
              </w:rPr>
              <w:t xml:space="preserve">학생을 </w:t>
            </w:r>
            <w:r w:rsidRPr="00873749">
              <w:rPr>
                <w:rFonts w:ascii="나눔스퀘어" w:eastAsia="나눔스퀘어" w:hAnsi="나눔스퀘어" w:cs="굴림" w:hint="eastAsia"/>
                <w:color w:val="000000"/>
              </w:rPr>
              <w:t>(</w:t>
            </w:r>
            <w:r w:rsidRPr="00873749">
              <w:rPr>
                <w:rFonts w:ascii="나눔스퀘어" w:eastAsia="나눔스퀘어" w:hAnsi="나눔스퀘어" w:cs="굴림"/>
                <w:color w:val="000000"/>
              </w:rPr>
              <w:t>재</w:t>
            </w:r>
            <w:r w:rsidRPr="00873749">
              <w:rPr>
                <w:rFonts w:ascii="나눔스퀘어" w:eastAsia="나눔스퀘어" w:hAnsi="나눔스퀘어" w:cs="굴림" w:hint="eastAsia"/>
                <w:color w:val="000000"/>
              </w:rPr>
              <w:t>)</w:t>
            </w:r>
            <w:proofErr w:type="spellStart"/>
            <w:r w:rsidRPr="00873749">
              <w:rPr>
                <w:rFonts w:ascii="나눔스퀘어" w:eastAsia="나눔스퀘어" w:hAnsi="나눔스퀘어" w:cs="굴림"/>
                <w:color w:val="000000"/>
              </w:rPr>
              <w:t>월곡주얼리산업진흥재단의</w:t>
            </w:r>
            <w:proofErr w:type="spellEnd"/>
            <w:r w:rsidRPr="00873749">
              <w:rPr>
                <w:rFonts w:ascii="나눔스퀘어" w:eastAsia="나눔스퀘어" w:hAnsi="나눔스퀘어" w:cs="굴림"/>
                <w:color w:val="000000"/>
              </w:rPr>
              <w:t xml:space="preserve"> 장학생으로 추천합니다</w:t>
            </w:r>
            <w:r w:rsidRPr="00873749">
              <w:rPr>
                <w:rFonts w:ascii="나눔스퀘어" w:eastAsia="나눔스퀘어" w:hAnsi="나눔스퀘어" w:cs="굴림" w:hint="eastAsia"/>
                <w:color w:val="000000"/>
              </w:rPr>
              <w:t>.</w:t>
            </w:r>
          </w:p>
          <w:p w14:paraId="4853D2D8" w14:textId="51AB24D1" w:rsidR="00873749" w:rsidRPr="00873749" w:rsidRDefault="00873749" w:rsidP="00873749">
            <w:pPr>
              <w:widowControl w:val="0"/>
              <w:autoSpaceDE w:val="0"/>
              <w:autoSpaceDN w:val="0"/>
              <w:snapToGrid w:val="0"/>
              <w:spacing w:after="0"/>
              <w:jc w:val="center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  <w:r>
              <w:rPr>
                <w:rFonts w:ascii="나눔스퀘어" w:eastAsia="나눔스퀘어" w:hAnsi="나눔스퀘어" w:cs="굴림" w:hint="eastAsia"/>
                <w:color w:val="000000"/>
                <w:sz w:val="20"/>
                <w:szCs w:val="20"/>
              </w:rPr>
              <w:t xml:space="preserve"> </w:t>
            </w:r>
          </w:p>
          <w:p w14:paraId="54B24414" w14:textId="29159E78" w:rsidR="00873749" w:rsidRPr="00873749" w:rsidRDefault="00873749" w:rsidP="00873749">
            <w:pPr>
              <w:widowControl w:val="0"/>
              <w:autoSpaceDE w:val="0"/>
              <w:autoSpaceDN w:val="0"/>
              <w:snapToGrid w:val="0"/>
              <w:spacing w:after="0"/>
              <w:jc w:val="center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  <w:r w:rsidRPr="00873749">
              <w:rPr>
                <w:rFonts w:ascii="나눔스퀘어" w:eastAsia="나눔스퀘어" w:hAnsi="나눔스퀘어" w:cs="굴림"/>
                <w:color w:val="000000"/>
              </w:rPr>
              <w:t xml:space="preserve">년 </w:t>
            </w:r>
            <w:r>
              <w:rPr>
                <w:rFonts w:ascii="나눔스퀘어" w:eastAsia="나눔스퀘어" w:hAnsi="나눔스퀘어" w:cs="굴림"/>
                <w:color w:val="000000"/>
              </w:rPr>
              <w:t xml:space="preserve">        </w:t>
            </w:r>
            <w:r w:rsidRPr="00873749">
              <w:rPr>
                <w:rFonts w:ascii="나눔스퀘어" w:eastAsia="나눔스퀘어" w:hAnsi="나눔스퀘어" w:cs="굴림"/>
                <w:color w:val="000000"/>
              </w:rPr>
              <w:t xml:space="preserve">월 </w:t>
            </w:r>
            <w:r>
              <w:rPr>
                <w:rFonts w:ascii="나눔스퀘어" w:eastAsia="나눔스퀘어" w:hAnsi="나눔스퀘어" w:cs="굴림"/>
                <w:color w:val="000000"/>
              </w:rPr>
              <w:t xml:space="preserve">        </w:t>
            </w:r>
            <w:r w:rsidRPr="00873749">
              <w:rPr>
                <w:rFonts w:ascii="나눔스퀘어" w:eastAsia="나눔스퀘어" w:hAnsi="나눔스퀘어" w:cs="굴림"/>
                <w:color w:val="000000"/>
              </w:rPr>
              <w:t>일</w:t>
            </w:r>
          </w:p>
          <w:p w14:paraId="55EA957F" w14:textId="77777777" w:rsidR="00873749" w:rsidRPr="00873749" w:rsidRDefault="00873749" w:rsidP="00873749">
            <w:pPr>
              <w:widowControl w:val="0"/>
              <w:autoSpaceDE w:val="0"/>
              <w:autoSpaceDN w:val="0"/>
              <w:snapToGrid w:val="0"/>
              <w:spacing w:after="0"/>
              <w:jc w:val="center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</w:p>
          <w:p w14:paraId="52A9ED46" w14:textId="77777777" w:rsidR="00873749" w:rsidRPr="00873749" w:rsidRDefault="00873749" w:rsidP="00873749">
            <w:pPr>
              <w:widowControl w:val="0"/>
              <w:autoSpaceDE w:val="0"/>
              <w:autoSpaceDN w:val="0"/>
              <w:snapToGrid w:val="0"/>
              <w:spacing w:after="0"/>
              <w:jc w:val="center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</w:p>
          <w:p w14:paraId="021D99D5" w14:textId="0A0A2F9D" w:rsidR="00873749" w:rsidRPr="00873749" w:rsidRDefault="00873749" w:rsidP="00873749">
            <w:pPr>
              <w:widowControl w:val="0"/>
              <w:autoSpaceDE w:val="0"/>
              <w:autoSpaceDN w:val="0"/>
              <w:snapToGrid w:val="0"/>
              <w:spacing w:after="0"/>
              <w:jc w:val="center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873749">
              <w:rPr>
                <w:rFonts w:ascii="나눔스퀘어" w:eastAsia="나눔스퀘어" w:hAnsi="나눔스퀘어" w:cs="굴림"/>
                <w:color w:val="000000"/>
              </w:rPr>
              <w:t>드림서포터</w:t>
            </w:r>
            <w:proofErr w:type="spellEnd"/>
            <w:r w:rsidRPr="00873749">
              <w:rPr>
                <w:rFonts w:ascii="나눔스퀘어" w:eastAsia="나눔스퀘어" w:hAnsi="나눔스퀘어" w:cs="굴림"/>
                <w:color w:val="000000"/>
              </w:rPr>
              <w:t xml:space="preserve"> </w:t>
            </w:r>
            <w:r w:rsidRPr="00873749">
              <w:rPr>
                <w:rFonts w:ascii="나눔스퀘어" w:eastAsia="나눔스퀘어" w:hAnsi="나눔스퀘어" w:cs="굴림" w:hint="eastAsia"/>
                <w:color w:val="000000"/>
              </w:rPr>
              <w:t>:</w:t>
            </w:r>
            <w:proofErr w:type="gramEnd"/>
            <w:r>
              <w:rPr>
                <w:rFonts w:ascii="나눔스퀘어" w:eastAsia="나눔스퀘어" w:hAnsi="나눔스퀘어" w:cs="굴림"/>
                <w:color w:val="000000"/>
              </w:rPr>
              <w:t xml:space="preserve">                           </w:t>
            </w:r>
            <w:r w:rsidRPr="00873749">
              <w:rPr>
                <w:rFonts w:ascii="나눔스퀘어" w:eastAsia="나눔스퀘어" w:hAnsi="나눔스퀘어" w:cs="굴림" w:hint="eastAsia"/>
                <w:color w:val="000000"/>
              </w:rPr>
              <w:t xml:space="preserve"> (</w:t>
            </w:r>
            <w:r w:rsidRPr="00873749">
              <w:rPr>
                <w:rFonts w:ascii="나눔스퀘어" w:eastAsia="나눔스퀘어" w:hAnsi="나눔스퀘어" w:cs="굴림"/>
                <w:color w:val="000000"/>
              </w:rPr>
              <w:t>인</w:t>
            </w:r>
            <w:r w:rsidRPr="00873749">
              <w:rPr>
                <w:rFonts w:ascii="나눔스퀘어" w:eastAsia="나눔스퀘어" w:hAnsi="나눔스퀘어" w:cs="굴림" w:hint="eastAsia"/>
                <w:color w:val="000000"/>
              </w:rPr>
              <w:t>)</w:t>
            </w:r>
          </w:p>
          <w:p w14:paraId="44A32BD6" w14:textId="77777777" w:rsidR="00873749" w:rsidRPr="00873749" w:rsidRDefault="00873749" w:rsidP="00873749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나눔스퀘어" w:eastAsia="나눔스퀘어" w:hAnsi="나눔스퀘어" w:cs="굴림"/>
                <w:color w:val="000000"/>
                <w:sz w:val="20"/>
                <w:szCs w:val="20"/>
              </w:rPr>
            </w:pPr>
          </w:p>
        </w:tc>
      </w:tr>
    </w:tbl>
    <w:p w14:paraId="0E6D26B8" w14:textId="77777777" w:rsidR="00873749" w:rsidRPr="00873749" w:rsidRDefault="00873749" w:rsidP="00D23803">
      <w:pPr>
        <w:pStyle w:val="a"/>
        <w:numPr>
          <w:ilvl w:val="0"/>
          <w:numId w:val="0"/>
        </w:numPr>
        <w:spacing w:line="276" w:lineRule="auto"/>
        <w:ind w:left="215" w:hanging="215"/>
        <w:jc w:val="center"/>
        <w:rPr>
          <w:rFonts w:ascii="나눔스퀘어" w:eastAsia="나눔스퀘어" w:hAnsi="나눔스퀘어"/>
          <w:b/>
          <w:bCs/>
          <w:sz w:val="28"/>
          <w:szCs w:val="28"/>
        </w:rPr>
      </w:pPr>
    </w:p>
    <w:sectPr w:rsidR="00873749" w:rsidRPr="00873749" w:rsidSect="00617B26">
      <w:pgSz w:w="11907" w:h="16839" w:code="9"/>
      <w:pgMar w:top="1008" w:right="1152" w:bottom="1152" w:left="1152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E5D6F8" w14:textId="77777777" w:rsidR="003C2C1B" w:rsidRDefault="003C2C1B">
      <w:pPr>
        <w:spacing w:after="0"/>
      </w:pPr>
      <w:r>
        <w:separator/>
      </w:r>
    </w:p>
  </w:endnote>
  <w:endnote w:type="continuationSeparator" w:id="0">
    <w:p w14:paraId="351E6C8F" w14:textId="77777777" w:rsidR="003C2C1B" w:rsidRDefault="003C2C1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나눔스퀘어">
    <w:altName w:val="맑은 고딕"/>
    <w:panose1 w:val="020B0600000101010101"/>
    <w:charset w:val="81"/>
    <w:family w:val="modern"/>
    <w:pitch w:val="variable"/>
    <w:sig w:usb0="00000203" w:usb1="29D72C10" w:usb2="00000010" w:usb3="00000000" w:csb0="00280005" w:csb1="00000000"/>
  </w:font>
  <w:font w:name="HGMinchoB">
    <w:altName w:val="MS Gothic"/>
    <w:panose1 w:val="00000000000000000000"/>
    <w:charset w:val="8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F27587" w14:textId="77777777" w:rsidR="003C2C1B" w:rsidRDefault="003C2C1B">
      <w:pPr>
        <w:spacing w:after="0"/>
      </w:pPr>
      <w:r>
        <w:separator/>
      </w:r>
    </w:p>
  </w:footnote>
  <w:footnote w:type="continuationSeparator" w:id="0">
    <w:p w14:paraId="5EE9FC48" w14:textId="77777777" w:rsidR="003C2C1B" w:rsidRDefault="003C2C1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B66D57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AF24DD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386E0C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0407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CD76DE8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406858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DAA9E5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962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B292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F12E014"/>
    <w:lvl w:ilvl="0">
      <w:start w:val="1"/>
      <w:numFmt w:val="bullet"/>
      <w:lvlText w:val="·"/>
      <w:lvlJc w:val="left"/>
      <w:pPr>
        <w:tabs>
          <w:tab w:val="num" w:pos="144"/>
        </w:tabs>
        <w:ind w:left="144" w:hanging="144"/>
      </w:pPr>
      <w:rPr>
        <w:rFonts w:ascii="Cambria" w:hAnsi="Cambria" w:hint="default"/>
      </w:rPr>
    </w:lvl>
  </w:abstractNum>
  <w:abstractNum w:abstractNumId="10" w15:restartNumberingAfterBreak="0">
    <w:nsid w:val="08E72B9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0A034AD0"/>
    <w:multiLevelType w:val="multilevel"/>
    <w:tmpl w:val="67B638B6"/>
    <w:lvl w:ilvl="0">
      <w:start w:val="1"/>
      <w:numFmt w:val="bullet"/>
      <w:pStyle w:val="a"/>
      <w:lvlText w:val="·"/>
      <w:lvlJc w:val="left"/>
      <w:pPr>
        <w:tabs>
          <w:tab w:val="num" w:pos="216"/>
        </w:tabs>
        <w:ind w:left="216" w:hanging="216"/>
      </w:pPr>
      <w:rPr>
        <w:rFonts w:ascii="Cambria" w:hAnsi="Cambria" w:hint="default"/>
      </w:rPr>
    </w:lvl>
    <w:lvl w:ilvl="1">
      <w:start w:val="1"/>
      <w:numFmt w:val="bullet"/>
      <w:lvlText w:val="o"/>
      <w:lvlJc w:val="left"/>
      <w:pPr>
        <w:tabs>
          <w:tab w:val="num" w:pos="648"/>
        </w:tabs>
        <w:ind w:left="648" w:hanging="216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216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512"/>
        </w:tabs>
        <w:ind w:left="1512" w:hanging="216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944"/>
        </w:tabs>
        <w:ind w:left="1944" w:hanging="216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376"/>
        </w:tabs>
        <w:ind w:left="2376" w:hanging="216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808"/>
        </w:tabs>
        <w:ind w:left="2808" w:hanging="216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216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672"/>
        </w:tabs>
        <w:ind w:left="3672" w:hanging="216"/>
      </w:pPr>
      <w:rPr>
        <w:rFonts w:ascii="Wingdings" w:hAnsi="Wingdings" w:hint="default"/>
      </w:rPr>
    </w:lvl>
  </w:abstractNum>
  <w:abstractNum w:abstractNumId="12" w15:restartNumberingAfterBreak="0">
    <w:nsid w:val="0E1D32B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C864A0"/>
    <w:multiLevelType w:val="multilevel"/>
    <w:tmpl w:val="F42A8A2A"/>
    <w:lvl w:ilvl="0">
      <w:start w:val="1"/>
      <w:numFmt w:val="upperRoman"/>
      <w:lvlText w:val="문서 %1."/>
      <w:lvlJc w:val="left"/>
      <w:pPr>
        <w:ind w:left="0" w:firstLine="0"/>
      </w:pPr>
    </w:lvl>
    <w:lvl w:ilvl="1">
      <w:start w:val="1"/>
      <w:numFmt w:val="decimalZero"/>
      <w:isLgl/>
      <w:lvlText w:val="구역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 w15:restartNumberingAfterBreak="0">
    <w:nsid w:val="32AD436E"/>
    <w:multiLevelType w:val="multilevel"/>
    <w:tmpl w:val="72A0CD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683A1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EE43B46"/>
    <w:multiLevelType w:val="hybridMultilevel"/>
    <w:tmpl w:val="148A468A"/>
    <w:lvl w:ilvl="0" w:tplc="9834A734">
      <w:start w:val="2"/>
      <w:numFmt w:val="bullet"/>
      <w:lvlText w:val=""/>
      <w:lvlJc w:val="left"/>
      <w:pPr>
        <w:ind w:left="575" w:hanging="360"/>
      </w:pPr>
      <w:rPr>
        <w:rFonts w:ascii="Wingdings" w:eastAsia="나눔스퀘어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7" w15:restartNumberingAfterBreak="0">
    <w:nsid w:val="52D8015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2FC5048"/>
    <w:multiLevelType w:val="multilevel"/>
    <w:tmpl w:val="04090023"/>
    <w:lvl w:ilvl="0">
      <w:start w:val="1"/>
      <w:numFmt w:val="upperRoman"/>
      <w:lvlText w:val="문서 %1."/>
      <w:lvlJc w:val="left"/>
      <w:pPr>
        <w:ind w:left="0" w:firstLine="0"/>
      </w:pPr>
    </w:lvl>
    <w:lvl w:ilvl="1">
      <w:start w:val="1"/>
      <w:numFmt w:val="decimalZero"/>
      <w:isLgl/>
      <w:lvlText w:val="구역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58881FFC"/>
    <w:multiLevelType w:val="hybridMultilevel"/>
    <w:tmpl w:val="D326F906"/>
    <w:lvl w:ilvl="0" w:tplc="29FC0EEC">
      <w:start w:val="2"/>
      <w:numFmt w:val="bullet"/>
      <w:lvlText w:val=""/>
      <w:lvlJc w:val="left"/>
      <w:pPr>
        <w:ind w:left="760" w:hanging="360"/>
      </w:pPr>
      <w:rPr>
        <w:rFonts w:ascii="Wingdings" w:eastAsia="나눔스퀘어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6D9D5ECA"/>
    <w:multiLevelType w:val="multilevel"/>
    <w:tmpl w:val="2DB03242"/>
    <w:lvl w:ilvl="0">
      <w:start w:val="1"/>
      <w:numFmt w:val="decimal"/>
      <w:pStyle w:val="a0"/>
      <w:lvlText w:val="%1)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288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296"/>
        </w:tabs>
        <w:ind w:left="1296" w:hanging="288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288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04"/>
        </w:tabs>
        <w:ind w:left="2304" w:hanging="288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08"/>
        </w:tabs>
        <w:ind w:left="2808" w:hanging="288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2"/>
        </w:tabs>
        <w:ind w:left="3312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816"/>
        </w:tabs>
        <w:ind w:left="3816" w:hanging="288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20"/>
        </w:tabs>
        <w:ind w:left="4320" w:hanging="288"/>
      </w:pPr>
      <w:rPr>
        <w:rFonts w:hint="default"/>
      </w:rPr>
    </w:lvl>
  </w:abstractNum>
  <w:abstractNum w:abstractNumId="21" w15:restartNumberingAfterBreak="0">
    <w:nsid w:val="71866955"/>
    <w:multiLevelType w:val="multilevel"/>
    <w:tmpl w:val="01684A10"/>
    <w:lvl w:ilvl="0">
      <w:start w:val="1"/>
      <w:numFmt w:val="upperRoman"/>
      <w:lvlText w:val="문서 %1."/>
      <w:lvlJc w:val="left"/>
      <w:pPr>
        <w:ind w:left="0" w:firstLine="0"/>
      </w:pPr>
    </w:lvl>
    <w:lvl w:ilvl="1">
      <w:start w:val="1"/>
      <w:numFmt w:val="decimalZero"/>
      <w:isLgl/>
      <w:lvlText w:val="구역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242332122">
    <w:abstractNumId w:val="9"/>
  </w:num>
  <w:num w:numId="2" w16cid:durableId="579022929">
    <w:abstractNumId w:val="9"/>
    <w:lvlOverride w:ilvl="0">
      <w:startOverride w:val="1"/>
    </w:lvlOverride>
  </w:num>
  <w:num w:numId="3" w16cid:durableId="1561214191">
    <w:abstractNumId w:val="9"/>
    <w:lvlOverride w:ilvl="0">
      <w:startOverride w:val="1"/>
    </w:lvlOverride>
  </w:num>
  <w:num w:numId="4" w16cid:durableId="1152135478">
    <w:abstractNumId w:val="9"/>
    <w:lvlOverride w:ilvl="0">
      <w:startOverride w:val="1"/>
    </w:lvlOverride>
  </w:num>
  <w:num w:numId="5" w16cid:durableId="405227116">
    <w:abstractNumId w:val="8"/>
  </w:num>
  <w:num w:numId="6" w16cid:durableId="218976895">
    <w:abstractNumId w:val="7"/>
  </w:num>
  <w:num w:numId="7" w16cid:durableId="1551066341">
    <w:abstractNumId w:val="6"/>
  </w:num>
  <w:num w:numId="8" w16cid:durableId="767196032">
    <w:abstractNumId w:val="5"/>
  </w:num>
  <w:num w:numId="9" w16cid:durableId="1330212553">
    <w:abstractNumId w:val="4"/>
  </w:num>
  <w:num w:numId="10" w16cid:durableId="172456730">
    <w:abstractNumId w:val="3"/>
  </w:num>
  <w:num w:numId="11" w16cid:durableId="57671944">
    <w:abstractNumId w:val="2"/>
  </w:num>
  <w:num w:numId="12" w16cid:durableId="789470926">
    <w:abstractNumId w:val="1"/>
  </w:num>
  <w:num w:numId="13" w16cid:durableId="110511874">
    <w:abstractNumId w:val="0"/>
  </w:num>
  <w:num w:numId="14" w16cid:durableId="854658988">
    <w:abstractNumId w:val="13"/>
  </w:num>
  <w:num w:numId="15" w16cid:durableId="1033460996">
    <w:abstractNumId w:val="17"/>
  </w:num>
  <w:num w:numId="16" w16cid:durableId="781459697">
    <w:abstractNumId w:val="12"/>
  </w:num>
  <w:num w:numId="17" w16cid:durableId="1956013902">
    <w:abstractNumId w:val="15"/>
  </w:num>
  <w:num w:numId="18" w16cid:durableId="1003239865">
    <w:abstractNumId w:val="10"/>
  </w:num>
  <w:num w:numId="19" w16cid:durableId="1266229093">
    <w:abstractNumId w:val="21"/>
  </w:num>
  <w:num w:numId="20" w16cid:durableId="1467509103">
    <w:abstractNumId w:val="18"/>
  </w:num>
  <w:num w:numId="21" w16cid:durableId="835919713">
    <w:abstractNumId w:val="11"/>
  </w:num>
  <w:num w:numId="22" w16cid:durableId="1834838693">
    <w:abstractNumId w:val="14"/>
  </w:num>
  <w:num w:numId="23" w16cid:durableId="1648977355">
    <w:abstractNumId w:val="20"/>
  </w:num>
  <w:num w:numId="24" w16cid:durableId="1715424833">
    <w:abstractNumId w:val="16"/>
  </w:num>
  <w:num w:numId="25" w16cid:durableId="1018725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74B"/>
    <w:rsid w:val="00011162"/>
    <w:rsid w:val="0007299F"/>
    <w:rsid w:val="000A4F59"/>
    <w:rsid w:val="000A6E3A"/>
    <w:rsid w:val="000B24ED"/>
    <w:rsid w:val="000B74FF"/>
    <w:rsid w:val="000C52E1"/>
    <w:rsid w:val="00125D24"/>
    <w:rsid w:val="00141A4C"/>
    <w:rsid w:val="001B29CF"/>
    <w:rsid w:val="001F4A42"/>
    <w:rsid w:val="002134D8"/>
    <w:rsid w:val="0028220F"/>
    <w:rsid w:val="002A2CDA"/>
    <w:rsid w:val="002C6041"/>
    <w:rsid w:val="002F7886"/>
    <w:rsid w:val="00342A9A"/>
    <w:rsid w:val="00356C14"/>
    <w:rsid w:val="003B6B1F"/>
    <w:rsid w:val="003C2C1B"/>
    <w:rsid w:val="003D2DC4"/>
    <w:rsid w:val="00480140"/>
    <w:rsid w:val="004A1777"/>
    <w:rsid w:val="004A69AC"/>
    <w:rsid w:val="004C5F67"/>
    <w:rsid w:val="00521F8F"/>
    <w:rsid w:val="00531856"/>
    <w:rsid w:val="00566363"/>
    <w:rsid w:val="005A0EAE"/>
    <w:rsid w:val="00605DE8"/>
    <w:rsid w:val="00617B26"/>
    <w:rsid w:val="0062551A"/>
    <w:rsid w:val="006270A9"/>
    <w:rsid w:val="006428C6"/>
    <w:rsid w:val="0067313E"/>
    <w:rsid w:val="00675956"/>
    <w:rsid w:val="00681034"/>
    <w:rsid w:val="00682DD5"/>
    <w:rsid w:val="006C2912"/>
    <w:rsid w:val="006C3CBE"/>
    <w:rsid w:val="00770E11"/>
    <w:rsid w:val="00771B7F"/>
    <w:rsid w:val="007A1532"/>
    <w:rsid w:val="007A4236"/>
    <w:rsid w:val="007D1396"/>
    <w:rsid w:val="007F3477"/>
    <w:rsid w:val="00816216"/>
    <w:rsid w:val="00820DDB"/>
    <w:rsid w:val="00873749"/>
    <w:rsid w:val="0087734B"/>
    <w:rsid w:val="0089369F"/>
    <w:rsid w:val="008C3642"/>
    <w:rsid w:val="008D06B5"/>
    <w:rsid w:val="00930E02"/>
    <w:rsid w:val="009C4292"/>
    <w:rsid w:val="009D2F38"/>
    <w:rsid w:val="009D5933"/>
    <w:rsid w:val="00A01FB7"/>
    <w:rsid w:val="00A043DC"/>
    <w:rsid w:val="00AD2EBE"/>
    <w:rsid w:val="00B27577"/>
    <w:rsid w:val="00B52328"/>
    <w:rsid w:val="00BC3BC2"/>
    <w:rsid w:val="00BD768D"/>
    <w:rsid w:val="00C61F8E"/>
    <w:rsid w:val="00C772ED"/>
    <w:rsid w:val="00C80D2B"/>
    <w:rsid w:val="00C92B68"/>
    <w:rsid w:val="00CB581E"/>
    <w:rsid w:val="00CD1344"/>
    <w:rsid w:val="00D23803"/>
    <w:rsid w:val="00D32A00"/>
    <w:rsid w:val="00D32A2E"/>
    <w:rsid w:val="00D5325E"/>
    <w:rsid w:val="00DD7DF1"/>
    <w:rsid w:val="00DE374B"/>
    <w:rsid w:val="00E3143B"/>
    <w:rsid w:val="00E809C6"/>
    <w:rsid w:val="00E83E4B"/>
    <w:rsid w:val="00EA6CF2"/>
    <w:rsid w:val="00EB0D0C"/>
    <w:rsid w:val="00EC32EC"/>
    <w:rsid w:val="00EC7E99"/>
    <w:rsid w:val="00ED25F4"/>
    <w:rsid w:val="00ED44E8"/>
    <w:rsid w:val="00EE741D"/>
    <w:rsid w:val="00F400E0"/>
    <w:rsid w:val="00F85BC9"/>
    <w:rsid w:val="00FF4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EF3558"/>
  <w15:chartTrackingRefBased/>
  <w15:docId w15:val="{B3C29CC0-C4B4-4DD9-858B-42C594814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color w:val="404040" w:themeColor="text1" w:themeTint="BF"/>
        <w:sz w:val="22"/>
        <w:szCs w:val="22"/>
        <w:lang w:val="en-US" w:eastAsia="ko-KR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iPriority="2" w:unhideWhenUsed="1" w:qFormat="1"/>
    <w:lsdException w:name="Signature" w:semiHidden="1" w:uiPriority="2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3" w:unhideWhenUsed="1" w:qFormat="1"/>
    <w:lsdException w:name="Salutation" w:semiHidden="1" w:uiPriority="2" w:unhideWhenUsed="1" w:qFormat="1"/>
    <w:lsdException w:name="Date" w:semiHidden="1" w:uiPriority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36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873749"/>
    <w:pPr>
      <w:spacing w:after="80"/>
    </w:pPr>
  </w:style>
  <w:style w:type="paragraph" w:styleId="1">
    <w:name w:val="heading 1"/>
    <w:basedOn w:val="a1"/>
    <w:link w:val="1Char"/>
    <w:uiPriority w:val="9"/>
    <w:qFormat/>
    <w:rsid w:val="00EB0D0C"/>
    <w:pPr>
      <w:keepNext/>
      <w:keepLines/>
      <w:spacing w:before="80" w:afterLines="40" w:after="40"/>
      <w:contextualSpacing/>
      <w:outlineLvl w:val="0"/>
    </w:pPr>
    <w:rPr>
      <w:rFonts w:asciiTheme="majorHAnsi" w:eastAsiaTheme="majorEastAsia" w:hAnsiTheme="majorHAnsi" w:cstheme="majorBidi"/>
      <w:b/>
      <w:color w:val="2A7B88" w:themeColor="accent1" w:themeShade="BF"/>
      <w:sz w:val="28"/>
      <w:szCs w:val="32"/>
    </w:rPr>
  </w:style>
  <w:style w:type="paragraph" w:styleId="2">
    <w:name w:val="heading 2"/>
    <w:basedOn w:val="a1"/>
    <w:next w:val="a1"/>
    <w:link w:val="2Char"/>
    <w:uiPriority w:val="9"/>
    <w:unhideWhenUsed/>
    <w:qFormat/>
    <w:rsid w:val="00EB0D0C"/>
    <w:pPr>
      <w:keepNext/>
      <w:keepLines/>
      <w:spacing w:before="20" w:after="40"/>
      <w:contextualSpacing/>
      <w:outlineLvl w:val="1"/>
    </w:pPr>
    <w:rPr>
      <w:rFonts w:asciiTheme="majorHAnsi" w:eastAsiaTheme="majorEastAsia" w:hAnsiTheme="majorHAnsi" w:cstheme="majorBidi"/>
      <w:b/>
      <w:caps/>
      <w:color w:val="262626" w:themeColor="text1" w:themeTint="D9"/>
      <w:sz w:val="24"/>
      <w:szCs w:val="26"/>
    </w:rPr>
  </w:style>
  <w:style w:type="paragraph" w:styleId="8">
    <w:name w:val="heading 8"/>
    <w:basedOn w:val="a1"/>
    <w:next w:val="a1"/>
    <w:link w:val="8Char"/>
    <w:uiPriority w:val="9"/>
    <w:semiHidden/>
    <w:unhideWhenUsed/>
    <w:qFormat/>
    <w:rsid w:val="0028220F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9">
    <w:name w:val="heading 9"/>
    <w:basedOn w:val="a1"/>
    <w:next w:val="a1"/>
    <w:link w:val="9Char"/>
    <w:uiPriority w:val="9"/>
    <w:semiHidden/>
    <w:unhideWhenUsed/>
    <w:qFormat/>
    <w:rsid w:val="0028220F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Title"/>
    <w:basedOn w:val="a1"/>
    <w:link w:val="Char"/>
    <w:uiPriority w:val="1"/>
    <w:qFormat/>
    <w:rsid w:val="00EB0D0C"/>
    <w:pPr>
      <w:pBdr>
        <w:bottom w:val="single" w:sz="12" w:space="4" w:color="39A5B7" w:themeColor="accent1"/>
      </w:pBdr>
      <w:contextualSpacing/>
    </w:pPr>
    <w:rPr>
      <w:rFonts w:asciiTheme="majorHAnsi" w:eastAsiaTheme="majorEastAsia" w:hAnsiTheme="majorHAnsi" w:cstheme="majorBidi"/>
      <w:color w:val="2A7B88" w:themeColor="accent1" w:themeShade="BF"/>
      <w:kern w:val="28"/>
      <w:sz w:val="56"/>
    </w:rPr>
  </w:style>
  <w:style w:type="character" w:customStyle="1" w:styleId="Char">
    <w:name w:val="제목 Char"/>
    <w:basedOn w:val="a2"/>
    <w:link w:val="a5"/>
    <w:uiPriority w:val="1"/>
    <w:rsid w:val="00EB0D0C"/>
    <w:rPr>
      <w:rFonts w:asciiTheme="majorHAnsi" w:eastAsiaTheme="majorEastAsia" w:hAnsiTheme="majorHAnsi" w:cstheme="majorBidi"/>
      <w:color w:val="2A7B88" w:themeColor="accent1" w:themeShade="BF"/>
      <w:kern w:val="28"/>
      <w:sz w:val="56"/>
    </w:rPr>
  </w:style>
  <w:style w:type="character" w:styleId="a6">
    <w:name w:val="Placeholder Text"/>
    <w:basedOn w:val="a2"/>
    <w:uiPriority w:val="99"/>
    <w:semiHidden/>
    <w:rsid w:val="00E83E4B"/>
    <w:rPr>
      <w:color w:val="393939" w:themeColor="text2" w:themeShade="BF"/>
    </w:rPr>
  </w:style>
  <w:style w:type="paragraph" w:styleId="a">
    <w:name w:val="List Bullet"/>
    <w:basedOn w:val="a1"/>
    <w:uiPriority w:val="10"/>
    <w:unhideWhenUsed/>
    <w:qFormat/>
    <w:rsid w:val="00EB0D0C"/>
    <w:pPr>
      <w:numPr>
        <w:numId w:val="21"/>
      </w:numPr>
      <w:ind w:left="215" w:hanging="215"/>
      <w:contextualSpacing/>
    </w:pPr>
  </w:style>
  <w:style w:type="paragraph" w:styleId="a7">
    <w:name w:val="header"/>
    <w:basedOn w:val="a1"/>
    <w:link w:val="Char0"/>
    <w:uiPriority w:val="99"/>
    <w:unhideWhenUsed/>
    <w:pPr>
      <w:spacing w:after="0"/>
    </w:pPr>
  </w:style>
  <w:style w:type="character" w:customStyle="1" w:styleId="Char0">
    <w:name w:val="머리글 Char"/>
    <w:basedOn w:val="a2"/>
    <w:link w:val="a7"/>
    <w:uiPriority w:val="99"/>
  </w:style>
  <w:style w:type="paragraph" w:styleId="a8">
    <w:name w:val="footer"/>
    <w:basedOn w:val="a1"/>
    <w:link w:val="Char1"/>
    <w:uiPriority w:val="99"/>
    <w:unhideWhenUsed/>
    <w:rsid w:val="00681034"/>
    <w:pPr>
      <w:spacing w:after="0"/>
      <w:jc w:val="right"/>
    </w:pPr>
    <w:rPr>
      <w:color w:val="2A7B88" w:themeColor="accent1" w:themeShade="BF"/>
    </w:rPr>
  </w:style>
  <w:style w:type="character" w:customStyle="1" w:styleId="Char1">
    <w:name w:val="바닥글 Char"/>
    <w:basedOn w:val="a2"/>
    <w:link w:val="a8"/>
    <w:uiPriority w:val="99"/>
    <w:rsid w:val="00681034"/>
    <w:rPr>
      <w:color w:val="2A7B88" w:themeColor="accent1" w:themeShade="BF"/>
    </w:rPr>
  </w:style>
  <w:style w:type="character" w:customStyle="1" w:styleId="1Char">
    <w:name w:val="제목 1 Char"/>
    <w:basedOn w:val="a2"/>
    <w:link w:val="1"/>
    <w:uiPriority w:val="9"/>
    <w:rsid w:val="00EB0D0C"/>
    <w:rPr>
      <w:rFonts w:asciiTheme="majorHAnsi" w:eastAsiaTheme="majorEastAsia" w:hAnsiTheme="majorHAnsi" w:cstheme="majorBidi"/>
      <w:b/>
      <w:color w:val="2A7B88" w:themeColor="accent1" w:themeShade="BF"/>
      <w:sz w:val="28"/>
      <w:szCs w:val="32"/>
    </w:rPr>
  </w:style>
  <w:style w:type="character" w:customStyle="1" w:styleId="2Char">
    <w:name w:val="제목 2 Char"/>
    <w:basedOn w:val="a2"/>
    <w:link w:val="2"/>
    <w:uiPriority w:val="9"/>
    <w:rsid w:val="00EB0D0C"/>
    <w:rPr>
      <w:rFonts w:asciiTheme="majorHAnsi" w:eastAsiaTheme="majorEastAsia" w:hAnsiTheme="majorHAnsi" w:cstheme="majorBidi"/>
      <w:b/>
      <w:caps/>
      <w:color w:val="262626" w:themeColor="text1" w:themeTint="D9"/>
      <w:sz w:val="24"/>
      <w:szCs w:val="26"/>
    </w:rPr>
  </w:style>
  <w:style w:type="paragraph" w:styleId="TOC">
    <w:name w:val="TOC Heading"/>
    <w:basedOn w:val="1"/>
    <w:next w:val="a1"/>
    <w:uiPriority w:val="39"/>
    <w:semiHidden/>
    <w:unhideWhenUsed/>
    <w:qFormat/>
    <w:pPr>
      <w:contextualSpacing w:val="0"/>
      <w:outlineLvl w:val="9"/>
    </w:pPr>
  </w:style>
  <w:style w:type="character" w:styleId="a9">
    <w:name w:val="Intense Emphasis"/>
    <w:basedOn w:val="a2"/>
    <w:uiPriority w:val="21"/>
    <w:semiHidden/>
    <w:unhideWhenUsed/>
    <w:qFormat/>
    <w:rPr>
      <w:i/>
      <w:iCs/>
      <w:color w:val="2A7B88" w:themeColor="accent1" w:themeShade="BF"/>
    </w:rPr>
  </w:style>
  <w:style w:type="character" w:styleId="aa">
    <w:name w:val="Intense Reference"/>
    <w:basedOn w:val="a2"/>
    <w:uiPriority w:val="32"/>
    <w:semiHidden/>
    <w:unhideWhenUsed/>
    <w:qFormat/>
    <w:rPr>
      <w:b/>
      <w:bCs/>
      <w:caps w:val="0"/>
      <w:smallCaps/>
      <w:color w:val="2A7B88" w:themeColor="accent1" w:themeShade="BF"/>
      <w:spacing w:val="5"/>
    </w:rPr>
  </w:style>
  <w:style w:type="paragraph" w:styleId="ab">
    <w:name w:val="Intense Quote"/>
    <w:basedOn w:val="a1"/>
    <w:next w:val="a1"/>
    <w:link w:val="Char2"/>
    <w:uiPriority w:val="30"/>
    <w:semiHidden/>
    <w:unhideWhenUsed/>
    <w:qFormat/>
    <w:pPr>
      <w:pBdr>
        <w:top w:val="single" w:sz="4" w:space="10" w:color="2A7B88" w:themeColor="accent1" w:themeShade="BF"/>
        <w:bottom w:val="single" w:sz="4" w:space="10" w:color="2A7B88" w:themeColor="accent1" w:themeShade="BF"/>
      </w:pBdr>
      <w:spacing w:before="360" w:after="360"/>
      <w:ind w:left="864" w:right="864"/>
      <w:jc w:val="center"/>
    </w:pPr>
    <w:rPr>
      <w:i/>
      <w:iCs/>
      <w:color w:val="2A7B88" w:themeColor="accent1" w:themeShade="BF"/>
    </w:rPr>
  </w:style>
  <w:style w:type="character" w:customStyle="1" w:styleId="Char2">
    <w:name w:val="강한 인용 Char"/>
    <w:basedOn w:val="a2"/>
    <w:link w:val="ab"/>
    <w:uiPriority w:val="30"/>
    <w:semiHidden/>
    <w:rPr>
      <w:i/>
      <w:iCs/>
      <w:color w:val="2A7B88" w:themeColor="accent1" w:themeShade="BF"/>
    </w:rPr>
  </w:style>
  <w:style w:type="paragraph" w:styleId="a0">
    <w:name w:val="List Number"/>
    <w:basedOn w:val="a1"/>
    <w:uiPriority w:val="11"/>
    <w:qFormat/>
    <w:rsid w:val="0087734B"/>
    <w:pPr>
      <w:numPr>
        <w:numId w:val="23"/>
      </w:numPr>
      <w:spacing w:line="288" w:lineRule="auto"/>
      <w:contextualSpacing/>
    </w:pPr>
  </w:style>
  <w:style w:type="character" w:styleId="ac">
    <w:name w:val="FollowedHyperlink"/>
    <w:basedOn w:val="a2"/>
    <w:uiPriority w:val="99"/>
    <w:semiHidden/>
    <w:unhideWhenUsed/>
    <w:rsid w:val="00E83E4B"/>
    <w:rPr>
      <w:color w:val="7B4968" w:themeColor="accent5" w:themeShade="BF"/>
      <w:u w:val="single"/>
    </w:rPr>
  </w:style>
  <w:style w:type="character" w:styleId="ad">
    <w:name w:val="Hyperlink"/>
    <w:basedOn w:val="a2"/>
    <w:uiPriority w:val="99"/>
    <w:unhideWhenUsed/>
    <w:rsid w:val="00E83E4B"/>
    <w:rPr>
      <w:color w:val="2A7B88" w:themeColor="accent1" w:themeShade="BF"/>
      <w:u w:val="single"/>
    </w:rPr>
  </w:style>
  <w:style w:type="paragraph" w:styleId="3">
    <w:name w:val="Body Text 3"/>
    <w:basedOn w:val="a1"/>
    <w:link w:val="3Char"/>
    <w:uiPriority w:val="99"/>
    <w:semiHidden/>
    <w:unhideWhenUsed/>
    <w:rsid w:val="00E83E4B"/>
    <w:pPr>
      <w:spacing w:after="120"/>
    </w:pPr>
    <w:rPr>
      <w:szCs w:val="16"/>
    </w:rPr>
  </w:style>
  <w:style w:type="character" w:customStyle="1" w:styleId="3Char">
    <w:name w:val="본문 3 Char"/>
    <w:basedOn w:val="a2"/>
    <w:link w:val="3"/>
    <w:uiPriority w:val="99"/>
    <w:semiHidden/>
    <w:rsid w:val="00E83E4B"/>
    <w:rPr>
      <w:szCs w:val="16"/>
    </w:rPr>
  </w:style>
  <w:style w:type="paragraph" w:styleId="ae">
    <w:name w:val="Block Text"/>
    <w:basedOn w:val="a1"/>
    <w:uiPriority w:val="99"/>
    <w:semiHidden/>
    <w:unhideWhenUsed/>
    <w:rsid w:val="00E83E4B"/>
    <w:pPr>
      <w:pBdr>
        <w:top w:val="single" w:sz="2" w:space="10" w:color="39A5B7" w:themeColor="accent1"/>
        <w:left w:val="single" w:sz="2" w:space="10" w:color="39A5B7" w:themeColor="accent1"/>
        <w:bottom w:val="single" w:sz="2" w:space="10" w:color="39A5B7" w:themeColor="accent1"/>
        <w:right w:val="single" w:sz="2" w:space="10" w:color="39A5B7" w:themeColor="accent1"/>
      </w:pBdr>
      <w:ind w:left="1152" w:right="1152"/>
    </w:pPr>
    <w:rPr>
      <w:i/>
      <w:iCs/>
      <w:color w:val="2A7B88" w:themeColor="accent1" w:themeShade="BF"/>
    </w:rPr>
  </w:style>
  <w:style w:type="paragraph" w:styleId="30">
    <w:name w:val="Body Text Indent 3"/>
    <w:basedOn w:val="a1"/>
    <w:link w:val="3Char0"/>
    <w:uiPriority w:val="99"/>
    <w:semiHidden/>
    <w:unhideWhenUsed/>
    <w:rsid w:val="00E83E4B"/>
    <w:pPr>
      <w:spacing w:after="120"/>
      <w:ind w:left="360"/>
    </w:pPr>
    <w:rPr>
      <w:szCs w:val="16"/>
    </w:rPr>
  </w:style>
  <w:style w:type="character" w:customStyle="1" w:styleId="3Char0">
    <w:name w:val="본문 들여쓰기 3 Char"/>
    <w:basedOn w:val="a2"/>
    <w:link w:val="30"/>
    <w:uiPriority w:val="99"/>
    <w:semiHidden/>
    <w:rsid w:val="00E83E4B"/>
    <w:rPr>
      <w:szCs w:val="16"/>
    </w:rPr>
  </w:style>
  <w:style w:type="character" w:styleId="af">
    <w:name w:val="annotation reference"/>
    <w:basedOn w:val="a2"/>
    <w:uiPriority w:val="99"/>
    <w:semiHidden/>
    <w:unhideWhenUsed/>
    <w:rsid w:val="0028220F"/>
    <w:rPr>
      <w:sz w:val="22"/>
      <w:szCs w:val="16"/>
    </w:rPr>
  </w:style>
  <w:style w:type="paragraph" w:styleId="af0">
    <w:name w:val="Document Map"/>
    <w:basedOn w:val="a1"/>
    <w:link w:val="Char3"/>
    <w:uiPriority w:val="99"/>
    <w:semiHidden/>
    <w:unhideWhenUsed/>
    <w:rsid w:val="00E83E4B"/>
    <w:pPr>
      <w:spacing w:after="0"/>
    </w:pPr>
    <w:rPr>
      <w:rFonts w:ascii="Segoe UI" w:hAnsi="Segoe UI" w:cs="Segoe UI"/>
      <w:szCs w:val="16"/>
    </w:rPr>
  </w:style>
  <w:style w:type="character" w:customStyle="1" w:styleId="Char3">
    <w:name w:val="문서 구조 Char"/>
    <w:basedOn w:val="a2"/>
    <w:link w:val="af0"/>
    <w:uiPriority w:val="99"/>
    <w:semiHidden/>
    <w:rsid w:val="00E83E4B"/>
    <w:rPr>
      <w:rFonts w:ascii="Segoe UI" w:hAnsi="Segoe UI" w:cs="Segoe UI"/>
      <w:szCs w:val="16"/>
    </w:rPr>
  </w:style>
  <w:style w:type="character" w:customStyle="1" w:styleId="8Char">
    <w:name w:val="제목 8 Char"/>
    <w:basedOn w:val="a2"/>
    <w:link w:val="8"/>
    <w:uiPriority w:val="9"/>
    <w:semiHidden/>
    <w:rsid w:val="0028220F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9Char">
    <w:name w:val="제목 9 Char"/>
    <w:basedOn w:val="a2"/>
    <w:link w:val="9"/>
    <w:uiPriority w:val="9"/>
    <w:semiHidden/>
    <w:rsid w:val="0028220F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af1">
    <w:name w:val="caption"/>
    <w:basedOn w:val="a1"/>
    <w:next w:val="a1"/>
    <w:uiPriority w:val="35"/>
    <w:semiHidden/>
    <w:unhideWhenUsed/>
    <w:qFormat/>
    <w:rsid w:val="0028220F"/>
    <w:pPr>
      <w:spacing w:after="200"/>
    </w:pPr>
    <w:rPr>
      <w:i/>
      <w:iCs/>
      <w:color w:val="4D4D4D" w:themeColor="text2"/>
      <w:szCs w:val="18"/>
    </w:rPr>
  </w:style>
  <w:style w:type="paragraph" w:styleId="af2">
    <w:name w:val="Balloon Text"/>
    <w:basedOn w:val="a1"/>
    <w:link w:val="Char4"/>
    <w:uiPriority w:val="99"/>
    <w:semiHidden/>
    <w:unhideWhenUsed/>
    <w:rsid w:val="0028220F"/>
    <w:pPr>
      <w:spacing w:after="0"/>
    </w:pPr>
    <w:rPr>
      <w:rFonts w:ascii="Segoe UI" w:hAnsi="Segoe UI" w:cs="Segoe UI"/>
      <w:szCs w:val="18"/>
    </w:rPr>
  </w:style>
  <w:style w:type="character" w:customStyle="1" w:styleId="Char4">
    <w:name w:val="풍선 도움말 텍스트 Char"/>
    <w:basedOn w:val="a2"/>
    <w:link w:val="af2"/>
    <w:uiPriority w:val="99"/>
    <w:semiHidden/>
    <w:rsid w:val="0028220F"/>
    <w:rPr>
      <w:rFonts w:ascii="Segoe UI" w:hAnsi="Segoe UI" w:cs="Segoe UI"/>
      <w:szCs w:val="18"/>
    </w:rPr>
  </w:style>
  <w:style w:type="paragraph" w:styleId="af3">
    <w:name w:val="annotation text"/>
    <w:basedOn w:val="a1"/>
    <w:link w:val="Char5"/>
    <w:uiPriority w:val="99"/>
    <w:semiHidden/>
    <w:unhideWhenUsed/>
    <w:rsid w:val="0028220F"/>
    <w:rPr>
      <w:szCs w:val="20"/>
    </w:rPr>
  </w:style>
  <w:style w:type="character" w:customStyle="1" w:styleId="Char5">
    <w:name w:val="메모 텍스트 Char"/>
    <w:basedOn w:val="a2"/>
    <w:link w:val="af3"/>
    <w:uiPriority w:val="99"/>
    <w:semiHidden/>
    <w:rsid w:val="0028220F"/>
    <w:rPr>
      <w:szCs w:val="20"/>
    </w:rPr>
  </w:style>
  <w:style w:type="paragraph" w:styleId="af4">
    <w:name w:val="annotation subject"/>
    <w:basedOn w:val="af3"/>
    <w:next w:val="af3"/>
    <w:link w:val="Char6"/>
    <w:uiPriority w:val="99"/>
    <w:semiHidden/>
    <w:unhideWhenUsed/>
    <w:rsid w:val="0028220F"/>
    <w:rPr>
      <w:b/>
      <w:bCs/>
    </w:rPr>
  </w:style>
  <w:style w:type="character" w:customStyle="1" w:styleId="Char6">
    <w:name w:val="메모 주제 Char"/>
    <w:basedOn w:val="Char5"/>
    <w:link w:val="af4"/>
    <w:uiPriority w:val="99"/>
    <w:semiHidden/>
    <w:rsid w:val="0028220F"/>
    <w:rPr>
      <w:b/>
      <w:bCs/>
      <w:szCs w:val="20"/>
    </w:rPr>
  </w:style>
  <w:style w:type="paragraph" w:styleId="af5">
    <w:name w:val="endnote text"/>
    <w:basedOn w:val="a1"/>
    <w:link w:val="Char7"/>
    <w:uiPriority w:val="99"/>
    <w:semiHidden/>
    <w:unhideWhenUsed/>
    <w:rsid w:val="0028220F"/>
    <w:pPr>
      <w:spacing w:after="0"/>
    </w:pPr>
    <w:rPr>
      <w:szCs w:val="20"/>
    </w:rPr>
  </w:style>
  <w:style w:type="character" w:customStyle="1" w:styleId="Char7">
    <w:name w:val="미주 텍스트 Char"/>
    <w:basedOn w:val="a2"/>
    <w:link w:val="af5"/>
    <w:uiPriority w:val="99"/>
    <w:semiHidden/>
    <w:rsid w:val="0028220F"/>
    <w:rPr>
      <w:szCs w:val="20"/>
    </w:rPr>
  </w:style>
  <w:style w:type="paragraph" w:styleId="af6">
    <w:name w:val="envelope return"/>
    <w:basedOn w:val="a1"/>
    <w:uiPriority w:val="99"/>
    <w:semiHidden/>
    <w:unhideWhenUsed/>
    <w:rsid w:val="0028220F"/>
    <w:pPr>
      <w:spacing w:after="0"/>
    </w:pPr>
    <w:rPr>
      <w:rFonts w:asciiTheme="majorHAnsi" w:eastAsiaTheme="majorEastAsia" w:hAnsiTheme="majorHAnsi" w:cstheme="majorBidi"/>
      <w:szCs w:val="20"/>
    </w:rPr>
  </w:style>
  <w:style w:type="paragraph" w:styleId="af7">
    <w:name w:val="footnote text"/>
    <w:basedOn w:val="a1"/>
    <w:link w:val="Char8"/>
    <w:uiPriority w:val="99"/>
    <w:semiHidden/>
    <w:unhideWhenUsed/>
    <w:rsid w:val="0028220F"/>
    <w:pPr>
      <w:spacing w:after="0"/>
    </w:pPr>
    <w:rPr>
      <w:szCs w:val="20"/>
    </w:rPr>
  </w:style>
  <w:style w:type="character" w:customStyle="1" w:styleId="Char8">
    <w:name w:val="각주 텍스트 Char"/>
    <w:basedOn w:val="a2"/>
    <w:link w:val="af7"/>
    <w:uiPriority w:val="99"/>
    <w:semiHidden/>
    <w:rsid w:val="0028220F"/>
    <w:rPr>
      <w:szCs w:val="20"/>
    </w:rPr>
  </w:style>
  <w:style w:type="character" w:styleId="HTML">
    <w:name w:val="HTML Code"/>
    <w:basedOn w:val="a2"/>
    <w:uiPriority w:val="99"/>
    <w:semiHidden/>
    <w:unhideWhenUsed/>
    <w:rsid w:val="0028220F"/>
    <w:rPr>
      <w:rFonts w:ascii="Consolas" w:hAnsi="Consolas"/>
      <w:sz w:val="22"/>
      <w:szCs w:val="20"/>
    </w:rPr>
  </w:style>
  <w:style w:type="character" w:styleId="HTML0">
    <w:name w:val="HTML Keyboard"/>
    <w:basedOn w:val="a2"/>
    <w:uiPriority w:val="99"/>
    <w:semiHidden/>
    <w:unhideWhenUsed/>
    <w:rsid w:val="0028220F"/>
    <w:rPr>
      <w:rFonts w:ascii="Consolas" w:hAnsi="Consolas"/>
      <w:sz w:val="22"/>
      <w:szCs w:val="20"/>
    </w:rPr>
  </w:style>
  <w:style w:type="paragraph" w:styleId="HTML1">
    <w:name w:val="HTML Preformatted"/>
    <w:basedOn w:val="a1"/>
    <w:link w:val="HTMLChar"/>
    <w:uiPriority w:val="99"/>
    <w:semiHidden/>
    <w:unhideWhenUsed/>
    <w:rsid w:val="0028220F"/>
    <w:pPr>
      <w:spacing w:after="0"/>
    </w:pPr>
    <w:rPr>
      <w:rFonts w:ascii="Consolas" w:hAnsi="Consolas"/>
      <w:szCs w:val="20"/>
    </w:rPr>
  </w:style>
  <w:style w:type="character" w:customStyle="1" w:styleId="HTMLChar">
    <w:name w:val="미리 서식이 지정된 HTML Char"/>
    <w:basedOn w:val="a2"/>
    <w:link w:val="HTML1"/>
    <w:uiPriority w:val="99"/>
    <w:semiHidden/>
    <w:rsid w:val="0028220F"/>
    <w:rPr>
      <w:rFonts w:ascii="Consolas" w:hAnsi="Consolas"/>
      <w:szCs w:val="20"/>
    </w:rPr>
  </w:style>
  <w:style w:type="character" w:styleId="HTML2">
    <w:name w:val="HTML Typewriter"/>
    <w:basedOn w:val="a2"/>
    <w:uiPriority w:val="99"/>
    <w:semiHidden/>
    <w:unhideWhenUsed/>
    <w:rsid w:val="0028220F"/>
    <w:rPr>
      <w:rFonts w:ascii="Consolas" w:hAnsi="Consolas"/>
      <w:sz w:val="22"/>
      <w:szCs w:val="20"/>
    </w:rPr>
  </w:style>
  <w:style w:type="paragraph" w:styleId="af8">
    <w:name w:val="macro"/>
    <w:link w:val="Char9"/>
    <w:uiPriority w:val="99"/>
    <w:semiHidden/>
    <w:unhideWhenUsed/>
    <w:rsid w:val="0028220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Char9">
    <w:name w:val="매크로 텍스트 Char"/>
    <w:basedOn w:val="a2"/>
    <w:link w:val="af8"/>
    <w:uiPriority w:val="99"/>
    <w:semiHidden/>
    <w:rsid w:val="0028220F"/>
    <w:rPr>
      <w:rFonts w:ascii="Consolas" w:hAnsi="Consolas"/>
      <w:szCs w:val="20"/>
    </w:rPr>
  </w:style>
  <w:style w:type="paragraph" w:styleId="af9">
    <w:name w:val="Plain Text"/>
    <w:basedOn w:val="a1"/>
    <w:link w:val="Chara"/>
    <w:uiPriority w:val="99"/>
    <w:semiHidden/>
    <w:unhideWhenUsed/>
    <w:rsid w:val="0028220F"/>
    <w:pPr>
      <w:spacing w:after="0"/>
    </w:pPr>
    <w:rPr>
      <w:rFonts w:ascii="Consolas" w:hAnsi="Consolas"/>
      <w:szCs w:val="21"/>
    </w:rPr>
  </w:style>
  <w:style w:type="character" w:customStyle="1" w:styleId="Chara">
    <w:name w:val="글자만 Char"/>
    <w:basedOn w:val="a2"/>
    <w:link w:val="af9"/>
    <w:uiPriority w:val="99"/>
    <w:semiHidden/>
    <w:rsid w:val="0028220F"/>
    <w:rPr>
      <w:rFonts w:ascii="Consolas" w:hAnsi="Consolas"/>
      <w:szCs w:val="21"/>
    </w:rPr>
  </w:style>
  <w:style w:type="paragraph" w:customStyle="1" w:styleId="afa">
    <w:name w:val="바탕글"/>
    <w:basedOn w:val="a1"/>
    <w:rsid w:val="00DE374B"/>
    <w:pPr>
      <w:widowControl w:val="0"/>
      <w:wordWrap w:val="0"/>
      <w:autoSpaceDE w:val="0"/>
      <w:autoSpaceDN w:val="0"/>
      <w:snapToGrid w:val="0"/>
      <w:spacing w:after="0" w:line="384" w:lineRule="auto"/>
      <w:jc w:val="both"/>
      <w:textAlignment w:val="baseline"/>
    </w:pPr>
    <w:rPr>
      <w:rFonts w:ascii="굴림" w:eastAsia="굴림" w:hAnsi="굴림" w:cs="굴림"/>
      <w:color w:val="000000"/>
      <w:sz w:val="20"/>
      <w:szCs w:val="20"/>
    </w:rPr>
  </w:style>
  <w:style w:type="character" w:styleId="afb">
    <w:name w:val="Unresolved Mention"/>
    <w:basedOn w:val="a2"/>
    <w:uiPriority w:val="99"/>
    <w:semiHidden/>
    <w:unhideWhenUsed/>
    <w:rsid w:val="000A6E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1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wjf.contact@gmail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JRC\AppData\Local\Packages\Microsoft.Office.Desktop_8wekyb3d8bbwe\LocalCache\Roaming\Microsoft\Templates\&#51060;&#47141;&#49436;(&#52972;&#47084;).dotx" TargetMode="External"/></Relationships>
</file>

<file path=word/theme/theme1.xml><?xml version="1.0" encoding="utf-8"?>
<a:theme xmlns:a="http://schemas.openxmlformats.org/drawingml/2006/main" name="Office Theme">
  <a:themeElements>
    <a:clrScheme name="Resume">
      <a:dk1>
        <a:sysClr val="windowText" lastClr="000000"/>
      </a:dk1>
      <a:lt1>
        <a:sysClr val="window" lastClr="FFFFFF"/>
      </a:lt1>
      <a:dk2>
        <a:srgbClr val="4D4D4D"/>
      </a:dk2>
      <a:lt2>
        <a:srgbClr val="E4E3E2"/>
      </a:lt2>
      <a:accent1>
        <a:srgbClr val="39A5B7"/>
      </a:accent1>
      <a:accent2>
        <a:srgbClr val="8DBB70"/>
      </a:accent2>
      <a:accent3>
        <a:srgbClr val="F0BB44"/>
      </a:accent3>
      <a:accent4>
        <a:srgbClr val="F24F4F"/>
      </a:accent4>
      <a:accent5>
        <a:srgbClr val="A3648B"/>
      </a:accent5>
      <a:accent6>
        <a:srgbClr val="F8943F"/>
      </a:accent6>
      <a:hlink>
        <a:srgbClr val="39A5B7"/>
      </a:hlink>
      <a:folHlink>
        <a:srgbClr val="A3648B"/>
      </a:folHlink>
    </a:clrScheme>
    <a:fontScheme name="Cambria">
      <a:majorFont>
        <a:latin typeface="Cambria" panose="02040503050406030204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 panose="02040503050406030204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2CEB4B0414998440A81241429EC4A75E" ma:contentTypeVersion="9" ma:contentTypeDescription="새 문서를 만듭니다." ma:contentTypeScope="" ma:versionID="13b60a5b0f207bda72dcf76b39410ce1">
  <xsd:schema xmlns:xsd="http://www.w3.org/2001/XMLSchema" xmlns:xs="http://www.w3.org/2001/XMLSchema" xmlns:p="http://schemas.microsoft.com/office/2006/metadata/properties" xmlns:ns2="041da1c0-148e-4938-879d-0e21ad0dbcd6" targetNamespace="http://schemas.microsoft.com/office/2006/metadata/properties" ma:root="true" ma:fieldsID="d68742ecb9c0ebc193252f2f4fe54436" ns2:_="">
    <xsd:import namespace="041da1c0-148e-4938-879d-0e21ad0dbc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1da1c0-148e-4938-879d-0e21ad0dbc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이미지 태그" ma:readOnly="false" ma:fieldId="{5cf76f15-5ced-4ddc-b409-7134ff3c332f}" ma:taxonomyMulti="true" ma:sspId="8e6da492-4011-48d9-9ec7-7e261b8d2d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2" nillable="true" ma:displayName="MediaServiceDateTaken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콘텐츠 형식"/>
        <xsd:element ref="dc:title" minOccurs="0" maxOccurs="1" ma:index="4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6B4080-7302-4A33-A533-E13F9F8E2F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1da1c0-148e-4938-879d-0e21ad0dbc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E93C9B0-2282-4478-A281-8456DDB936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096799-2207-4CB5-B3CF-BF5AB38D2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이력서(컬러)</Template>
  <TotalTime>130</TotalTime>
  <Pages>7</Pages>
  <Words>750</Words>
  <Characters>4281</Characters>
  <Application>Microsoft Office Word</Application>
  <DocSecurity>0</DocSecurity>
  <Lines>35</Lines>
  <Paragraphs>10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WJRC</dc:creator>
  <cp:keywords/>
  <cp:lastModifiedBy>채 종한</cp:lastModifiedBy>
  <cp:revision>29</cp:revision>
  <dcterms:created xsi:type="dcterms:W3CDTF">2021-11-16T02:45:00Z</dcterms:created>
  <dcterms:modified xsi:type="dcterms:W3CDTF">2024-02-26T01:06:00Z</dcterms:modified>
  <cp:version/>
</cp:coreProperties>
</file>